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79B" w:rsidRPr="00E253EF" w:rsidRDefault="0010218A" w:rsidP="00E037A4">
      <w:pPr>
        <w:pStyle w:val="SectionTitle11"/>
        <w:tabs>
          <w:tab w:val="left" w:pos="705"/>
          <w:tab w:val="center" w:pos="4514"/>
        </w:tabs>
        <w:jc w:val="left"/>
        <w:rPr>
          <w:szCs w:val="36"/>
        </w:rPr>
      </w:pPr>
      <w:r>
        <w:rPr>
          <w:noProof/>
          <w:szCs w:val="36"/>
          <w:lang w:eastAsia="zh-CN"/>
        </w:rPr>
        <mc:AlternateContent>
          <mc:Choice Requires="wps">
            <w:drawing>
              <wp:anchor distT="0" distB="0" distL="114300" distR="114300" simplePos="0" relativeHeight="251655168" behindDoc="0" locked="0" layoutInCell="1" allowOverlap="1">
                <wp:simplePos x="0" y="0"/>
                <wp:positionH relativeFrom="column">
                  <wp:posOffset>-62865</wp:posOffset>
                </wp:positionH>
                <wp:positionV relativeFrom="paragraph">
                  <wp:posOffset>2540</wp:posOffset>
                </wp:positionV>
                <wp:extent cx="1674495" cy="457200"/>
                <wp:effectExtent l="0" t="0" r="190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449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1040" w:rsidRPr="005F46B9" w:rsidRDefault="003D1040" w:rsidP="00E037A4">
                            <w:pPr>
                              <w:spacing w:after="60"/>
                              <w:rPr>
                                <w:rFonts w:ascii="Times New Roman" w:hAnsi="Times New Roman"/>
                                <w:b/>
                                <w:bCs/>
                                <w:sz w:val="20"/>
                              </w:rPr>
                            </w:pPr>
                            <w:r w:rsidRPr="005F46B9">
                              <w:rPr>
                                <w:rFonts w:ascii="Times New Roman" w:hAnsi="Times New Roman"/>
                                <w:b/>
                                <w:bCs/>
                                <w:sz w:val="20"/>
                              </w:rPr>
                              <w:t>Video Systems</w:t>
                            </w:r>
                          </w:p>
                          <w:p w:rsidR="003D1040" w:rsidRPr="005F46B9" w:rsidRDefault="003D1040" w:rsidP="003619B7">
                            <w:pPr>
                              <w:rPr>
                                <w:rFonts w:ascii="Times New Roman" w:hAnsi="Times New Roman"/>
                              </w:rPr>
                            </w:pPr>
                            <w:r w:rsidRPr="005F46B9">
                              <w:rPr>
                                <w:rFonts w:ascii="Times New Roman" w:hAnsi="Times New Roman"/>
                                <w:sz w:val="18"/>
                              </w:rPr>
                              <w:t>Zhang</w:t>
                            </w:r>
                            <w:r>
                              <w:rPr>
                                <w:rFonts w:ascii="Times New Roman" w:hAnsi="Times New Roman"/>
                                <w:sz w:val="18"/>
                              </w:rPr>
                              <w:t xml:space="preserve"> J</w:t>
                            </w:r>
                            <w:r w:rsidRPr="005F46B9">
                              <w:rPr>
                                <w:rFonts w:ascii="Times New Roman" w:hAnsi="Times New Roman"/>
                                <w:sz w:val="18"/>
                              </w:rPr>
                              <w:t>iang, SH, China</w:t>
                            </w:r>
                          </w:p>
                          <w:p w:rsidR="003D1040" w:rsidRDefault="003D1040" w:rsidP="003619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95pt;margin-top:.2pt;width:131.8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" stroked="f">
                <v:textbox>
                  <w:txbxContent>
                    <w:p w:rsidR="003D1040" w:rsidRPr="005F46B9" w:rsidRDefault="003D1040" w:rsidP="00E037A4">
                      <w:pPr>
                        <w:spacing w:after="60"/>
                        <w:rPr>
                          <w:rFonts w:ascii="Times New Roman" w:hAnsi="Times New Roman"/>
                          <w:b/>
                          <w:bCs/>
                          <w:sz w:val="20"/>
                        </w:rPr>
                      </w:pPr>
                      <w:r w:rsidRPr="005F46B9">
                        <w:rPr>
                          <w:rFonts w:ascii="Times New Roman" w:hAnsi="Times New Roman"/>
                          <w:b/>
                          <w:bCs/>
                          <w:sz w:val="20"/>
                        </w:rPr>
                        <w:t>Video Systems</w:t>
                      </w:r>
                    </w:p>
                    <w:p w:rsidR="003D1040" w:rsidRPr="005F46B9" w:rsidRDefault="003D1040" w:rsidP="003619B7">
                      <w:pPr>
                        <w:rPr>
                          <w:rFonts w:ascii="Times New Roman" w:hAnsi="Times New Roman"/>
                        </w:rPr>
                      </w:pPr>
                      <w:r w:rsidRPr="005F46B9">
                        <w:rPr>
                          <w:rFonts w:ascii="Times New Roman" w:hAnsi="Times New Roman"/>
                          <w:sz w:val="18"/>
                        </w:rPr>
                        <w:t>Zhang</w:t>
                      </w:r>
                      <w:r>
                        <w:rPr>
                          <w:rFonts w:ascii="Times New Roman" w:hAnsi="Times New Roman"/>
                          <w:sz w:val="18"/>
                        </w:rPr>
                        <w:t xml:space="preserve"> J</w:t>
                      </w:r>
                      <w:r w:rsidRPr="005F46B9">
                        <w:rPr>
                          <w:rFonts w:ascii="Times New Roman" w:hAnsi="Times New Roman"/>
                          <w:sz w:val="18"/>
                        </w:rPr>
                        <w:t>iang, SH, China</w:t>
                      </w:r>
                    </w:p>
                    <w:p w:rsidR="003D1040" w:rsidRDefault="003D1040" w:rsidP="003619B7"/>
                  </w:txbxContent>
                </v:textbox>
              </v:shape>
            </w:pict>
          </mc:Fallback>
        </mc:AlternateContent>
      </w:r>
      <w:r w:rsidR="005217F7">
        <w:rPr>
          <w:szCs w:val="36"/>
        </w:rPr>
        <w:tab/>
      </w:r>
      <w:r w:rsidR="00E037A4">
        <w:rPr>
          <w:szCs w:val="36"/>
        </w:rPr>
        <w:tab/>
      </w:r>
      <w:r w:rsidR="0005594B">
        <w:rPr>
          <w:szCs w:val="36"/>
        </w:rPr>
        <w:tab/>
      </w:r>
    </w:p>
    <w:p w:rsidR="00B51DD5" w:rsidRPr="00506288" w:rsidRDefault="006A64B9" w:rsidP="00A43DDE">
      <w:pPr>
        <w:pStyle w:val="TitleLines"/>
        <w:spacing w:after="0"/>
        <w:jc w:val="right"/>
        <w:rPr>
          <w:color w:val="C00000"/>
          <w:sz w:val="48"/>
          <w:lang w:eastAsia="zh-CN"/>
        </w:rPr>
      </w:pPr>
      <w:r>
        <w:rPr>
          <w:rFonts w:hint="eastAsia"/>
          <w:color w:val="C00000"/>
          <w:sz w:val="48"/>
          <w:lang w:eastAsia="zh-CN"/>
        </w:rPr>
        <w:t>HDCS</w:t>
      </w:r>
      <w:r w:rsidR="005A5F77" w:rsidRPr="00506288">
        <w:rPr>
          <w:color w:val="C00000"/>
          <w:sz w:val="48"/>
        </w:rPr>
        <w:t xml:space="preserve"> </w:t>
      </w:r>
      <w:r>
        <w:rPr>
          <w:rFonts w:hint="eastAsia"/>
          <w:color w:val="C00000"/>
          <w:sz w:val="48"/>
          <w:lang w:eastAsia="zh-CN"/>
        </w:rPr>
        <w:t>Software</w:t>
      </w:r>
    </w:p>
    <w:p w:rsidR="001D102C" w:rsidRPr="00506288" w:rsidRDefault="001D102C" w:rsidP="00A43DDE">
      <w:pPr>
        <w:pStyle w:val="TitleLines"/>
        <w:spacing w:after="0"/>
        <w:jc w:val="right"/>
        <w:rPr>
          <w:b w:val="0"/>
          <w:color w:val="C00000"/>
          <w:sz w:val="48"/>
          <w:lang w:eastAsia="zh-CN"/>
        </w:rPr>
      </w:pPr>
    </w:p>
    <w:p w:rsidR="00B51DD5" w:rsidRPr="00506288" w:rsidRDefault="006D12B3" w:rsidP="006D12B3">
      <w:pPr>
        <w:pStyle w:val="TitleLines"/>
        <w:wordWrap w:val="0"/>
        <w:spacing w:after="0"/>
        <w:jc w:val="right"/>
        <w:rPr>
          <w:b w:val="0"/>
          <w:color w:val="C00000"/>
          <w:szCs w:val="36"/>
          <w:lang w:eastAsia="zh-CN"/>
        </w:rPr>
      </w:pPr>
      <w:r>
        <w:rPr>
          <w:rFonts w:hint="eastAsia"/>
          <w:b w:val="0"/>
          <w:color w:val="C00000"/>
          <w:szCs w:val="36"/>
          <w:lang w:eastAsia="zh-CN"/>
        </w:rPr>
        <w:t>Release Notes</w:t>
      </w:r>
      <w:r w:rsidR="006A64B9">
        <w:rPr>
          <w:rFonts w:hint="eastAsia"/>
          <w:b w:val="0"/>
          <w:color w:val="C00000"/>
          <w:szCs w:val="36"/>
          <w:lang w:eastAsia="zh-CN"/>
        </w:rPr>
        <w:t xml:space="preserve"> v</w:t>
      </w:r>
      <w:r w:rsidR="00537C1D">
        <w:rPr>
          <w:b w:val="0"/>
          <w:color w:val="C00000"/>
          <w:szCs w:val="36"/>
          <w:lang w:eastAsia="zh-CN"/>
        </w:rPr>
        <w:t xml:space="preserve"> 6</w:t>
      </w:r>
      <w:r w:rsidR="00D72913">
        <w:rPr>
          <w:b w:val="0"/>
          <w:color w:val="C00000"/>
          <w:szCs w:val="36"/>
          <w:lang w:eastAsia="zh-CN"/>
        </w:rPr>
        <w:t>.2</w:t>
      </w:r>
    </w:p>
    <w:p w:rsidR="00B51DD5" w:rsidRPr="00507815" w:rsidRDefault="00B51DD5" w:rsidP="00B51DD5">
      <w:pPr>
        <w:pStyle w:val="SectionTitle1"/>
        <w:rPr>
          <w:szCs w:val="36"/>
        </w:rPr>
      </w:pPr>
    </w:p>
    <w:p w:rsidR="00B51DD5" w:rsidRPr="00A87A7E" w:rsidRDefault="00B51DD5" w:rsidP="00B51DD5">
      <w:pPr>
        <w:pStyle w:val="SectionTitle1"/>
        <w:rPr>
          <w:szCs w:val="36"/>
          <w:lang w:val="it-IT"/>
        </w:rPr>
      </w:pPr>
    </w:p>
    <w:p w:rsidR="00E97743" w:rsidRDefault="00E97743" w:rsidP="00B51DD5">
      <w:pPr>
        <w:pStyle w:val="BodyTextBold"/>
      </w:pPr>
    </w:p>
    <w:p w:rsidR="00E97743" w:rsidRDefault="00E97743" w:rsidP="00B51DD5">
      <w:pPr>
        <w:pStyle w:val="BodyTextBold"/>
      </w:pPr>
    </w:p>
    <w:p w:rsidR="00E97743" w:rsidRDefault="00E97743" w:rsidP="00B51DD5">
      <w:pPr>
        <w:pStyle w:val="BodyTextBold"/>
      </w:pPr>
    </w:p>
    <w:p w:rsidR="00E97743" w:rsidRDefault="00E97743" w:rsidP="00B51DD5">
      <w:pPr>
        <w:pStyle w:val="BodyTextBold"/>
      </w:pPr>
    </w:p>
    <w:p w:rsidR="00E97743" w:rsidRDefault="00E97743" w:rsidP="00B51DD5">
      <w:pPr>
        <w:pStyle w:val="BodyTextBold"/>
      </w:pPr>
    </w:p>
    <w:p w:rsidR="00E97743" w:rsidRDefault="00E97743" w:rsidP="00B51DD5">
      <w:pPr>
        <w:pStyle w:val="BodyTextBold"/>
      </w:pPr>
    </w:p>
    <w:p w:rsidR="00E97743" w:rsidRDefault="00E97743" w:rsidP="00B51DD5">
      <w:pPr>
        <w:pStyle w:val="BodyTextBold"/>
      </w:pPr>
    </w:p>
    <w:p w:rsidR="00E97743" w:rsidRDefault="00E97743" w:rsidP="00B51DD5">
      <w:pPr>
        <w:pStyle w:val="BodyTextBold"/>
      </w:pPr>
    </w:p>
    <w:p w:rsidR="00E97743" w:rsidRDefault="00E97743" w:rsidP="00E97743">
      <w:pPr>
        <w:pStyle w:val="Centered"/>
        <w:widowControl/>
      </w:pPr>
    </w:p>
    <w:p w:rsidR="00E97743" w:rsidRDefault="00E97743" w:rsidP="00E97743">
      <w:pPr>
        <w:pStyle w:val="Centered"/>
        <w:widowControl/>
      </w:pPr>
    </w:p>
    <w:p w:rsidR="00E97743" w:rsidRDefault="00E97743" w:rsidP="00E97743">
      <w:pPr>
        <w:pStyle w:val="Centered"/>
        <w:widowControl/>
      </w:pPr>
    </w:p>
    <w:p w:rsidR="00E97743" w:rsidRDefault="00E97743" w:rsidP="00E97743">
      <w:pPr>
        <w:pStyle w:val="Centered"/>
        <w:widowControl/>
      </w:pPr>
    </w:p>
    <w:p w:rsidR="00E97743" w:rsidRDefault="00E97743" w:rsidP="00E97743">
      <w:pPr>
        <w:pStyle w:val="Centered"/>
        <w:widowControl/>
      </w:pPr>
    </w:p>
    <w:p w:rsidR="00E97743" w:rsidRDefault="00E97743" w:rsidP="00E97743">
      <w:pPr>
        <w:pStyle w:val="Centered"/>
        <w:widowControl/>
      </w:pPr>
    </w:p>
    <w:p w:rsidR="00B51DD5" w:rsidRPr="00177A82" w:rsidRDefault="00E97743" w:rsidP="008B2113">
      <w:pPr>
        <w:pStyle w:val="Centered"/>
        <w:widowControl/>
      </w:pPr>
      <w:r>
        <w:t>This document contains proprietary information of Honeywell International Inc. Information contained herein is to be used solely for the purpose submitted, and no part of this document or its contents shall be reproduced, published or disclosed to a third party without the express permission of Honeywell International Inc.</w:t>
      </w:r>
      <w:r w:rsidR="00B51DD5">
        <w:br w:type="page"/>
      </w:r>
      <w:r w:rsidR="00B51DD5" w:rsidRPr="00177A82">
        <w:lastRenderedPageBreak/>
        <w:t>Modification History</w:t>
      </w: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1350"/>
        <w:gridCol w:w="1350"/>
        <w:gridCol w:w="1440"/>
        <w:gridCol w:w="1625"/>
        <w:gridCol w:w="1435"/>
      </w:tblGrid>
      <w:tr w:rsidR="00B51DD5" w:rsidRPr="000145BF" w:rsidTr="0010218A">
        <w:trPr>
          <w:cantSplit/>
        </w:trPr>
        <w:tc>
          <w:tcPr>
            <w:tcW w:w="1800" w:type="dxa"/>
            <w:shd w:val="pct12" w:color="auto" w:fill="FFFFFF"/>
            <w:vAlign w:val="center"/>
          </w:tcPr>
          <w:p w:rsidR="00B51DD5" w:rsidRPr="0092368C" w:rsidRDefault="00B51DD5" w:rsidP="009B03C6">
            <w:pPr>
              <w:pStyle w:val="TableHeaderTextRevision"/>
            </w:pPr>
            <w:r w:rsidRPr="0092368C">
              <w:t>Version No.</w:t>
            </w:r>
          </w:p>
        </w:tc>
        <w:tc>
          <w:tcPr>
            <w:tcW w:w="1350" w:type="dxa"/>
            <w:shd w:val="pct12" w:color="auto" w:fill="FFFFFF"/>
            <w:vAlign w:val="center"/>
          </w:tcPr>
          <w:p w:rsidR="00B51DD5" w:rsidRPr="0092368C" w:rsidRDefault="00B51DD5" w:rsidP="009B03C6">
            <w:pPr>
              <w:pStyle w:val="TableHeaderTextRevision"/>
            </w:pPr>
            <w:r w:rsidRPr="0092368C">
              <w:t>Date</w:t>
            </w:r>
          </w:p>
          <w:p w:rsidR="00B51DD5" w:rsidRPr="0092368C" w:rsidRDefault="00B51DD5" w:rsidP="009B03C6">
            <w:pPr>
              <w:pStyle w:val="TableHeaderTextRevision"/>
            </w:pPr>
            <w:r w:rsidRPr="0092368C">
              <w:t>&lt;mm/</w:t>
            </w:r>
            <w:proofErr w:type="spellStart"/>
            <w:r w:rsidRPr="0092368C">
              <w:t>dd</w:t>
            </w:r>
            <w:proofErr w:type="spellEnd"/>
            <w:r w:rsidRPr="0092368C">
              <w:t>/</w:t>
            </w:r>
            <w:proofErr w:type="spellStart"/>
            <w:r w:rsidRPr="0092368C">
              <w:t>yy</w:t>
            </w:r>
            <w:proofErr w:type="spellEnd"/>
            <w:r w:rsidRPr="0092368C">
              <w:t>&gt;</w:t>
            </w:r>
          </w:p>
        </w:tc>
        <w:tc>
          <w:tcPr>
            <w:tcW w:w="1350" w:type="dxa"/>
            <w:shd w:val="pct12" w:color="auto" w:fill="FFFFFF"/>
            <w:vAlign w:val="center"/>
          </w:tcPr>
          <w:p w:rsidR="00B51DD5" w:rsidRPr="0092368C" w:rsidRDefault="00B51DD5" w:rsidP="009B03C6">
            <w:pPr>
              <w:pStyle w:val="TableHeaderTextRevision"/>
            </w:pPr>
            <w:r w:rsidRPr="0092368C">
              <w:t>Changes made</w:t>
            </w:r>
          </w:p>
        </w:tc>
        <w:tc>
          <w:tcPr>
            <w:tcW w:w="1440" w:type="dxa"/>
            <w:shd w:val="pct12" w:color="auto" w:fill="FFFFFF"/>
            <w:vAlign w:val="center"/>
          </w:tcPr>
          <w:p w:rsidR="00B51DD5" w:rsidRPr="0092368C" w:rsidRDefault="00B51DD5" w:rsidP="009B03C6">
            <w:pPr>
              <w:pStyle w:val="TableHeaderTextRevision"/>
            </w:pPr>
            <w:r w:rsidRPr="0092368C">
              <w:t>Author</w:t>
            </w:r>
          </w:p>
        </w:tc>
        <w:tc>
          <w:tcPr>
            <w:tcW w:w="1625" w:type="dxa"/>
            <w:shd w:val="pct12" w:color="auto" w:fill="FFFFFF"/>
            <w:vAlign w:val="center"/>
          </w:tcPr>
          <w:p w:rsidR="00B51DD5" w:rsidRPr="0092368C" w:rsidRDefault="00B51DD5" w:rsidP="009B03C6">
            <w:pPr>
              <w:pStyle w:val="TableHeaderTextRevision"/>
            </w:pPr>
            <w:r w:rsidRPr="0092368C">
              <w:t>Reviewers</w:t>
            </w:r>
          </w:p>
        </w:tc>
        <w:tc>
          <w:tcPr>
            <w:tcW w:w="1435" w:type="dxa"/>
            <w:shd w:val="pct12" w:color="auto" w:fill="FFFFFF"/>
            <w:vAlign w:val="center"/>
          </w:tcPr>
          <w:p w:rsidR="00B51DD5" w:rsidRPr="0092368C" w:rsidRDefault="00B51DD5" w:rsidP="009B03C6">
            <w:pPr>
              <w:pStyle w:val="TableHeaderTextRevision"/>
            </w:pPr>
            <w:r w:rsidRPr="0092368C">
              <w:t>Documents Affected</w:t>
            </w:r>
          </w:p>
        </w:tc>
      </w:tr>
      <w:tr w:rsidR="00C4137C" w:rsidTr="0010218A">
        <w:trPr>
          <w:cantSplit/>
          <w:trHeight w:val="432"/>
        </w:trPr>
        <w:tc>
          <w:tcPr>
            <w:tcW w:w="1800" w:type="dxa"/>
            <w:vAlign w:val="center"/>
          </w:tcPr>
          <w:p w:rsidR="00C4137C" w:rsidRPr="0092368C" w:rsidRDefault="00C4137C" w:rsidP="009B03C6">
            <w:pPr>
              <w:pStyle w:val="TableText"/>
            </w:pPr>
            <w:r w:rsidRPr="0092368C">
              <w:t>1.</w:t>
            </w:r>
            <w:r w:rsidR="00624036">
              <w:rPr>
                <w:rFonts w:hint="eastAsia"/>
              </w:rPr>
              <w:t>0</w:t>
            </w:r>
          </w:p>
        </w:tc>
        <w:tc>
          <w:tcPr>
            <w:tcW w:w="1350" w:type="dxa"/>
            <w:vAlign w:val="center"/>
          </w:tcPr>
          <w:p w:rsidR="00C4137C" w:rsidRPr="0092368C" w:rsidRDefault="006A64B9" w:rsidP="009B03C6">
            <w:pPr>
              <w:pStyle w:val="TableText"/>
            </w:pPr>
            <w:r>
              <w:rPr>
                <w:rFonts w:hint="eastAsia"/>
              </w:rPr>
              <w:t>12</w:t>
            </w:r>
            <w:r w:rsidR="00C4137C" w:rsidRPr="0092368C">
              <w:t>/</w:t>
            </w:r>
            <w:r>
              <w:rPr>
                <w:rFonts w:hint="eastAsia"/>
              </w:rPr>
              <w:t>29</w:t>
            </w:r>
            <w:r w:rsidR="00C4137C" w:rsidRPr="0092368C">
              <w:t>/201</w:t>
            </w:r>
            <w:r>
              <w:rPr>
                <w:rFonts w:hint="eastAsia"/>
              </w:rPr>
              <w:t>4</w:t>
            </w:r>
          </w:p>
        </w:tc>
        <w:tc>
          <w:tcPr>
            <w:tcW w:w="1350" w:type="dxa"/>
            <w:vAlign w:val="center"/>
          </w:tcPr>
          <w:p w:rsidR="00C4137C" w:rsidRPr="0092368C" w:rsidRDefault="007427A9" w:rsidP="009B03C6">
            <w:pPr>
              <w:pStyle w:val="TableText"/>
            </w:pPr>
            <w:r w:rsidRPr="0092368C">
              <w:t>Initial</w:t>
            </w:r>
          </w:p>
        </w:tc>
        <w:tc>
          <w:tcPr>
            <w:tcW w:w="1440" w:type="dxa"/>
            <w:vAlign w:val="center"/>
          </w:tcPr>
          <w:p w:rsidR="00C4137C" w:rsidRPr="0092368C" w:rsidRDefault="006A64B9" w:rsidP="009B03C6">
            <w:pPr>
              <w:pStyle w:val="TableText"/>
            </w:pPr>
            <w:r>
              <w:rPr>
                <w:rFonts w:hint="eastAsia"/>
              </w:rPr>
              <w:t>Leon Zhuang</w:t>
            </w:r>
          </w:p>
        </w:tc>
        <w:tc>
          <w:tcPr>
            <w:tcW w:w="1625" w:type="dxa"/>
            <w:vAlign w:val="center"/>
          </w:tcPr>
          <w:p w:rsidR="00C4137C" w:rsidRPr="0092368C" w:rsidRDefault="00C4137C" w:rsidP="009B03C6">
            <w:pPr>
              <w:pStyle w:val="TableText"/>
            </w:pPr>
          </w:p>
        </w:tc>
        <w:tc>
          <w:tcPr>
            <w:tcW w:w="1435" w:type="dxa"/>
            <w:vAlign w:val="center"/>
          </w:tcPr>
          <w:p w:rsidR="00C4137C" w:rsidRPr="0092368C" w:rsidRDefault="00177A82" w:rsidP="009B03C6">
            <w:pPr>
              <w:pStyle w:val="TableText"/>
            </w:pPr>
            <w:r w:rsidRPr="0092368C">
              <w:t>None</w:t>
            </w:r>
          </w:p>
        </w:tc>
      </w:tr>
      <w:tr w:rsidR="007E28BA" w:rsidTr="0010218A">
        <w:trPr>
          <w:cantSplit/>
          <w:trHeight w:val="432"/>
        </w:trPr>
        <w:tc>
          <w:tcPr>
            <w:tcW w:w="1800" w:type="dxa"/>
            <w:vAlign w:val="center"/>
          </w:tcPr>
          <w:p w:rsidR="007E28BA" w:rsidRPr="0092368C" w:rsidRDefault="00F544CB" w:rsidP="009B03C6">
            <w:pPr>
              <w:pStyle w:val="TableText"/>
            </w:pPr>
            <w:r>
              <w:rPr>
                <w:rFonts w:hint="eastAsia"/>
              </w:rPr>
              <w:t>1.1</w:t>
            </w:r>
          </w:p>
        </w:tc>
        <w:tc>
          <w:tcPr>
            <w:tcW w:w="1350" w:type="dxa"/>
            <w:vAlign w:val="center"/>
          </w:tcPr>
          <w:p w:rsidR="007E28BA" w:rsidRPr="0092368C" w:rsidRDefault="00F544CB" w:rsidP="009B03C6">
            <w:pPr>
              <w:pStyle w:val="TableText"/>
            </w:pPr>
            <w:r>
              <w:t>1/1</w:t>
            </w:r>
            <w:r w:rsidR="008C33C8">
              <w:rPr>
                <w:rFonts w:hint="eastAsia"/>
              </w:rPr>
              <w:t>6</w:t>
            </w:r>
            <w:r>
              <w:t>/</w:t>
            </w:r>
            <w:r>
              <w:rPr>
                <w:rFonts w:hint="eastAsia"/>
              </w:rPr>
              <w:t>20</w:t>
            </w:r>
            <w:r>
              <w:t>15</w:t>
            </w:r>
          </w:p>
        </w:tc>
        <w:tc>
          <w:tcPr>
            <w:tcW w:w="1350" w:type="dxa"/>
            <w:vAlign w:val="center"/>
          </w:tcPr>
          <w:p w:rsidR="007E28BA" w:rsidRPr="0092368C" w:rsidRDefault="007E28BA" w:rsidP="009B03C6">
            <w:pPr>
              <w:pStyle w:val="TableText"/>
            </w:pPr>
          </w:p>
        </w:tc>
        <w:tc>
          <w:tcPr>
            <w:tcW w:w="1440" w:type="dxa"/>
            <w:vAlign w:val="center"/>
          </w:tcPr>
          <w:p w:rsidR="007E28BA" w:rsidRDefault="00F544CB" w:rsidP="009B03C6">
            <w:pPr>
              <w:pStyle w:val="TableText"/>
            </w:pPr>
            <w:r>
              <w:rPr>
                <w:rFonts w:hint="eastAsia"/>
              </w:rPr>
              <w:t>Leon Zhuang</w:t>
            </w:r>
          </w:p>
        </w:tc>
        <w:tc>
          <w:tcPr>
            <w:tcW w:w="1625" w:type="dxa"/>
            <w:vAlign w:val="center"/>
          </w:tcPr>
          <w:p w:rsidR="007E28BA" w:rsidRPr="0092368C" w:rsidRDefault="007E28BA" w:rsidP="009B03C6">
            <w:pPr>
              <w:pStyle w:val="TableText"/>
            </w:pPr>
          </w:p>
        </w:tc>
        <w:tc>
          <w:tcPr>
            <w:tcW w:w="1435" w:type="dxa"/>
            <w:vAlign w:val="center"/>
          </w:tcPr>
          <w:p w:rsidR="007E28BA" w:rsidRPr="0092368C" w:rsidRDefault="007E28BA" w:rsidP="009B03C6">
            <w:pPr>
              <w:pStyle w:val="TableText"/>
            </w:pPr>
          </w:p>
        </w:tc>
      </w:tr>
      <w:tr w:rsidR="00ED728A" w:rsidTr="0010218A">
        <w:trPr>
          <w:cantSplit/>
          <w:trHeight w:val="432"/>
        </w:trPr>
        <w:tc>
          <w:tcPr>
            <w:tcW w:w="1800" w:type="dxa"/>
            <w:vAlign w:val="center"/>
          </w:tcPr>
          <w:p w:rsidR="00ED728A" w:rsidRDefault="00ED728A" w:rsidP="009B03C6">
            <w:pPr>
              <w:pStyle w:val="TableText"/>
            </w:pPr>
            <w:r>
              <w:rPr>
                <w:rFonts w:hint="eastAsia"/>
              </w:rPr>
              <w:t>5.2</w:t>
            </w:r>
          </w:p>
        </w:tc>
        <w:tc>
          <w:tcPr>
            <w:tcW w:w="1350" w:type="dxa"/>
            <w:vAlign w:val="center"/>
          </w:tcPr>
          <w:p w:rsidR="00ED728A" w:rsidRPr="009B03C6" w:rsidRDefault="00E73BDF" w:rsidP="00E73BDF">
            <w:pPr>
              <w:pStyle w:val="TableText"/>
            </w:pPr>
            <w:r>
              <w:rPr>
                <w:rFonts w:hint="eastAsia"/>
              </w:rPr>
              <w:t>5</w:t>
            </w:r>
            <w:r w:rsidR="00ED728A" w:rsidRPr="009B03C6">
              <w:t>/</w:t>
            </w:r>
            <w:r>
              <w:rPr>
                <w:rFonts w:hint="eastAsia"/>
              </w:rPr>
              <w:t>21</w:t>
            </w:r>
            <w:r w:rsidR="00ED728A" w:rsidRPr="009B03C6">
              <w:t>/</w:t>
            </w:r>
            <w:r w:rsidR="00ED728A" w:rsidRPr="009B03C6">
              <w:rPr>
                <w:rFonts w:hint="eastAsia"/>
              </w:rPr>
              <w:t>20</w:t>
            </w:r>
            <w:r w:rsidR="00ED728A" w:rsidRPr="009B03C6">
              <w:t>15</w:t>
            </w:r>
          </w:p>
        </w:tc>
        <w:tc>
          <w:tcPr>
            <w:tcW w:w="1350" w:type="dxa"/>
            <w:vAlign w:val="center"/>
          </w:tcPr>
          <w:p w:rsidR="00ED728A" w:rsidRPr="0092368C" w:rsidRDefault="00ED728A" w:rsidP="009B03C6">
            <w:pPr>
              <w:pStyle w:val="TableText"/>
            </w:pPr>
          </w:p>
        </w:tc>
        <w:tc>
          <w:tcPr>
            <w:tcW w:w="1440" w:type="dxa"/>
            <w:vAlign w:val="center"/>
          </w:tcPr>
          <w:p w:rsidR="00ED728A" w:rsidRDefault="00ED728A" w:rsidP="009B03C6">
            <w:pPr>
              <w:pStyle w:val="TableText"/>
            </w:pPr>
            <w:r>
              <w:rPr>
                <w:rFonts w:hint="eastAsia"/>
              </w:rPr>
              <w:t>Leon Zhuang</w:t>
            </w:r>
          </w:p>
        </w:tc>
        <w:tc>
          <w:tcPr>
            <w:tcW w:w="1625" w:type="dxa"/>
            <w:vAlign w:val="center"/>
          </w:tcPr>
          <w:p w:rsidR="00ED728A" w:rsidRPr="0092368C" w:rsidRDefault="00ED728A" w:rsidP="009B03C6">
            <w:pPr>
              <w:pStyle w:val="TableText"/>
            </w:pPr>
          </w:p>
        </w:tc>
        <w:tc>
          <w:tcPr>
            <w:tcW w:w="1435" w:type="dxa"/>
            <w:vAlign w:val="center"/>
          </w:tcPr>
          <w:p w:rsidR="00ED728A" w:rsidRPr="0092368C" w:rsidRDefault="00ED728A" w:rsidP="009B03C6">
            <w:pPr>
              <w:pStyle w:val="TableText"/>
            </w:pPr>
          </w:p>
        </w:tc>
      </w:tr>
      <w:tr w:rsidR="007B4F67" w:rsidRPr="0092368C" w:rsidTr="0010218A">
        <w:trPr>
          <w:cantSplit/>
          <w:trHeight w:val="432"/>
        </w:trPr>
        <w:tc>
          <w:tcPr>
            <w:tcW w:w="1800" w:type="dxa"/>
            <w:tcBorders>
              <w:top w:val="single" w:sz="6" w:space="0" w:color="auto"/>
              <w:left w:val="single" w:sz="6" w:space="0" w:color="auto"/>
              <w:bottom w:val="single" w:sz="6" w:space="0" w:color="auto"/>
              <w:right w:val="single" w:sz="6" w:space="0" w:color="auto"/>
            </w:tcBorders>
            <w:vAlign w:val="center"/>
          </w:tcPr>
          <w:p w:rsidR="007B4F67" w:rsidRDefault="00C131DD" w:rsidP="00C131DD">
            <w:pPr>
              <w:pStyle w:val="TableText"/>
            </w:pPr>
            <w:r w:rsidRPr="00C131DD">
              <w:t>5.3.R.20160426</w:t>
            </w:r>
          </w:p>
        </w:tc>
        <w:tc>
          <w:tcPr>
            <w:tcW w:w="1350" w:type="dxa"/>
            <w:tcBorders>
              <w:top w:val="single" w:sz="6" w:space="0" w:color="auto"/>
              <w:left w:val="single" w:sz="6" w:space="0" w:color="auto"/>
              <w:bottom w:val="single" w:sz="6" w:space="0" w:color="auto"/>
              <w:right w:val="single" w:sz="6" w:space="0" w:color="auto"/>
            </w:tcBorders>
            <w:vAlign w:val="center"/>
          </w:tcPr>
          <w:p w:rsidR="007B4F67" w:rsidRPr="009B03C6" w:rsidRDefault="007B4F67" w:rsidP="00A85526">
            <w:pPr>
              <w:pStyle w:val="TableText"/>
            </w:pPr>
            <w:r>
              <w:t>4</w:t>
            </w:r>
            <w:r w:rsidRPr="009B03C6">
              <w:t>/</w:t>
            </w:r>
            <w:r>
              <w:rPr>
                <w:rFonts w:hint="eastAsia"/>
              </w:rPr>
              <w:t>2</w:t>
            </w:r>
            <w:r>
              <w:t>8</w:t>
            </w:r>
            <w:r w:rsidRPr="009B03C6">
              <w:t>/</w:t>
            </w:r>
            <w:r w:rsidRPr="009B03C6">
              <w:rPr>
                <w:rFonts w:hint="eastAsia"/>
              </w:rPr>
              <w:t>20</w:t>
            </w:r>
            <w:r w:rsidRPr="009B03C6">
              <w:t>1</w:t>
            </w:r>
            <w:r>
              <w:t>6</w:t>
            </w:r>
          </w:p>
        </w:tc>
        <w:tc>
          <w:tcPr>
            <w:tcW w:w="1350" w:type="dxa"/>
            <w:tcBorders>
              <w:top w:val="single" w:sz="6" w:space="0" w:color="auto"/>
              <w:left w:val="single" w:sz="6" w:space="0" w:color="auto"/>
              <w:bottom w:val="single" w:sz="6" w:space="0" w:color="auto"/>
              <w:right w:val="single" w:sz="6" w:space="0" w:color="auto"/>
            </w:tcBorders>
            <w:vAlign w:val="center"/>
          </w:tcPr>
          <w:p w:rsidR="007B4F67" w:rsidRPr="0092368C" w:rsidRDefault="007B4F67" w:rsidP="00A85526">
            <w:pPr>
              <w:pStyle w:val="TableText"/>
            </w:pPr>
          </w:p>
        </w:tc>
        <w:tc>
          <w:tcPr>
            <w:tcW w:w="1440" w:type="dxa"/>
            <w:tcBorders>
              <w:top w:val="single" w:sz="6" w:space="0" w:color="auto"/>
              <w:left w:val="single" w:sz="6" w:space="0" w:color="auto"/>
              <w:bottom w:val="single" w:sz="6" w:space="0" w:color="auto"/>
              <w:right w:val="single" w:sz="6" w:space="0" w:color="auto"/>
            </w:tcBorders>
            <w:vAlign w:val="center"/>
          </w:tcPr>
          <w:p w:rsidR="007B4F67" w:rsidRDefault="007B4F67" w:rsidP="00A85526">
            <w:pPr>
              <w:pStyle w:val="TableText"/>
            </w:pPr>
            <w:r>
              <w:rPr>
                <w:rFonts w:hint="eastAsia"/>
              </w:rPr>
              <w:t>Leon Zhuang</w:t>
            </w:r>
          </w:p>
        </w:tc>
        <w:tc>
          <w:tcPr>
            <w:tcW w:w="1625" w:type="dxa"/>
            <w:tcBorders>
              <w:top w:val="single" w:sz="6" w:space="0" w:color="auto"/>
              <w:left w:val="single" w:sz="6" w:space="0" w:color="auto"/>
              <w:bottom w:val="single" w:sz="6" w:space="0" w:color="auto"/>
              <w:right w:val="single" w:sz="6" w:space="0" w:color="auto"/>
            </w:tcBorders>
            <w:vAlign w:val="center"/>
          </w:tcPr>
          <w:p w:rsidR="007B4F67" w:rsidRPr="0092368C" w:rsidRDefault="007B4F67" w:rsidP="00A85526">
            <w:pPr>
              <w:pStyle w:val="TableText"/>
            </w:pPr>
          </w:p>
        </w:tc>
        <w:tc>
          <w:tcPr>
            <w:tcW w:w="1435" w:type="dxa"/>
            <w:tcBorders>
              <w:top w:val="single" w:sz="6" w:space="0" w:color="auto"/>
              <w:left w:val="single" w:sz="6" w:space="0" w:color="auto"/>
              <w:bottom w:val="single" w:sz="6" w:space="0" w:color="auto"/>
              <w:right w:val="single" w:sz="6" w:space="0" w:color="auto"/>
            </w:tcBorders>
            <w:vAlign w:val="center"/>
          </w:tcPr>
          <w:p w:rsidR="007B4F67" w:rsidRPr="0092368C" w:rsidRDefault="007B4F67" w:rsidP="00A85526">
            <w:pPr>
              <w:pStyle w:val="TableText"/>
            </w:pPr>
          </w:p>
        </w:tc>
      </w:tr>
      <w:tr w:rsidR="00C131DD" w:rsidRPr="0092368C" w:rsidTr="0010218A">
        <w:trPr>
          <w:cantSplit/>
          <w:trHeight w:val="432"/>
        </w:trPr>
        <w:tc>
          <w:tcPr>
            <w:tcW w:w="1800" w:type="dxa"/>
            <w:tcBorders>
              <w:top w:val="single" w:sz="6" w:space="0" w:color="auto"/>
              <w:left w:val="single" w:sz="6" w:space="0" w:color="auto"/>
              <w:bottom w:val="single" w:sz="6" w:space="0" w:color="auto"/>
              <w:right w:val="single" w:sz="6" w:space="0" w:color="auto"/>
            </w:tcBorders>
            <w:vAlign w:val="center"/>
          </w:tcPr>
          <w:p w:rsidR="00FF5FDB" w:rsidRDefault="0010218A" w:rsidP="004B2CC8">
            <w:pPr>
              <w:pStyle w:val="TableText"/>
            </w:pPr>
            <w:r w:rsidRPr="0010218A">
              <w:t>6.0.R.20180622</w:t>
            </w:r>
          </w:p>
        </w:tc>
        <w:tc>
          <w:tcPr>
            <w:tcW w:w="1350" w:type="dxa"/>
            <w:tcBorders>
              <w:top w:val="single" w:sz="6" w:space="0" w:color="auto"/>
              <w:left w:val="single" w:sz="6" w:space="0" w:color="auto"/>
              <w:bottom w:val="single" w:sz="6" w:space="0" w:color="auto"/>
              <w:right w:val="single" w:sz="6" w:space="0" w:color="auto"/>
            </w:tcBorders>
            <w:vAlign w:val="center"/>
          </w:tcPr>
          <w:p w:rsidR="00FF5FDB" w:rsidRPr="009B03C6" w:rsidRDefault="0010218A" w:rsidP="0010218A">
            <w:pPr>
              <w:pStyle w:val="TableText"/>
            </w:pPr>
            <w:r>
              <w:t>6/22</w:t>
            </w:r>
            <w:r w:rsidR="00FF5FDB" w:rsidRPr="009B03C6">
              <w:t>/</w:t>
            </w:r>
            <w:r w:rsidR="00FF5FDB" w:rsidRPr="009B03C6">
              <w:rPr>
                <w:rFonts w:hint="eastAsia"/>
              </w:rPr>
              <w:t>20</w:t>
            </w:r>
            <w:r w:rsidR="00FF5FDB" w:rsidRPr="009B03C6">
              <w:t>1</w:t>
            </w:r>
            <w:r>
              <w:t>8</w:t>
            </w:r>
          </w:p>
        </w:tc>
        <w:tc>
          <w:tcPr>
            <w:tcW w:w="1350" w:type="dxa"/>
            <w:tcBorders>
              <w:top w:val="single" w:sz="6" w:space="0" w:color="auto"/>
              <w:left w:val="single" w:sz="6" w:space="0" w:color="auto"/>
              <w:bottom w:val="single" w:sz="6" w:space="0" w:color="auto"/>
              <w:right w:val="single" w:sz="6" w:space="0" w:color="auto"/>
            </w:tcBorders>
            <w:vAlign w:val="center"/>
          </w:tcPr>
          <w:p w:rsidR="00FF5FDB" w:rsidRPr="0092368C" w:rsidRDefault="00FF5FDB" w:rsidP="004B2CC8">
            <w:pPr>
              <w:pStyle w:val="TableText"/>
            </w:pPr>
          </w:p>
        </w:tc>
        <w:tc>
          <w:tcPr>
            <w:tcW w:w="1440" w:type="dxa"/>
            <w:tcBorders>
              <w:top w:val="single" w:sz="6" w:space="0" w:color="auto"/>
              <w:left w:val="single" w:sz="6" w:space="0" w:color="auto"/>
              <w:bottom w:val="single" w:sz="6" w:space="0" w:color="auto"/>
              <w:right w:val="single" w:sz="6" w:space="0" w:color="auto"/>
            </w:tcBorders>
            <w:vAlign w:val="center"/>
          </w:tcPr>
          <w:p w:rsidR="00FF5FDB" w:rsidRDefault="0010218A" w:rsidP="004B2CC8">
            <w:pPr>
              <w:pStyle w:val="TableText"/>
            </w:pPr>
            <w:r>
              <w:t>Alex Wei</w:t>
            </w:r>
          </w:p>
        </w:tc>
        <w:tc>
          <w:tcPr>
            <w:tcW w:w="1625" w:type="dxa"/>
            <w:tcBorders>
              <w:top w:val="single" w:sz="6" w:space="0" w:color="auto"/>
              <w:left w:val="single" w:sz="6" w:space="0" w:color="auto"/>
              <w:bottom w:val="single" w:sz="6" w:space="0" w:color="auto"/>
              <w:right w:val="single" w:sz="6" w:space="0" w:color="auto"/>
            </w:tcBorders>
            <w:vAlign w:val="center"/>
          </w:tcPr>
          <w:p w:rsidR="00FF5FDB" w:rsidRPr="0092368C" w:rsidRDefault="00FF5FDB" w:rsidP="004B2CC8">
            <w:pPr>
              <w:pStyle w:val="TableText"/>
            </w:pPr>
          </w:p>
        </w:tc>
        <w:tc>
          <w:tcPr>
            <w:tcW w:w="1435" w:type="dxa"/>
            <w:tcBorders>
              <w:top w:val="single" w:sz="6" w:space="0" w:color="auto"/>
              <w:left w:val="single" w:sz="6" w:space="0" w:color="auto"/>
              <w:bottom w:val="single" w:sz="6" w:space="0" w:color="auto"/>
              <w:right w:val="single" w:sz="6" w:space="0" w:color="auto"/>
            </w:tcBorders>
            <w:vAlign w:val="center"/>
          </w:tcPr>
          <w:p w:rsidR="00FF5FDB" w:rsidRPr="0092368C" w:rsidRDefault="00FF5FDB" w:rsidP="004B2CC8">
            <w:pPr>
              <w:pStyle w:val="TableText"/>
            </w:pPr>
          </w:p>
        </w:tc>
      </w:tr>
      <w:tr w:rsidR="00B14906" w:rsidRPr="0092368C" w:rsidTr="0010218A">
        <w:trPr>
          <w:cantSplit/>
          <w:trHeight w:val="432"/>
        </w:trPr>
        <w:tc>
          <w:tcPr>
            <w:tcW w:w="1800" w:type="dxa"/>
            <w:tcBorders>
              <w:top w:val="single" w:sz="6" w:space="0" w:color="auto"/>
              <w:left w:val="single" w:sz="6" w:space="0" w:color="auto"/>
              <w:bottom w:val="single" w:sz="6" w:space="0" w:color="auto"/>
              <w:right w:val="single" w:sz="6" w:space="0" w:color="auto"/>
            </w:tcBorders>
            <w:vAlign w:val="center"/>
          </w:tcPr>
          <w:p w:rsidR="00B14906" w:rsidRPr="0010218A" w:rsidRDefault="00B14906" w:rsidP="004B2CC8">
            <w:pPr>
              <w:pStyle w:val="TableText"/>
            </w:pPr>
            <w:r w:rsidRPr="00B14906">
              <w:t>6.2.R.20190118</w:t>
            </w:r>
          </w:p>
        </w:tc>
        <w:tc>
          <w:tcPr>
            <w:tcW w:w="1350" w:type="dxa"/>
            <w:tcBorders>
              <w:top w:val="single" w:sz="6" w:space="0" w:color="auto"/>
              <w:left w:val="single" w:sz="6" w:space="0" w:color="auto"/>
              <w:bottom w:val="single" w:sz="6" w:space="0" w:color="auto"/>
              <w:right w:val="single" w:sz="6" w:space="0" w:color="auto"/>
            </w:tcBorders>
            <w:vAlign w:val="center"/>
          </w:tcPr>
          <w:p w:rsidR="00B14906" w:rsidRDefault="00B14906" w:rsidP="0010218A">
            <w:pPr>
              <w:pStyle w:val="TableText"/>
            </w:pPr>
            <w:r>
              <w:t>1</w:t>
            </w:r>
            <w:r>
              <w:rPr>
                <w:rFonts w:hint="eastAsia"/>
              </w:rPr>
              <w:t>/18/2019</w:t>
            </w:r>
          </w:p>
        </w:tc>
        <w:tc>
          <w:tcPr>
            <w:tcW w:w="1350" w:type="dxa"/>
            <w:tcBorders>
              <w:top w:val="single" w:sz="6" w:space="0" w:color="auto"/>
              <w:left w:val="single" w:sz="6" w:space="0" w:color="auto"/>
              <w:bottom w:val="single" w:sz="6" w:space="0" w:color="auto"/>
              <w:right w:val="single" w:sz="6" w:space="0" w:color="auto"/>
            </w:tcBorders>
            <w:vAlign w:val="center"/>
          </w:tcPr>
          <w:p w:rsidR="00B14906" w:rsidRPr="0092368C" w:rsidRDefault="00B14906" w:rsidP="004B2CC8">
            <w:pPr>
              <w:pStyle w:val="TableText"/>
            </w:pPr>
          </w:p>
        </w:tc>
        <w:tc>
          <w:tcPr>
            <w:tcW w:w="1440" w:type="dxa"/>
            <w:tcBorders>
              <w:top w:val="single" w:sz="6" w:space="0" w:color="auto"/>
              <w:left w:val="single" w:sz="6" w:space="0" w:color="auto"/>
              <w:bottom w:val="single" w:sz="6" w:space="0" w:color="auto"/>
              <w:right w:val="single" w:sz="6" w:space="0" w:color="auto"/>
            </w:tcBorders>
            <w:vAlign w:val="center"/>
          </w:tcPr>
          <w:p w:rsidR="00B14906" w:rsidRDefault="00B14906" w:rsidP="004B2CC8">
            <w:pPr>
              <w:pStyle w:val="TableText"/>
            </w:pPr>
            <w:r>
              <w:t>Alex Wei</w:t>
            </w:r>
          </w:p>
        </w:tc>
        <w:tc>
          <w:tcPr>
            <w:tcW w:w="1625" w:type="dxa"/>
            <w:tcBorders>
              <w:top w:val="single" w:sz="6" w:space="0" w:color="auto"/>
              <w:left w:val="single" w:sz="6" w:space="0" w:color="auto"/>
              <w:bottom w:val="single" w:sz="6" w:space="0" w:color="auto"/>
              <w:right w:val="single" w:sz="6" w:space="0" w:color="auto"/>
            </w:tcBorders>
            <w:vAlign w:val="center"/>
          </w:tcPr>
          <w:p w:rsidR="00B14906" w:rsidRPr="0092368C" w:rsidRDefault="00B14906" w:rsidP="004B2CC8">
            <w:pPr>
              <w:pStyle w:val="TableText"/>
            </w:pPr>
          </w:p>
        </w:tc>
        <w:tc>
          <w:tcPr>
            <w:tcW w:w="1435" w:type="dxa"/>
            <w:tcBorders>
              <w:top w:val="single" w:sz="6" w:space="0" w:color="auto"/>
              <w:left w:val="single" w:sz="6" w:space="0" w:color="auto"/>
              <w:bottom w:val="single" w:sz="6" w:space="0" w:color="auto"/>
              <w:right w:val="single" w:sz="6" w:space="0" w:color="auto"/>
            </w:tcBorders>
            <w:vAlign w:val="center"/>
          </w:tcPr>
          <w:p w:rsidR="00B14906" w:rsidRPr="0092368C" w:rsidRDefault="00B14906" w:rsidP="004B2CC8">
            <w:pPr>
              <w:pStyle w:val="TableText"/>
            </w:pPr>
          </w:p>
        </w:tc>
      </w:tr>
    </w:tbl>
    <w:p w:rsidR="00212390" w:rsidRDefault="004D47D8" w:rsidP="00350163">
      <w:pPr>
        <w:pStyle w:val="TOCHeader"/>
        <w:jc w:val="center"/>
        <w:rPr>
          <w:noProof/>
        </w:rPr>
      </w:pPr>
      <w:r>
        <w:br w:type="page"/>
      </w:r>
      <w:r w:rsidR="00A203D1" w:rsidRPr="00350163">
        <w:rPr>
          <w:rFonts w:ascii="Times New Roman" w:hAnsi="Times New Roman" w:cs="Times New Roman"/>
          <w:sz w:val="32"/>
          <w:szCs w:val="32"/>
        </w:rPr>
        <w:lastRenderedPageBreak/>
        <w:t>Contents</w:t>
      </w:r>
      <w:r w:rsidR="006D3DEA" w:rsidRPr="002C0AD4">
        <w:rPr>
          <w:rFonts w:ascii="Times New Roman" w:hAnsi="Times New Roman" w:cs="Times New Roman"/>
          <w:szCs w:val="22"/>
        </w:rPr>
        <w:fldChar w:fldCharType="begin"/>
      </w:r>
      <w:r w:rsidRPr="002C0AD4">
        <w:rPr>
          <w:rFonts w:ascii="Times New Roman" w:hAnsi="Times New Roman" w:cs="Times New Roman"/>
          <w:szCs w:val="22"/>
        </w:rPr>
        <w:instrText xml:space="preserve"> TOC \o "1-3" \h \z </w:instrText>
      </w:r>
      <w:r w:rsidR="006D3DEA" w:rsidRPr="002C0AD4">
        <w:rPr>
          <w:rFonts w:ascii="Times New Roman" w:hAnsi="Times New Roman" w:cs="Times New Roman"/>
          <w:szCs w:val="22"/>
        </w:rPr>
        <w:fldChar w:fldCharType="separate"/>
      </w:r>
    </w:p>
    <w:p w:rsidR="00212390" w:rsidRDefault="006B5ABC">
      <w:pPr>
        <w:pStyle w:val="TOC1"/>
        <w:rPr>
          <w:rFonts w:asciiTheme="minorHAnsi" w:eastAsiaTheme="minorEastAsia" w:hAnsiTheme="minorHAnsi" w:cstheme="minorBidi"/>
          <w:noProof/>
          <w:szCs w:val="22"/>
          <w:lang w:eastAsia="zh-CN"/>
        </w:rPr>
      </w:pPr>
      <w:hyperlink w:anchor="_Toc407632637" w:history="1">
        <w:r w:rsidR="00212390" w:rsidRPr="00AC54EE">
          <w:rPr>
            <w:rStyle w:val="Hyperlink"/>
            <w:rFonts w:cs="Arial"/>
            <w:noProof/>
          </w:rPr>
          <w:t>1.</w:t>
        </w:r>
        <w:r w:rsidR="00212390">
          <w:rPr>
            <w:rFonts w:asciiTheme="minorHAnsi" w:eastAsiaTheme="minorEastAsia" w:hAnsiTheme="minorHAnsi" w:cstheme="minorBidi"/>
            <w:noProof/>
            <w:szCs w:val="22"/>
            <w:lang w:eastAsia="zh-CN"/>
          </w:rPr>
          <w:tab/>
        </w:r>
        <w:r w:rsidR="00212390" w:rsidRPr="00AC54EE">
          <w:rPr>
            <w:rStyle w:val="Hyperlink"/>
            <w:rFonts w:ascii="Times New Roman" w:hAnsi="Times New Roman"/>
            <w:noProof/>
            <w:lang w:eastAsia="zh-CN"/>
          </w:rPr>
          <w:t>Software Release</w:t>
        </w:r>
        <w:r w:rsidR="00212390" w:rsidRPr="00AC54EE">
          <w:rPr>
            <w:rStyle w:val="Hyperlink"/>
            <w:rFonts w:ascii="Times New Roman" w:hAnsi="Times New Roman"/>
            <w:noProof/>
          </w:rPr>
          <w:t xml:space="preserve"> Document</w:t>
        </w:r>
        <w:r w:rsidR="00212390">
          <w:rPr>
            <w:noProof/>
            <w:webHidden/>
          </w:rPr>
          <w:tab/>
        </w:r>
        <w:r w:rsidR="006D3DEA">
          <w:rPr>
            <w:noProof/>
            <w:webHidden/>
          </w:rPr>
          <w:fldChar w:fldCharType="begin"/>
        </w:r>
        <w:r w:rsidR="00212390">
          <w:rPr>
            <w:noProof/>
            <w:webHidden/>
          </w:rPr>
          <w:instrText xml:space="preserve"> PAGEREF _Toc407632637 \h </w:instrText>
        </w:r>
        <w:r w:rsidR="006D3DEA">
          <w:rPr>
            <w:noProof/>
            <w:webHidden/>
          </w:rPr>
        </w:r>
        <w:r w:rsidR="006D3DEA">
          <w:rPr>
            <w:noProof/>
            <w:webHidden/>
          </w:rPr>
          <w:fldChar w:fldCharType="separate"/>
        </w:r>
        <w:r w:rsidR="00212390">
          <w:rPr>
            <w:noProof/>
            <w:webHidden/>
          </w:rPr>
          <w:t>4</w:t>
        </w:r>
        <w:r w:rsidR="006D3DEA">
          <w:rPr>
            <w:noProof/>
            <w:webHidden/>
          </w:rPr>
          <w:fldChar w:fldCharType="end"/>
        </w:r>
      </w:hyperlink>
    </w:p>
    <w:p w:rsidR="00212390" w:rsidRDefault="006B5ABC">
      <w:pPr>
        <w:pStyle w:val="TOC2"/>
        <w:tabs>
          <w:tab w:val="right" w:leader="dot" w:pos="9019"/>
        </w:tabs>
        <w:rPr>
          <w:rFonts w:asciiTheme="minorHAnsi" w:eastAsiaTheme="minorEastAsia" w:hAnsiTheme="minorHAnsi" w:cstheme="minorBidi"/>
          <w:noProof/>
          <w:szCs w:val="22"/>
          <w:lang w:eastAsia="zh-CN"/>
        </w:rPr>
      </w:pPr>
      <w:hyperlink w:anchor="_Toc407632638" w:history="1">
        <w:r w:rsidR="00212390" w:rsidRPr="00AC54EE">
          <w:rPr>
            <w:rStyle w:val="Hyperlink"/>
            <w:noProof/>
          </w:rPr>
          <w:t>Release Notes</w:t>
        </w:r>
        <w:r w:rsidR="00212390">
          <w:rPr>
            <w:noProof/>
            <w:webHidden/>
          </w:rPr>
          <w:tab/>
        </w:r>
        <w:r w:rsidR="006D3DEA">
          <w:rPr>
            <w:noProof/>
            <w:webHidden/>
          </w:rPr>
          <w:fldChar w:fldCharType="begin"/>
        </w:r>
        <w:r w:rsidR="00212390">
          <w:rPr>
            <w:noProof/>
            <w:webHidden/>
          </w:rPr>
          <w:instrText xml:space="preserve"> PAGEREF _Toc407632638 \h </w:instrText>
        </w:r>
        <w:r w:rsidR="006D3DEA">
          <w:rPr>
            <w:noProof/>
            <w:webHidden/>
          </w:rPr>
        </w:r>
        <w:r w:rsidR="006D3DEA">
          <w:rPr>
            <w:noProof/>
            <w:webHidden/>
          </w:rPr>
          <w:fldChar w:fldCharType="separate"/>
        </w:r>
        <w:r w:rsidR="00212390">
          <w:rPr>
            <w:noProof/>
            <w:webHidden/>
          </w:rPr>
          <w:t>4</w:t>
        </w:r>
        <w:r w:rsidR="006D3DEA">
          <w:rPr>
            <w:noProof/>
            <w:webHidden/>
          </w:rPr>
          <w:fldChar w:fldCharType="end"/>
        </w:r>
      </w:hyperlink>
    </w:p>
    <w:p w:rsidR="00212390" w:rsidRDefault="006B5ABC">
      <w:pPr>
        <w:pStyle w:val="TOC2"/>
        <w:tabs>
          <w:tab w:val="right" w:leader="dot" w:pos="9019"/>
        </w:tabs>
        <w:rPr>
          <w:rFonts w:asciiTheme="minorHAnsi" w:eastAsiaTheme="minorEastAsia" w:hAnsiTheme="minorHAnsi" w:cstheme="minorBidi"/>
          <w:noProof/>
          <w:szCs w:val="22"/>
          <w:lang w:eastAsia="zh-CN"/>
        </w:rPr>
      </w:pPr>
      <w:hyperlink w:anchor="_Toc407632639" w:history="1">
        <w:r w:rsidR="00212390" w:rsidRPr="00AC54EE">
          <w:rPr>
            <w:rStyle w:val="Hyperlink"/>
            <w:noProof/>
          </w:rPr>
          <w:t>Software Build Time</w:t>
        </w:r>
        <w:r w:rsidR="00212390">
          <w:rPr>
            <w:noProof/>
            <w:webHidden/>
          </w:rPr>
          <w:tab/>
        </w:r>
        <w:r w:rsidR="006D3DEA">
          <w:rPr>
            <w:noProof/>
            <w:webHidden/>
          </w:rPr>
          <w:fldChar w:fldCharType="begin"/>
        </w:r>
        <w:r w:rsidR="00212390">
          <w:rPr>
            <w:noProof/>
            <w:webHidden/>
          </w:rPr>
          <w:instrText xml:space="preserve"> PAGEREF _Toc407632639 \h </w:instrText>
        </w:r>
        <w:r w:rsidR="006D3DEA">
          <w:rPr>
            <w:noProof/>
            <w:webHidden/>
          </w:rPr>
        </w:r>
        <w:r w:rsidR="006D3DEA">
          <w:rPr>
            <w:noProof/>
            <w:webHidden/>
          </w:rPr>
          <w:fldChar w:fldCharType="separate"/>
        </w:r>
        <w:r w:rsidR="00212390">
          <w:rPr>
            <w:noProof/>
            <w:webHidden/>
          </w:rPr>
          <w:t>4</w:t>
        </w:r>
        <w:r w:rsidR="006D3DEA">
          <w:rPr>
            <w:noProof/>
            <w:webHidden/>
          </w:rPr>
          <w:fldChar w:fldCharType="end"/>
        </w:r>
      </w:hyperlink>
    </w:p>
    <w:p w:rsidR="00212390" w:rsidRDefault="006B5ABC">
      <w:pPr>
        <w:pStyle w:val="TOC2"/>
        <w:tabs>
          <w:tab w:val="right" w:leader="dot" w:pos="9019"/>
        </w:tabs>
        <w:rPr>
          <w:rFonts w:asciiTheme="minorHAnsi" w:eastAsiaTheme="minorEastAsia" w:hAnsiTheme="minorHAnsi" w:cstheme="minorBidi"/>
          <w:noProof/>
          <w:szCs w:val="22"/>
          <w:lang w:eastAsia="zh-CN"/>
        </w:rPr>
      </w:pPr>
      <w:hyperlink w:anchor="_Toc407632640" w:history="1">
        <w:r w:rsidR="00212390" w:rsidRPr="00AC54EE">
          <w:rPr>
            <w:rStyle w:val="Hyperlink"/>
            <w:noProof/>
          </w:rPr>
          <w:t>Software Version Information</w:t>
        </w:r>
        <w:r w:rsidR="00212390">
          <w:rPr>
            <w:noProof/>
            <w:webHidden/>
          </w:rPr>
          <w:tab/>
        </w:r>
        <w:r w:rsidR="006D3DEA">
          <w:rPr>
            <w:noProof/>
            <w:webHidden/>
          </w:rPr>
          <w:fldChar w:fldCharType="begin"/>
        </w:r>
        <w:r w:rsidR="00212390">
          <w:rPr>
            <w:noProof/>
            <w:webHidden/>
          </w:rPr>
          <w:instrText xml:space="preserve"> PAGEREF _Toc407632640 \h </w:instrText>
        </w:r>
        <w:r w:rsidR="006D3DEA">
          <w:rPr>
            <w:noProof/>
            <w:webHidden/>
          </w:rPr>
        </w:r>
        <w:r w:rsidR="006D3DEA">
          <w:rPr>
            <w:noProof/>
            <w:webHidden/>
          </w:rPr>
          <w:fldChar w:fldCharType="separate"/>
        </w:r>
        <w:r w:rsidR="00212390">
          <w:rPr>
            <w:noProof/>
            <w:webHidden/>
          </w:rPr>
          <w:t>4</w:t>
        </w:r>
        <w:r w:rsidR="006D3DEA">
          <w:rPr>
            <w:noProof/>
            <w:webHidden/>
          </w:rPr>
          <w:fldChar w:fldCharType="end"/>
        </w:r>
      </w:hyperlink>
    </w:p>
    <w:p w:rsidR="00212390" w:rsidRDefault="006B5ABC">
      <w:pPr>
        <w:pStyle w:val="TOC2"/>
        <w:tabs>
          <w:tab w:val="right" w:leader="dot" w:pos="9019"/>
        </w:tabs>
        <w:rPr>
          <w:rFonts w:asciiTheme="minorHAnsi" w:eastAsiaTheme="minorEastAsia" w:hAnsiTheme="minorHAnsi" w:cstheme="minorBidi"/>
          <w:noProof/>
          <w:szCs w:val="22"/>
          <w:lang w:eastAsia="zh-CN"/>
        </w:rPr>
      </w:pPr>
      <w:hyperlink w:anchor="_Toc407632641" w:history="1">
        <w:r w:rsidR="00212390" w:rsidRPr="00AC54EE">
          <w:rPr>
            <w:rStyle w:val="Hyperlink"/>
            <w:noProof/>
          </w:rPr>
          <w:t>Supported Device List</w:t>
        </w:r>
        <w:r w:rsidR="00212390">
          <w:rPr>
            <w:noProof/>
            <w:webHidden/>
          </w:rPr>
          <w:tab/>
        </w:r>
        <w:r w:rsidR="006D3DEA">
          <w:rPr>
            <w:noProof/>
            <w:webHidden/>
          </w:rPr>
          <w:fldChar w:fldCharType="begin"/>
        </w:r>
        <w:r w:rsidR="00212390">
          <w:rPr>
            <w:noProof/>
            <w:webHidden/>
          </w:rPr>
          <w:instrText xml:space="preserve"> PAGEREF _Toc407632641 \h </w:instrText>
        </w:r>
        <w:r w:rsidR="006D3DEA">
          <w:rPr>
            <w:noProof/>
            <w:webHidden/>
          </w:rPr>
        </w:r>
        <w:r w:rsidR="006D3DEA">
          <w:rPr>
            <w:noProof/>
            <w:webHidden/>
          </w:rPr>
          <w:fldChar w:fldCharType="separate"/>
        </w:r>
        <w:r w:rsidR="00212390">
          <w:rPr>
            <w:noProof/>
            <w:webHidden/>
          </w:rPr>
          <w:t>4</w:t>
        </w:r>
        <w:r w:rsidR="006D3DEA">
          <w:rPr>
            <w:noProof/>
            <w:webHidden/>
          </w:rPr>
          <w:fldChar w:fldCharType="end"/>
        </w:r>
      </w:hyperlink>
    </w:p>
    <w:p w:rsidR="00212390" w:rsidRDefault="006B5ABC">
      <w:pPr>
        <w:pStyle w:val="TOC2"/>
        <w:tabs>
          <w:tab w:val="right" w:leader="dot" w:pos="9019"/>
        </w:tabs>
        <w:rPr>
          <w:rFonts w:asciiTheme="minorHAnsi" w:eastAsiaTheme="minorEastAsia" w:hAnsiTheme="minorHAnsi" w:cstheme="minorBidi"/>
          <w:noProof/>
          <w:szCs w:val="22"/>
          <w:lang w:eastAsia="zh-CN"/>
        </w:rPr>
      </w:pPr>
      <w:hyperlink w:anchor="_Toc407632642" w:history="1">
        <w:r w:rsidR="00212390" w:rsidRPr="00AC54EE">
          <w:rPr>
            <w:rStyle w:val="Hyperlink"/>
            <w:noProof/>
          </w:rPr>
          <w:t>What’s New and Fixed Issue List</w:t>
        </w:r>
        <w:r w:rsidR="00212390">
          <w:rPr>
            <w:noProof/>
            <w:webHidden/>
          </w:rPr>
          <w:tab/>
        </w:r>
        <w:r w:rsidR="006D3DEA">
          <w:rPr>
            <w:noProof/>
            <w:webHidden/>
          </w:rPr>
          <w:fldChar w:fldCharType="begin"/>
        </w:r>
        <w:r w:rsidR="00212390">
          <w:rPr>
            <w:noProof/>
            <w:webHidden/>
          </w:rPr>
          <w:instrText xml:space="preserve"> PAGEREF _Toc407632642 \h </w:instrText>
        </w:r>
        <w:r w:rsidR="006D3DEA">
          <w:rPr>
            <w:noProof/>
            <w:webHidden/>
          </w:rPr>
        </w:r>
        <w:r w:rsidR="006D3DEA">
          <w:rPr>
            <w:noProof/>
            <w:webHidden/>
          </w:rPr>
          <w:fldChar w:fldCharType="separate"/>
        </w:r>
        <w:r w:rsidR="00212390">
          <w:rPr>
            <w:noProof/>
            <w:webHidden/>
          </w:rPr>
          <w:t>4</w:t>
        </w:r>
        <w:r w:rsidR="006D3DEA">
          <w:rPr>
            <w:noProof/>
            <w:webHidden/>
          </w:rPr>
          <w:fldChar w:fldCharType="end"/>
        </w:r>
      </w:hyperlink>
    </w:p>
    <w:p w:rsidR="00212390" w:rsidRDefault="006B5ABC">
      <w:pPr>
        <w:pStyle w:val="TOC2"/>
        <w:tabs>
          <w:tab w:val="right" w:leader="dot" w:pos="9019"/>
        </w:tabs>
        <w:rPr>
          <w:rFonts w:asciiTheme="minorHAnsi" w:eastAsiaTheme="minorEastAsia" w:hAnsiTheme="minorHAnsi" w:cstheme="minorBidi"/>
          <w:noProof/>
          <w:szCs w:val="22"/>
          <w:lang w:eastAsia="zh-CN"/>
        </w:rPr>
      </w:pPr>
      <w:hyperlink w:anchor="_Toc407632643" w:history="1">
        <w:r w:rsidR="00212390" w:rsidRPr="00AC54EE">
          <w:rPr>
            <w:rStyle w:val="Hyperlink"/>
            <w:noProof/>
          </w:rPr>
          <w:t>Un-implemented Features or Functions</w:t>
        </w:r>
        <w:r w:rsidR="00212390">
          <w:rPr>
            <w:noProof/>
            <w:webHidden/>
          </w:rPr>
          <w:tab/>
        </w:r>
        <w:r w:rsidR="006D3DEA">
          <w:rPr>
            <w:noProof/>
            <w:webHidden/>
          </w:rPr>
          <w:fldChar w:fldCharType="begin"/>
        </w:r>
        <w:r w:rsidR="00212390">
          <w:rPr>
            <w:noProof/>
            <w:webHidden/>
          </w:rPr>
          <w:instrText xml:space="preserve"> PAGEREF _Toc407632643 \h </w:instrText>
        </w:r>
        <w:r w:rsidR="006D3DEA">
          <w:rPr>
            <w:noProof/>
            <w:webHidden/>
          </w:rPr>
        </w:r>
        <w:r w:rsidR="006D3DEA">
          <w:rPr>
            <w:noProof/>
            <w:webHidden/>
          </w:rPr>
          <w:fldChar w:fldCharType="separate"/>
        </w:r>
        <w:r w:rsidR="00212390">
          <w:rPr>
            <w:noProof/>
            <w:webHidden/>
          </w:rPr>
          <w:t>5</w:t>
        </w:r>
        <w:r w:rsidR="006D3DEA">
          <w:rPr>
            <w:noProof/>
            <w:webHidden/>
          </w:rPr>
          <w:fldChar w:fldCharType="end"/>
        </w:r>
      </w:hyperlink>
    </w:p>
    <w:p w:rsidR="00212390" w:rsidRDefault="006B5ABC">
      <w:pPr>
        <w:pStyle w:val="TOC2"/>
        <w:tabs>
          <w:tab w:val="right" w:leader="dot" w:pos="9019"/>
        </w:tabs>
        <w:rPr>
          <w:rFonts w:asciiTheme="minorHAnsi" w:eastAsiaTheme="minorEastAsia" w:hAnsiTheme="minorHAnsi" w:cstheme="minorBidi"/>
          <w:noProof/>
          <w:szCs w:val="22"/>
          <w:lang w:eastAsia="zh-CN"/>
        </w:rPr>
      </w:pPr>
      <w:hyperlink w:anchor="_Toc407632644" w:history="1">
        <w:r w:rsidR="00212390" w:rsidRPr="00AC54EE">
          <w:rPr>
            <w:rStyle w:val="Hyperlink"/>
            <w:noProof/>
          </w:rPr>
          <w:t>Test Report</w:t>
        </w:r>
        <w:r w:rsidR="00212390">
          <w:rPr>
            <w:noProof/>
            <w:webHidden/>
          </w:rPr>
          <w:tab/>
        </w:r>
        <w:r w:rsidR="006D3DEA">
          <w:rPr>
            <w:noProof/>
            <w:webHidden/>
          </w:rPr>
          <w:fldChar w:fldCharType="begin"/>
        </w:r>
        <w:r w:rsidR="00212390">
          <w:rPr>
            <w:noProof/>
            <w:webHidden/>
          </w:rPr>
          <w:instrText xml:space="preserve"> PAGEREF _Toc407632644 \h </w:instrText>
        </w:r>
        <w:r w:rsidR="006D3DEA">
          <w:rPr>
            <w:noProof/>
            <w:webHidden/>
          </w:rPr>
        </w:r>
        <w:r w:rsidR="006D3DEA">
          <w:rPr>
            <w:noProof/>
            <w:webHidden/>
          </w:rPr>
          <w:fldChar w:fldCharType="separate"/>
        </w:r>
        <w:r w:rsidR="00212390">
          <w:rPr>
            <w:noProof/>
            <w:webHidden/>
          </w:rPr>
          <w:t>5</w:t>
        </w:r>
        <w:r w:rsidR="006D3DEA">
          <w:rPr>
            <w:noProof/>
            <w:webHidden/>
          </w:rPr>
          <w:fldChar w:fldCharType="end"/>
        </w:r>
      </w:hyperlink>
    </w:p>
    <w:p w:rsidR="00FB048A" w:rsidRDefault="006D3DEA" w:rsidP="00A24A33">
      <w:r w:rsidRPr="002C0AD4">
        <w:rPr>
          <w:rFonts w:ascii="Times New Roman" w:hAnsi="Times New Roman"/>
          <w:szCs w:val="22"/>
        </w:rPr>
        <w:fldChar w:fldCharType="end"/>
      </w:r>
    </w:p>
    <w:p w:rsidR="004E0736" w:rsidRPr="00303078" w:rsidRDefault="00FB048A" w:rsidP="005C3C68">
      <w:pPr>
        <w:pStyle w:val="Heading1"/>
        <w:keepNext/>
        <w:widowControl/>
        <w:numPr>
          <w:ilvl w:val="0"/>
          <w:numId w:val="10"/>
        </w:numPr>
        <w:shd w:val="pct10" w:color="auto" w:fill="FFFFFF"/>
        <w:spacing w:before="360" w:after="360"/>
        <w:jc w:val="center"/>
        <w:rPr>
          <w:rFonts w:ascii="Times New Roman" w:hAnsi="Times New Roman"/>
          <w:color w:val="C00000"/>
          <w:sz w:val="32"/>
          <w:szCs w:val="32"/>
        </w:rPr>
      </w:pPr>
      <w:r>
        <w:br w:type="page"/>
      </w:r>
      <w:bookmarkStart w:id="0" w:name="_Toc297050327"/>
      <w:bookmarkStart w:id="1" w:name="_Toc407632637"/>
      <w:bookmarkStart w:id="2" w:name="_Toc158627139"/>
      <w:r w:rsidR="006A64B9">
        <w:rPr>
          <w:rFonts w:ascii="Times New Roman" w:hAnsi="Times New Roman" w:hint="eastAsia"/>
          <w:color w:val="C00000"/>
          <w:sz w:val="32"/>
          <w:szCs w:val="32"/>
          <w:lang w:eastAsia="zh-CN"/>
        </w:rPr>
        <w:lastRenderedPageBreak/>
        <w:t>Software</w:t>
      </w:r>
      <w:r w:rsidR="003A73ED" w:rsidRPr="00303078">
        <w:rPr>
          <w:rFonts w:ascii="Times New Roman" w:hAnsi="Times New Roman"/>
          <w:color w:val="C00000"/>
          <w:sz w:val="32"/>
          <w:szCs w:val="32"/>
          <w:lang w:eastAsia="zh-CN"/>
        </w:rPr>
        <w:t xml:space="preserve"> </w:t>
      </w:r>
      <w:r w:rsidR="0060475C" w:rsidRPr="00303078">
        <w:rPr>
          <w:rFonts w:ascii="Times New Roman" w:hAnsi="Times New Roman" w:hint="eastAsia"/>
          <w:color w:val="C00000"/>
          <w:sz w:val="32"/>
          <w:szCs w:val="32"/>
          <w:lang w:eastAsia="zh-CN"/>
        </w:rPr>
        <w:t>Release</w:t>
      </w:r>
      <w:r w:rsidR="003A73ED" w:rsidRPr="00303078">
        <w:rPr>
          <w:rFonts w:ascii="Times New Roman" w:hAnsi="Times New Roman"/>
          <w:color w:val="C00000"/>
          <w:sz w:val="32"/>
          <w:szCs w:val="32"/>
        </w:rPr>
        <w:t xml:space="preserve"> Document</w:t>
      </w:r>
      <w:bookmarkEnd w:id="0"/>
      <w:bookmarkEnd w:id="1"/>
    </w:p>
    <w:p w:rsidR="004E0736" w:rsidRPr="00747866" w:rsidRDefault="004E0736" w:rsidP="007D19C9">
      <w:pPr>
        <w:pStyle w:val="Heading2"/>
      </w:pPr>
      <w:bookmarkStart w:id="3" w:name="_Toc261526057"/>
      <w:bookmarkStart w:id="4" w:name="_Toc407632638"/>
      <w:r w:rsidRPr="00747866">
        <w:t>Release Notes</w:t>
      </w:r>
      <w:bookmarkEnd w:id="3"/>
      <w:bookmarkEnd w:id="4"/>
    </w:p>
    <w:tbl>
      <w:tblPr>
        <w:tblW w:w="0" w:type="auto"/>
        <w:tblInd w:w="126" w:type="dxa"/>
        <w:tblLayout w:type="fixed"/>
        <w:tblLook w:val="0000" w:firstRow="0" w:lastRow="0" w:firstColumn="0" w:lastColumn="0" w:noHBand="0" w:noVBand="0"/>
      </w:tblPr>
      <w:tblGrid>
        <w:gridCol w:w="2502"/>
        <w:gridCol w:w="6507"/>
      </w:tblGrid>
      <w:tr w:rsidR="004E0736" w:rsidTr="00A77514">
        <w:tc>
          <w:tcPr>
            <w:tcW w:w="2502" w:type="dxa"/>
            <w:tcBorders>
              <w:top w:val="single" w:sz="6" w:space="0" w:color="auto"/>
              <w:left w:val="single" w:sz="6" w:space="0" w:color="auto"/>
              <w:bottom w:val="single" w:sz="6" w:space="0" w:color="auto"/>
              <w:right w:val="single" w:sz="6" w:space="0" w:color="auto"/>
            </w:tcBorders>
            <w:shd w:val="pct15" w:color="auto" w:fill="auto"/>
          </w:tcPr>
          <w:p w:rsidR="004E0736" w:rsidRPr="00C4195C" w:rsidRDefault="004E0736" w:rsidP="009B03C6">
            <w:pPr>
              <w:pStyle w:val="TableTextBold"/>
            </w:pPr>
            <w:r w:rsidRPr="00C4195C">
              <w:t>Product Name:</w:t>
            </w:r>
          </w:p>
        </w:tc>
        <w:tc>
          <w:tcPr>
            <w:tcW w:w="6507" w:type="dxa"/>
            <w:tcBorders>
              <w:top w:val="single" w:sz="6" w:space="0" w:color="auto"/>
              <w:left w:val="single" w:sz="6" w:space="0" w:color="auto"/>
              <w:bottom w:val="single" w:sz="6" w:space="0" w:color="auto"/>
              <w:right w:val="single" w:sz="6" w:space="0" w:color="auto"/>
            </w:tcBorders>
          </w:tcPr>
          <w:p w:rsidR="004E0736" w:rsidRPr="002A30A3" w:rsidRDefault="00776C07" w:rsidP="009B03C6">
            <w:pPr>
              <w:pStyle w:val="TableText"/>
              <w:rPr>
                <w:rFonts w:eastAsia="PMingLiU"/>
                <w:lang w:eastAsia="zh-TW"/>
              </w:rPr>
            </w:pPr>
            <w:r>
              <w:t xml:space="preserve">  </w:t>
            </w:r>
            <w:r w:rsidR="006A64B9">
              <w:rPr>
                <w:rFonts w:hint="eastAsia"/>
              </w:rPr>
              <w:t>HDCS</w:t>
            </w:r>
          </w:p>
        </w:tc>
      </w:tr>
      <w:tr w:rsidR="00EC0C87" w:rsidTr="00A77514">
        <w:tc>
          <w:tcPr>
            <w:tcW w:w="2502" w:type="dxa"/>
            <w:tcBorders>
              <w:top w:val="single" w:sz="6" w:space="0" w:color="auto"/>
              <w:left w:val="single" w:sz="6" w:space="0" w:color="auto"/>
              <w:bottom w:val="single" w:sz="6" w:space="0" w:color="auto"/>
              <w:right w:val="single" w:sz="6" w:space="0" w:color="auto"/>
            </w:tcBorders>
            <w:shd w:val="pct15" w:color="auto" w:fill="auto"/>
          </w:tcPr>
          <w:p w:rsidR="00EC0C87" w:rsidRPr="00C4195C" w:rsidRDefault="00EC0C87" w:rsidP="009B03C6">
            <w:pPr>
              <w:pStyle w:val="TableTextBold"/>
            </w:pPr>
            <w:r w:rsidRPr="00C4195C">
              <w:t>Version Number:</w:t>
            </w:r>
          </w:p>
        </w:tc>
        <w:tc>
          <w:tcPr>
            <w:tcW w:w="6507" w:type="dxa"/>
            <w:tcBorders>
              <w:top w:val="single" w:sz="6" w:space="0" w:color="auto"/>
              <w:left w:val="single" w:sz="6" w:space="0" w:color="auto"/>
              <w:bottom w:val="single" w:sz="6" w:space="0" w:color="auto"/>
              <w:right w:val="single" w:sz="6" w:space="0" w:color="auto"/>
            </w:tcBorders>
          </w:tcPr>
          <w:p w:rsidR="00EC0C87" w:rsidRPr="009B03C6" w:rsidRDefault="000D6C3B" w:rsidP="009B03C6">
            <w:pPr>
              <w:pStyle w:val="TableText"/>
              <w:rPr>
                <w:color w:val="FF0000"/>
                <w:lang w:val="it-IT"/>
              </w:rPr>
            </w:pPr>
            <w:r>
              <w:t>6.2.R.20190118</w:t>
            </w:r>
          </w:p>
        </w:tc>
      </w:tr>
      <w:tr w:rsidR="004E0736" w:rsidTr="00A77514">
        <w:tc>
          <w:tcPr>
            <w:tcW w:w="2502" w:type="dxa"/>
            <w:tcBorders>
              <w:top w:val="single" w:sz="6" w:space="0" w:color="auto"/>
              <w:left w:val="single" w:sz="6" w:space="0" w:color="auto"/>
              <w:bottom w:val="single" w:sz="6" w:space="0" w:color="auto"/>
              <w:right w:val="single" w:sz="6" w:space="0" w:color="auto"/>
            </w:tcBorders>
            <w:shd w:val="pct15" w:color="auto" w:fill="auto"/>
          </w:tcPr>
          <w:p w:rsidR="004E0736" w:rsidRPr="00C4195C" w:rsidRDefault="004E0736" w:rsidP="009B03C6">
            <w:pPr>
              <w:pStyle w:val="TableTextBold"/>
            </w:pPr>
            <w:r w:rsidRPr="00C4195C">
              <w:t>Date:</w:t>
            </w:r>
          </w:p>
        </w:tc>
        <w:tc>
          <w:tcPr>
            <w:tcW w:w="6507" w:type="dxa"/>
            <w:tcBorders>
              <w:top w:val="single" w:sz="6" w:space="0" w:color="auto"/>
              <w:left w:val="single" w:sz="6" w:space="0" w:color="auto"/>
              <w:bottom w:val="single" w:sz="6" w:space="0" w:color="auto"/>
              <w:right w:val="single" w:sz="6" w:space="0" w:color="auto"/>
            </w:tcBorders>
          </w:tcPr>
          <w:p w:rsidR="004E0736" w:rsidRPr="009B03C6" w:rsidRDefault="00DC4ED1" w:rsidP="005B2AC2">
            <w:pPr>
              <w:pStyle w:val="TableText"/>
              <w:rPr>
                <w:color w:val="FF0000"/>
              </w:rPr>
            </w:pPr>
            <w:r>
              <w:rPr>
                <w:rFonts w:hint="eastAsia"/>
                <w:color w:val="FF0000"/>
              </w:rPr>
              <w:t>201</w:t>
            </w:r>
            <w:r w:rsidR="000D6C3B">
              <w:rPr>
                <w:color w:val="FF0000"/>
              </w:rPr>
              <w:t>9</w:t>
            </w:r>
            <w:r w:rsidR="006A64B9" w:rsidRPr="009B03C6">
              <w:rPr>
                <w:rFonts w:hint="eastAsia"/>
                <w:color w:val="FF0000"/>
              </w:rPr>
              <w:t>-</w:t>
            </w:r>
            <w:r w:rsidR="0010218A">
              <w:rPr>
                <w:color w:val="FF0000"/>
              </w:rPr>
              <w:t>0</w:t>
            </w:r>
            <w:r w:rsidR="000D6C3B">
              <w:rPr>
                <w:color w:val="FF0000"/>
              </w:rPr>
              <w:t>1</w:t>
            </w:r>
            <w:r w:rsidR="00133CDE" w:rsidRPr="009B03C6">
              <w:rPr>
                <w:rFonts w:hint="eastAsia"/>
                <w:color w:val="FF0000"/>
              </w:rPr>
              <w:t>-</w:t>
            </w:r>
            <w:r w:rsidR="000D6C3B">
              <w:rPr>
                <w:color w:val="FF0000"/>
              </w:rPr>
              <w:t>1</w:t>
            </w:r>
            <w:r w:rsidR="009A226B">
              <w:rPr>
                <w:color w:val="FF0000"/>
              </w:rPr>
              <w:t>8</w:t>
            </w:r>
          </w:p>
        </w:tc>
      </w:tr>
      <w:tr w:rsidR="004E0736" w:rsidTr="00A77514">
        <w:tc>
          <w:tcPr>
            <w:tcW w:w="2502" w:type="dxa"/>
            <w:tcBorders>
              <w:top w:val="single" w:sz="6" w:space="0" w:color="auto"/>
              <w:left w:val="single" w:sz="6" w:space="0" w:color="auto"/>
              <w:bottom w:val="single" w:sz="6" w:space="0" w:color="auto"/>
              <w:right w:val="single" w:sz="6" w:space="0" w:color="auto"/>
            </w:tcBorders>
            <w:shd w:val="pct15" w:color="auto" w:fill="auto"/>
          </w:tcPr>
          <w:p w:rsidR="008D3232" w:rsidRPr="008D3232" w:rsidRDefault="008D3232" w:rsidP="009B03C6">
            <w:pPr>
              <w:pStyle w:val="TableText"/>
            </w:pPr>
            <w:r w:rsidRPr="008D3232">
              <w:t xml:space="preserve">Path for the </w:t>
            </w:r>
            <w:r w:rsidR="006A64B9">
              <w:rPr>
                <w:rFonts w:hint="eastAsia"/>
              </w:rPr>
              <w:t>Software</w:t>
            </w:r>
            <w:r w:rsidRPr="008D3232">
              <w:t>:</w:t>
            </w:r>
          </w:p>
          <w:p w:rsidR="004E0736" w:rsidRPr="00C4195C" w:rsidRDefault="004E0736" w:rsidP="009B03C6">
            <w:pPr>
              <w:pStyle w:val="TableTextBold"/>
            </w:pPr>
          </w:p>
        </w:tc>
        <w:tc>
          <w:tcPr>
            <w:tcW w:w="6507" w:type="dxa"/>
            <w:tcBorders>
              <w:top w:val="single" w:sz="6" w:space="0" w:color="auto"/>
              <w:left w:val="single" w:sz="6" w:space="0" w:color="auto"/>
              <w:bottom w:val="single" w:sz="6" w:space="0" w:color="auto"/>
              <w:right w:val="single" w:sz="6" w:space="0" w:color="auto"/>
            </w:tcBorders>
          </w:tcPr>
          <w:p w:rsidR="00DC1E68" w:rsidRDefault="00DC1E68" w:rsidP="00DC1E68">
            <w:pPr>
              <w:pStyle w:val="TableText"/>
              <w:rPr>
                <w:b/>
              </w:rPr>
            </w:pPr>
            <w:r>
              <w:rPr>
                <w:rFonts w:hint="eastAsia"/>
                <w:b/>
              </w:rPr>
              <w:t xml:space="preserve">File Name: </w:t>
            </w:r>
          </w:p>
          <w:p w:rsidR="009A4DF4" w:rsidRPr="00624036" w:rsidRDefault="000D6C3B" w:rsidP="005B2AC2">
            <w:pPr>
              <w:pStyle w:val="TableText"/>
              <w:rPr>
                <w:b/>
              </w:rPr>
            </w:pPr>
            <w:r w:rsidRPr="000D6C3B">
              <w:t>Honeywe</w:t>
            </w:r>
            <w:r>
              <w:t>ll_HDCS_Windows_HSPA-EMEA_V6.2.R</w:t>
            </w:r>
            <w:r w:rsidRPr="000D6C3B">
              <w:t>.20190118.zip</w:t>
            </w:r>
          </w:p>
        </w:tc>
      </w:tr>
    </w:tbl>
    <w:p w:rsidR="004E0736" w:rsidRDefault="004E0736" w:rsidP="004E0736"/>
    <w:p w:rsidR="00F53B49" w:rsidRPr="00080FC1" w:rsidRDefault="00F53B49" w:rsidP="004E0736">
      <w:pPr>
        <w:rPr>
          <w:rFonts w:eastAsia="PMingLiU"/>
          <w:lang w:eastAsia="zh-TW"/>
        </w:rPr>
      </w:pPr>
    </w:p>
    <w:p w:rsidR="005E053F" w:rsidRPr="00ED728A" w:rsidRDefault="006A64B9" w:rsidP="007D19C9">
      <w:pPr>
        <w:pStyle w:val="Heading2"/>
        <w:rPr>
          <w:color w:val="FF0000"/>
        </w:rPr>
      </w:pPr>
      <w:bookmarkStart w:id="5" w:name="_Toc306215192"/>
      <w:bookmarkStart w:id="6" w:name="_Toc407632639"/>
      <w:bookmarkStart w:id="7" w:name="OLE_LINK3"/>
      <w:bookmarkStart w:id="8" w:name="OLE_LINK4"/>
      <w:r>
        <w:rPr>
          <w:rFonts w:hint="eastAsia"/>
        </w:rPr>
        <w:t>Software</w:t>
      </w:r>
      <w:r w:rsidR="005E053F" w:rsidRPr="00747866">
        <w:t xml:space="preserve"> </w:t>
      </w:r>
      <w:r w:rsidR="005E053F">
        <w:t>Build Time</w:t>
      </w:r>
      <w:bookmarkEnd w:id="5"/>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1933"/>
      </w:tblGrid>
      <w:tr w:rsidR="00A83065" w:rsidRPr="00ED728A" w:rsidTr="001E7142">
        <w:trPr>
          <w:jc w:val="center"/>
        </w:trPr>
        <w:tc>
          <w:tcPr>
            <w:tcW w:w="2225" w:type="dxa"/>
            <w:shd w:val="pct15" w:color="auto" w:fill="auto"/>
          </w:tcPr>
          <w:p w:rsidR="00A83065" w:rsidRPr="00ED728A" w:rsidRDefault="002C3A4E" w:rsidP="009B03C6">
            <w:pPr>
              <w:pStyle w:val="TableTextBold"/>
            </w:pPr>
            <w:r w:rsidRPr="00ED728A">
              <w:rPr>
                <w:rFonts w:hint="eastAsia"/>
              </w:rPr>
              <w:t xml:space="preserve">Version </w:t>
            </w:r>
            <w:r w:rsidR="00A83065" w:rsidRPr="00ED728A">
              <w:rPr>
                <w:rFonts w:hint="eastAsia"/>
              </w:rPr>
              <w:t>Build Time</w:t>
            </w:r>
          </w:p>
        </w:tc>
        <w:tc>
          <w:tcPr>
            <w:tcW w:w="1933" w:type="dxa"/>
          </w:tcPr>
          <w:p w:rsidR="00A83065" w:rsidRPr="00ED728A" w:rsidRDefault="006A64B9" w:rsidP="006B351D">
            <w:pPr>
              <w:rPr>
                <w:rFonts w:ascii="Times New Roman" w:eastAsiaTheme="minorEastAsia" w:hAnsi="Times New Roman"/>
                <w:color w:val="FF0000"/>
                <w:sz w:val="20"/>
                <w:lang w:eastAsia="zh-CN"/>
              </w:rPr>
            </w:pPr>
            <w:r w:rsidRPr="00ED728A">
              <w:rPr>
                <w:rFonts w:ascii="Times New Roman" w:eastAsia="PMingLiU" w:hAnsi="Times New Roman"/>
                <w:color w:val="FF0000"/>
                <w:sz w:val="20"/>
                <w:lang w:eastAsia="zh-TW"/>
              </w:rPr>
              <w:t>201</w:t>
            </w:r>
            <w:r w:rsidR="00E95E0E">
              <w:rPr>
                <w:rFonts w:ascii="Times New Roman" w:eastAsia="PMingLiU" w:hAnsi="Times New Roman"/>
                <w:color w:val="FF0000"/>
                <w:sz w:val="20"/>
                <w:lang w:eastAsia="zh-TW"/>
              </w:rPr>
              <w:t>9</w:t>
            </w:r>
            <w:r w:rsidR="008774EC" w:rsidRPr="00ED728A">
              <w:rPr>
                <w:rFonts w:ascii="Times New Roman" w:eastAsia="PMingLiU" w:hAnsi="Times New Roman"/>
                <w:color w:val="FF0000"/>
                <w:sz w:val="20"/>
                <w:lang w:eastAsia="zh-TW"/>
              </w:rPr>
              <w:t>-</w:t>
            </w:r>
            <w:r w:rsidR="0010218A">
              <w:rPr>
                <w:rFonts w:ascii="Times New Roman" w:eastAsiaTheme="minorEastAsia" w:hAnsi="Times New Roman"/>
                <w:color w:val="FF0000"/>
                <w:sz w:val="20"/>
                <w:lang w:eastAsia="zh-CN"/>
              </w:rPr>
              <w:t>0</w:t>
            </w:r>
            <w:r w:rsidR="00E95E0E">
              <w:rPr>
                <w:rFonts w:ascii="Times New Roman" w:eastAsiaTheme="minorEastAsia" w:hAnsi="Times New Roman"/>
                <w:color w:val="FF0000"/>
                <w:sz w:val="20"/>
                <w:lang w:eastAsia="zh-CN"/>
              </w:rPr>
              <w:t>1</w:t>
            </w:r>
            <w:r w:rsidR="00624036" w:rsidRPr="00ED728A">
              <w:rPr>
                <w:rFonts w:ascii="Times New Roman" w:eastAsiaTheme="minorEastAsia" w:hAnsi="Times New Roman" w:hint="eastAsia"/>
                <w:color w:val="FF0000"/>
                <w:sz w:val="20"/>
                <w:lang w:eastAsia="zh-CN"/>
              </w:rPr>
              <w:t>-</w:t>
            </w:r>
            <w:r w:rsidR="00E95E0E">
              <w:rPr>
                <w:rFonts w:ascii="Times New Roman" w:eastAsiaTheme="minorEastAsia" w:hAnsi="Times New Roman"/>
                <w:color w:val="FF0000"/>
                <w:sz w:val="20"/>
                <w:lang w:eastAsia="zh-CN"/>
              </w:rPr>
              <w:t>18</w:t>
            </w:r>
          </w:p>
        </w:tc>
      </w:tr>
    </w:tbl>
    <w:p w:rsidR="00882DC4" w:rsidRPr="00A43451" w:rsidRDefault="00882DC4" w:rsidP="0004359A">
      <w:pPr>
        <w:pStyle w:val="BlockText"/>
      </w:pPr>
    </w:p>
    <w:p w:rsidR="005E053F" w:rsidRDefault="00A77514" w:rsidP="007D19C9">
      <w:pPr>
        <w:pStyle w:val="Heading2"/>
      </w:pPr>
      <w:bookmarkStart w:id="9" w:name="_Toc306215193"/>
      <w:bookmarkStart w:id="10" w:name="_Toc407632640"/>
      <w:r>
        <w:rPr>
          <w:rFonts w:hint="eastAsia"/>
        </w:rPr>
        <w:t>Software</w:t>
      </w:r>
      <w:r w:rsidRPr="00747866">
        <w:t xml:space="preserve"> </w:t>
      </w:r>
      <w:r w:rsidR="005E053F">
        <w:rPr>
          <w:rFonts w:hint="eastAsia"/>
        </w:rPr>
        <w:t>Version Information</w:t>
      </w:r>
      <w:bookmarkEnd w:id="9"/>
      <w:bookmarkEnd w:id="10"/>
    </w:p>
    <w:p w:rsidR="009D05D1" w:rsidRPr="009D05D1" w:rsidRDefault="009D05D1" w:rsidP="0004359A">
      <w:pPr>
        <w:pStyle w:val="Block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3124"/>
      </w:tblGrid>
      <w:tr w:rsidR="007226F5" w:rsidTr="007226F5">
        <w:trPr>
          <w:trHeight w:val="512"/>
          <w:jc w:val="center"/>
        </w:trPr>
        <w:tc>
          <w:tcPr>
            <w:tcW w:w="1997" w:type="dxa"/>
            <w:shd w:val="pct15" w:color="auto" w:fill="auto"/>
            <w:vAlign w:val="center"/>
          </w:tcPr>
          <w:p w:rsidR="007226F5" w:rsidRPr="00DC1E68" w:rsidRDefault="00C131DD" w:rsidP="00DC1E68">
            <w:pPr>
              <w:pStyle w:val="TableTextBold"/>
            </w:pPr>
            <w:r w:rsidRPr="00DC1E68">
              <w:t>Software</w:t>
            </w:r>
            <w:r w:rsidR="007226F5" w:rsidRPr="00DC1E68">
              <w:t xml:space="preserve"> Version</w:t>
            </w:r>
          </w:p>
        </w:tc>
        <w:tc>
          <w:tcPr>
            <w:tcW w:w="2071" w:type="dxa"/>
            <w:vAlign w:val="center"/>
          </w:tcPr>
          <w:p w:rsidR="007226F5" w:rsidRPr="00ED728A" w:rsidRDefault="0010218A" w:rsidP="0004359A">
            <w:pPr>
              <w:pStyle w:val="BlockText"/>
              <w:rPr>
                <w:color w:val="FF0000"/>
              </w:rPr>
            </w:pPr>
            <w:r>
              <w:t>V</w:t>
            </w:r>
            <w:r w:rsidR="000A0BF4">
              <w:t>6.</w:t>
            </w:r>
            <w:r w:rsidR="00E95E0E">
              <w:t>2.R.20190118</w:t>
            </w:r>
          </w:p>
        </w:tc>
      </w:tr>
      <w:bookmarkEnd w:id="7"/>
      <w:bookmarkEnd w:id="8"/>
    </w:tbl>
    <w:p w:rsidR="007D19C9" w:rsidRDefault="007D19C9" w:rsidP="007D19C9">
      <w:pPr>
        <w:pStyle w:val="Heading2"/>
      </w:pPr>
    </w:p>
    <w:p w:rsidR="00EF5401" w:rsidRDefault="00CD2CC6" w:rsidP="00EF5401">
      <w:pPr>
        <w:pStyle w:val="Heading2"/>
      </w:pPr>
      <w:bookmarkStart w:id="11" w:name="_Toc407632642"/>
      <w:r>
        <w:t>What’s New and Fixed Issue L</w:t>
      </w:r>
      <w:r w:rsidR="007F6285">
        <w:t>ist</w:t>
      </w:r>
      <w:bookmarkEnd w:id="11"/>
    </w:p>
    <w:p w:rsidR="00305AC3" w:rsidRPr="006C5A98" w:rsidRDefault="00305AC3" w:rsidP="00305AC3">
      <w:pPr>
        <w:pStyle w:val="ListParagraph"/>
        <w:numPr>
          <w:ilvl w:val="0"/>
          <w:numId w:val="28"/>
        </w:numPr>
        <w:rPr>
          <w:color w:val="1F497D"/>
          <w:sz w:val="21"/>
          <w:szCs w:val="21"/>
        </w:rPr>
      </w:pPr>
      <w:bookmarkStart w:id="12" w:name="_Toc407632643"/>
      <w:r w:rsidRPr="006C5A98">
        <w:rPr>
          <w:color w:val="1F497D"/>
          <w:sz w:val="21"/>
          <w:szCs w:val="21"/>
        </w:rPr>
        <w:t>Fixed the device and channel limitation bug, the new version support up to 256 devices or 2048 channels.</w:t>
      </w:r>
    </w:p>
    <w:p w:rsidR="006C5A98" w:rsidRPr="006C5A98" w:rsidRDefault="006C5A98" w:rsidP="005F2CBB">
      <w:pPr>
        <w:pStyle w:val="ListParagraph"/>
        <w:numPr>
          <w:ilvl w:val="0"/>
          <w:numId w:val="28"/>
        </w:numPr>
        <w:jc w:val="left"/>
        <w:rPr>
          <w:color w:val="1F497D"/>
          <w:sz w:val="21"/>
          <w:szCs w:val="21"/>
        </w:rPr>
      </w:pPr>
      <w:r w:rsidRPr="006C5A98">
        <w:rPr>
          <w:color w:val="1F497D"/>
          <w:sz w:val="21"/>
          <w:szCs w:val="21"/>
        </w:rPr>
        <w:t>Fix the camera part number display error.</w:t>
      </w:r>
    </w:p>
    <w:p w:rsidR="00B95848" w:rsidRDefault="00E64B9D" w:rsidP="005F2CBB">
      <w:pPr>
        <w:pStyle w:val="ListParagraph"/>
        <w:numPr>
          <w:ilvl w:val="0"/>
          <w:numId w:val="28"/>
        </w:numPr>
        <w:jc w:val="left"/>
        <w:rPr>
          <w:color w:val="1F497D"/>
          <w:sz w:val="21"/>
          <w:szCs w:val="21"/>
        </w:rPr>
      </w:pPr>
      <w:r>
        <w:rPr>
          <w:color w:val="1F497D"/>
          <w:sz w:val="21"/>
          <w:szCs w:val="21"/>
        </w:rPr>
        <w:t>Support heat map, people counting, and face detection.</w:t>
      </w:r>
    </w:p>
    <w:p w:rsidR="00031841" w:rsidRDefault="00031841" w:rsidP="00031841">
      <w:pPr>
        <w:ind w:left="360"/>
        <w:rPr>
          <w:color w:val="1F497D"/>
          <w:sz w:val="21"/>
          <w:szCs w:val="21"/>
          <w:lang w:eastAsia="zh-CN"/>
        </w:rPr>
      </w:pPr>
      <w:r>
        <w:rPr>
          <w:color w:val="1F497D"/>
          <w:sz w:val="21"/>
          <w:szCs w:val="21"/>
          <w:lang w:eastAsia="zh-CN"/>
        </w:rPr>
        <w:t>The new feature support list is as following:</w:t>
      </w:r>
    </w:p>
    <w:p w:rsidR="00031841" w:rsidRPr="00031841" w:rsidRDefault="003A61F0" w:rsidP="00932501">
      <w:pPr>
        <w:ind w:left="360"/>
        <w:rPr>
          <w:color w:val="1F497D"/>
          <w:sz w:val="21"/>
          <w:szCs w:val="21"/>
        </w:rPr>
      </w:pPr>
      <w:r>
        <w:object w:dxaOrig="1534" w:dyaOrig="11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76.5pt;height:55.5pt" o:ole="">
            <v:imagedata r:id="rId8" o:title=""/>
          </v:shape>
          <o:OLEObject Type="Embed" ProgID="Package" ShapeID="_x0000_i1038" DrawAspect="Icon" ObjectID="_1612077156" r:id="rId9"/>
        </w:object>
      </w:r>
      <w:r w:rsidR="00031841">
        <w:rPr>
          <w:color w:val="1F497D"/>
          <w:sz w:val="21"/>
          <w:szCs w:val="21"/>
          <w:lang w:eastAsia="zh-CN"/>
        </w:rPr>
        <w:t xml:space="preserve"> </w:t>
      </w:r>
    </w:p>
    <w:p w:rsidR="006C5A98" w:rsidRDefault="006C5A98" w:rsidP="006C5A98">
      <w:pPr>
        <w:pStyle w:val="ListParagraph"/>
        <w:numPr>
          <w:ilvl w:val="0"/>
          <w:numId w:val="28"/>
        </w:numPr>
        <w:jc w:val="left"/>
        <w:rPr>
          <w:lang w:eastAsia="zh-CN"/>
        </w:rPr>
      </w:pPr>
      <w:r>
        <w:rPr>
          <w:color w:val="1F497D"/>
        </w:rPr>
        <w:t>Fix the typo of the missing “I” of “Input Search Criteria”.</w:t>
      </w:r>
    </w:p>
    <w:p w:rsidR="00E64B9D" w:rsidRDefault="00E64B9D" w:rsidP="005F2CBB">
      <w:pPr>
        <w:pStyle w:val="ListParagraph"/>
        <w:numPr>
          <w:ilvl w:val="0"/>
          <w:numId w:val="28"/>
        </w:numPr>
        <w:jc w:val="left"/>
        <w:rPr>
          <w:color w:val="1F497D"/>
          <w:sz w:val="21"/>
          <w:szCs w:val="21"/>
        </w:rPr>
      </w:pPr>
      <w:r>
        <w:rPr>
          <w:color w:val="1F497D"/>
          <w:sz w:val="21"/>
          <w:szCs w:val="21"/>
        </w:rPr>
        <w:t>Fix the E-focus and PTZ option for account rights.</w:t>
      </w:r>
    </w:p>
    <w:p w:rsidR="00E64B9D" w:rsidRDefault="00E64B9D" w:rsidP="005F2CBB">
      <w:pPr>
        <w:pStyle w:val="ListParagraph"/>
        <w:numPr>
          <w:ilvl w:val="0"/>
          <w:numId w:val="28"/>
        </w:numPr>
        <w:jc w:val="left"/>
        <w:rPr>
          <w:color w:val="1F497D"/>
          <w:sz w:val="21"/>
          <w:szCs w:val="21"/>
        </w:rPr>
      </w:pPr>
      <w:r>
        <w:rPr>
          <w:color w:val="1F497D"/>
          <w:sz w:val="21"/>
          <w:szCs w:val="21"/>
        </w:rPr>
        <w:t>Fixing CPU 100% issue.</w:t>
      </w:r>
    </w:p>
    <w:p w:rsidR="00E64B9D" w:rsidRDefault="00E64B9D" w:rsidP="00E64B9D">
      <w:pPr>
        <w:pStyle w:val="ListParagraph"/>
        <w:numPr>
          <w:ilvl w:val="0"/>
          <w:numId w:val="28"/>
        </w:numPr>
        <w:jc w:val="left"/>
        <w:rPr>
          <w:color w:val="1F497D"/>
          <w:sz w:val="21"/>
          <w:szCs w:val="21"/>
        </w:rPr>
      </w:pPr>
      <w:r>
        <w:rPr>
          <w:color w:val="1F497D"/>
          <w:sz w:val="21"/>
          <w:szCs w:val="21"/>
        </w:rPr>
        <w:t xml:space="preserve">Fixing the </w:t>
      </w:r>
      <w:r w:rsidRPr="00E64B9D">
        <w:rPr>
          <w:color w:val="1F497D"/>
          <w:sz w:val="21"/>
          <w:szCs w:val="21"/>
        </w:rPr>
        <w:t xml:space="preserve">garbage characters </w:t>
      </w:r>
      <w:r>
        <w:rPr>
          <w:color w:val="1F497D"/>
          <w:sz w:val="21"/>
          <w:szCs w:val="21"/>
        </w:rPr>
        <w:t>in privacy policy and data protection.</w:t>
      </w:r>
    </w:p>
    <w:p w:rsidR="005F2CBB" w:rsidRPr="00E64B9D" w:rsidRDefault="005F2CBB" w:rsidP="005F2CBB">
      <w:pPr>
        <w:pStyle w:val="ListParagraph"/>
        <w:ind w:left="360" w:firstLine="0"/>
        <w:jc w:val="left"/>
        <w:rPr>
          <w:color w:val="1F497D"/>
          <w:sz w:val="21"/>
          <w:szCs w:val="21"/>
        </w:rPr>
      </w:pPr>
    </w:p>
    <w:p w:rsidR="005F2CBB" w:rsidRPr="005F2CBB" w:rsidRDefault="005F2CBB" w:rsidP="005F2CBB">
      <w:pPr>
        <w:pStyle w:val="ListParagraph"/>
        <w:ind w:left="360" w:firstLine="0"/>
        <w:jc w:val="left"/>
        <w:rPr>
          <w:color w:val="1F497D"/>
          <w:sz w:val="21"/>
          <w:szCs w:val="21"/>
        </w:rPr>
      </w:pPr>
    </w:p>
    <w:p w:rsidR="008F2E43" w:rsidRDefault="00CD2CC6" w:rsidP="00AD715B">
      <w:pPr>
        <w:pStyle w:val="Heading2"/>
        <w:ind w:left="180"/>
      </w:pPr>
      <w:r>
        <w:t>Un-implemented Features or F</w:t>
      </w:r>
      <w:r w:rsidR="007F6285">
        <w:t>unctions</w:t>
      </w:r>
      <w:bookmarkEnd w:id="2"/>
      <w:bookmarkEnd w:id="12"/>
    </w:p>
    <w:p w:rsidR="00AD715B" w:rsidRPr="0004359A" w:rsidRDefault="0004359A" w:rsidP="0004359A">
      <w:pPr>
        <w:pStyle w:val="ListParagraph"/>
        <w:numPr>
          <w:ilvl w:val="0"/>
          <w:numId w:val="30"/>
        </w:numPr>
        <w:rPr>
          <w:color w:val="1F497D"/>
          <w:sz w:val="21"/>
          <w:szCs w:val="21"/>
        </w:rPr>
      </w:pPr>
      <w:r w:rsidRPr="0004359A">
        <w:rPr>
          <w:color w:val="1F497D"/>
          <w:sz w:val="21"/>
          <w:szCs w:val="21"/>
        </w:rPr>
        <w:t xml:space="preserve">Not </w:t>
      </w:r>
      <w:r w:rsidR="00AD715B" w:rsidRPr="0004359A">
        <w:rPr>
          <w:color w:val="1F497D"/>
          <w:sz w:val="21"/>
          <w:szCs w:val="21"/>
        </w:rPr>
        <w:t>support HRHT</w:t>
      </w:r>
      <w:r w:rsidR="00FD7DA9" w:rsidRPr="0004359A">
        <w:rPr>
          <w:color w:val="1F497D"/>
          <w:sz w:val="21"/>
          <w:szCs w:val="21"/>
        </w:rPr>
        <w:t xml:space="preserve"> series</w:t>
      </w:r>
      <w:r w:rsidR="00AD715B" w:rsidRPr="0004359A">
        <w:rPr>
          <w:color w:val="1F497D"/>
          <w:sz w:val="21"/>
          <w:szCs w:val="21"/>
        </w:rPr>
        <w:t xml:space="preserve"> step playback.</w:t>
      </w:r>
      <w:bookmarkStart w:id="13" w:name="_GoBack"/>
      <w:bookmarkEnd w:id="13"/>
    </w:p>
    <w:p w:rsidR="00B810B9" w:rsidRPr="0004359A" w:rsidRDefault="0004359A" w:rsidP="0004359A">
      <w:pPr>
        <w:rPr>
          <w:rFonts w:ascii="Calibri" w:eastAsia="MS PGothic" w:hAnsi="Calibri" w:cs="MS PGothic"/>
          <w:color w:val="1F497D"/>
          <w:sz w:val="21"/>
          <w:szCs w:val="21"/>
          <w:lang w:eastAsia="ja-JP"/>
        </w:rPr>
      </w:pPr>
      <w:r>
        <w:rPr>
          <w:rFonts w:ascii="Calibri" w:eastAsia="MS PGothic" w:hAnsi="Calibri" w:cs="MS PGothic"/>
          <w:color w:val="1F497D"/>
          <w:sz w:val="21"/>
          <w:szCs w:val="21"/>
          <w:lang w:eastAsia="ja-JP"/>
        </w:rPr>
        <w:t xml:space="preserve">        </w:t>
      </w:r>
      <w:r w:rsidR="00952EF6">
        <w:rPr>
          <w:rFonts w:ascii="Calibri" w:eastAsia="MS PGothic" w:hAnsi="Calibri" w:cs="MS PGothic"/>
          <w:color w:val="1F497D"/>
          <w:sz w:val="21"/>
          <w:szCs w:val="21"/>
          <w:lang w:eastAsia="ja-JP"/>
        </w:rPr>
        <w:t>This</w:t>
      </w:r>
      <w:r w:rsidR="00B810B9" w:rsidRPr="0004359A">
        <w:rPr>
          <w:rFonts w:ascii="Calibri" w:eastAsia="MS PGothic" w:hAnsi="Calibri" w:cs="MS PGothic"/>
          <w:color w:val="1F497D"/>
          <w:sz w:val="21"/>
          <w:szCs w:val="21"/>
          <w:lang w:eastAsia="ja-JP"/>
        </w:rPr>
        <w:t xml:space="preserve"> lim</w:t>
      </w:r>
      <w:r w:rsidR="00952EF6">
        <w:rPr>
          <w:rFonts w:ascii="Calibri" w:eastAsia="MS PGothic" w:hAnsi="Calibri" w:cs="MS PGothic"/>
          <w:color w:val="1F497D"/>
          <w:sz w:val="21"/>
          <w:szCs w:val="21"/>
          <w:lang w:eastAsia="ja-JP"/>
        </w:rPr>
        <w:t xml:space="preserve">itation will not be fixed. </w:t>
      </w:r>
    </w:p>
    <w:p w:rsidR="00AD715B" w:rsidRPr="0004359A" w:rsidRDefault="00AD715B" w:rsidP="0004359A">
      <w:pPr>
        <w:pStyle w:val="BlockText"/>
      </w:pPr>
    </w:p>
    <w:sectPr w:rsidR="00AD715B" w:rsidRPr="0004359A" w:rsidSect="003771DB">
      <w:headerReference w:type="even" r:id="rId10"/>
      <w:headerReference w:type="default" r:id="rId11"/>
      <w:footerReference w:type="default" r:id="rId12"/>
      <w:headerReference w:type="first" r:id="rId13"/>
      <w:pgSz w:w="11909" w:h="16834" w:code="9"/>
      <w:pgMar w:top="1440" w:right="1440" w:bottom="1440" w:left="1440"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ABC" w:rsidRDefault="006B5ABC">
      <w:r>
        <w:separator/>
      </w:r>
    </w:p>
  </w:endnote>
  <w:endnote w:type="continuationSeparator" w:id="0">
    <w:p w:rsidR="006B5ABC" w:rsidRDefault="006B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40" w:rsidRPr="00B01095" w:rsidRDefault="003D1040" w:rsidP="0049071F">
    <w:pPr>
      <w:pStyle w:val="Footer"/>
      <w:jc w:val="left"/>
      <w:rPr>
        <w:szCs w:val="16"/>
      </w:rPr>
    </w:pPr>
  </w:p>
  <w:p w:rsidR="003D1040" w:rsidRPr="00CF3EC7" w:rsidRDefault="003D1040" w:rsidP="0036654C">
    <w:pPr>
      <w:pBdr>
        <w:top w:val="single" w:sz="4" w:space="1" w:color="auto"/>
      </w:pBdr>
      <w:tabs>
        <w:tab w:val="left" w:pos="3600"/>
        <w:tab w:val="left" w:pos="7920"/>
      </w:tabs>
      <w:rPr>
        <w:sz w:val="16"/>
        <w:szCs w:val="16"/>
      </w:rPr>
    </w:pPr>
    <w:r>
      <w:rPr>
        <w:i/>
        <w:sz w:val="16"/>
        <w:szCs w:val="16"/>
      </w:rPr>
      <w:tab/>
    </w:r>
    <w:r w:rsidR="006B5ABC">
      <w:fldChar w:fldCharType="begin"/>
    </w:r>
    <w:r w:rsidR="006B5ABC">
      <w:instrText xml:space="preserve"> DOCPROPERTY  IPClause  \* MERGEFORMAT </w:instrText>
    </w:r>
    <w:r w:rsidR="006B5ABC">
      <w:fldChar w:fldCharType="separate"/>
    </w:r>
    <w:r>
      <w:rPr>
        <w:sz w:val="16"/>
        <w:szCs w:val="16"/>
      </w:rPr>
      <w:t xml:space="preserve">Honeywell Confidential &amp; Proprietary </w:t>
    </w:r>
    <w:r w:rsidR="006B5ABC">
      <w:rPr>
        <w:sz w:val="16"/>
        <w:szCs w:val="16"/>
      </w:rPr>
      <w:fldChar w:fldCharType="end"/>
    </w:r>
    <w:r w:rsidRPr="00CF3EC7">
      <w:rPr>
        <w:sz w:val="16"/>
        <w:szCs w:val="16"/>
      </w:rPr>
      <w:tab/>
      <w:t xml:space="preserve">Page </w:t>
    </w:r>
    <w:r w:rsidR="006D3DEA" w:rsidRPr="00CF3EC7">
      <w:rPr>
        <w:sz w:val="16"/>
        <w:szCs w:val="16"/>
      </w:rPr>
      <w:fldChar w:fldCharType="begin"/>
    </w:r>
    <w:r w:rsidRPr="00CF3EC7">
      <w:rPr>
        <w:sz w:val="16"/>
        <w:szCs w:val="16"/>
      </w:rPr>
      <w:instrText xml:space="preserve"> PAGE </w:instrText>
    </w:r>
    <w:r w:rsidR="006D3DEA" w:rsidRPr="00CF3EC7">
      <w:rPr>
        <w:sz w:val="16"/>
        <w:szCs w:val="16"/>
      </w:rPr>
      <w:fldChar w:fldCharType="separate"/>
    </w:r>
    <w:r w:rsidR="003A61F0">
      <w:rPr>
        <w:noProof/>
        <w:sz w:val="16"/>
        <w:szCs w:val="16"/>
      </w:rPr>
      <w:t>4</w:t>
    </w:r>
    <w:r w:rsidR="006D3DEA" w:rsidRPr="00CF3EC7">
      <w:rPr>
        <w:sz w:val="16"/>
        <w:szCs w:val="16"/>
      </w:rPr>
      <w:fldChar w:fldCharType="end"/>
    </w:r>
    <w:r w:rsidRPr="00CF3EC7">
      <w:rPr>
        <w:sz w:val="16"/>
        <w:szCs w:val="16"/>
      </w:rPr>
      <w:t xml:space="preserve"> of </w:t>
    </w:r>
    <w:r w:rsidR="006D3DEA" w:rsidRPr="00CF3EC7">
      <w:rPr>
        <w:sz w:val="16"/>
        <w:szCs w:val="16"/>
      </w:rPr>
      <w:fldChar w:fldCharType="begin"/>
    </w:r>
    <w:r w:rsidRPr="00CF3EC7">
      <w:rPr>
        <w:sz w:val="16"/>
        <w:szCs w:val="16"/>
      </w:rPr>
      <w:instrText xml:space="preserve"> NUMPAGES </w:instrText>
    </w:r>
    <w:r w:rsidR="006D3DEA" w:rsidRPr="00CF3EC7">
      <w:rPr>
        <w:sz w:val="16"/>
        <w:szCs w:val="16"/>
      </w:rPr>
      <w:fldChar w:fldCharType="separate"/>
    </w:r>
    <w:r w:rsidR="003A61F0">
      <w:rPr>
        <w:noProof/>
        <w:sz w:val="16"/>
        <w:szCs w:val="16"/>
      </w:rPr>
      <w:t>4</w:t>
    </w:r>
    <w:r w:rsidR="006D3DEA" w:rsidRPr="00CF3EC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ABC" w:rsidRDefault="006B5ABC">
      <w:r>
        <w:separator/>
      </w:r>
    </w:p>
  </w:footnote>
  <w:footnote w:type="continuationSeparator" w:id="0">
    <w:p w:rsidR="006B5ABC" w:rsidRDefault="006B5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40" w:rsidRDefault="0010218A">
    <w:r>
      <w:rPr>
        <w:noProof/>
        <w:lang w:eastAsia="zh-CN"/>
      </w:rPr>
      <mc:AlternateContent>
        <mc:Choice Requires="wps">
          <w:drawing>
            <wp:anchor distT="4294967295" distB="4294967295" distL="114300" distR="114300" simplePos="0" relativeHeight="251656704" behindDoc="0" locked="0" layoutInCell="0" allowOverlap="1">
              <wp:simplePos x="0" y="0"/>
              <wp:positionH relativeFrom="column">
                <wp:posOffset>0</wp:posOffset>
              </wp:positionH>
              <wp:positionV relativeFrom="paragraph">
                <wp:posOffset>182879</wp:posOffset>
              </wp:positionV>
              <wp:extent cx="5760720" cy="0"/>
              <wp:effectExtent l="0" t="0" r="30480"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8B097"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4.4pt" to="453.6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IcXEwIAACg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" o:allowincell="f"/>
          </w:pict>
        </mc:Fallback>
      </mc:AlternateContent>
    </w:r>
    <w:r w:rsidR="003D1040">
      <w:t>Project Initiation</w:t>
    </w:r>
    <w:r w:rsidR="003D1040">
      <w:tab/>
    </w:r>
    <w:r w:rsidR="003D1040">
      <w:tab/>
      <w:t>HISO Process V 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40" w:rsidRPr="002A48A9" w:rsidRDefault="006A64B9" w:rsidP="00B51DD5">
    <w:pPr>
      <w:pBdr>
        <w:bottom w:val="single" w:sz="4" w:space="1" w:color="auto"/>
      </w:pBdr>
      <w:tabs>
        <w:tab w:val="left" w:pos="7470"/>
      </w:tabs>
      <w:spacing w:before="20" w:after="20"/>
      <w:rPr>
        <w:rFonts w:eastAsia="PMingLiU"/>
        <w:sz w:val="16"/>
        <w:szCs w:val="16"/>
        <w:lang w:eastAsia="zh-TW"/>
      </w:rPr>
    </w:pPr>
    <w:r>
      <w:rPr>
        <w:rFonts w:hint="eastAsia"/>
        <w:bCs/>
        <w:sz w:val="16"/>
        <w:szCs w:val="16"/>
        <w:lang w:eastAsia="zh-CN"/>
      </w:rPr>
      <w:t>HDCS Software</w:t>
    </w:r>
    <w:r w:rsidR="005D0FE0">
      <w:rPr>
        <w:bCs/>
        <w:sz w:val="16"/>
        <w:szCs w:val="16"/>
        <w:lang w:eastAsia="zh-CN"/>
      </w:rPr>
      <w:t xml:space="preserve">                                                                                                                               </w:t>
    </w:r>
    <w:r w:rsidR="003D1040">
      <w:rPr>
        <w:sz w:val="16"/>
        <w:szCs w:val="16"/>
      </w:rPr>
      <w:t xml:space="preserve">Version No: </w:t>
    </w:r>
    <w:r w:rsidR="00D72913">
      <w:rPr>
        <w:sz w:val="16"/>
        <w:szCs w:val="16"/>
      </w:rPr>
      <w:t>6.2.R.2019</w:t>
    </w:r>
    <w:r w:rsidR="00B964B8">
      <w:rPr>
        <w:sz w:val="16"/>
        <w:szCs w:val="16"/>
      </w:rPr>
      <w:t>0</w:t>
    </w:r>
    <w:r w:rsidR="00D72913">
      <w:rPr>
        <w:sz w:val="16"/>
        <w:szCs w:val="16"/>
      </w:rPr>
      <w:t>118</w:t>
    </w:r>
  </w:p>
  <w:p w:rsidR="003D1040" w:rsidRPr="00ED47C8" w:rsidRDefault="003D1040" w:rsidP="00B51DD5">
    <w:pPr>
      <w:pBdr>
        <w:bottom w:val="single" w:sz="4" w:space="1" w:color="auto"/>
      </w:pBdr>
      <w:tabs>
        <w:tab w:val="left" w:pos="7470"/>
      </w:tabs>
      <w:spacing w:before="20" w:after="20"/>
      <w:rPr>
        <w:sz w:val="16"/>
        <w:szCs w:val="16"/>
        <w:lang w:eastAsia="zh-CN"/>
      </w:rPr>
    </w:pPr>
    <w:r w:rsidRPr="00D2275E">
      <w:rPr>
        <w:sz w:val="16"/>
        <w:szCs w:val="16"/>
      </w:rPr>
      <w:t>Release Notes</w:t>
    </w:r>
    <w:r w:rsidR="005D0FE0">
      <w:rPr>
        <w:sz w:val="16"/>
        <w:szCs w:val="16"/>
      </w:rPr>
      <w:t xml:space="preserve">                                                                                                                                 </w:t>
    </w:r>
    <w:r>
      <w:rPr>
        <w:sz w:val="16"/>
        <w:szCs w:val="16"/>
      </w:rPr>
      <w:t xml:space="preserve">Date: </w:t>
    </w:r>
    <w:r w:rsidR="00D72913">
      <w:rPr>
        <w:sz w:val="16"/>
        <w:szCs w:val="16"/>
        <w:lang w:eastAsia="zh-CN"/>
      </w:rPr>
      <w:t>01</w:t>
    </w:r>
    <w:r w:rsidR="00385AEA">
      <w:rPr>
        <w:sz w:val="16"/>
        <w:szCs w:val="16"/>
        <w:lang w:eastAsia="zh-CN"/>
      </w:rPr>
      <w:t>/</w:t>
    </w:r>
    <w:r w:rsidR="00D72913">
      <w:rPr>
        <w:sz w:val="16"/>
        <w:szCs w:val="16"/>
        <w:lang w:eastAsia="zh-CN"/>
      </w:rPr>
      <w:t>18</w:t>
    </w:r>
    <w:r w:rsidR="006F0A31">
      <w:rPr>
        <w:rFonts w:hint="eastAsia"/>
        <w:sz w:val="16"/>
        <w:szCs w:val="16"/>
        <w:lang w:eastAsia="zh-CN"/>
      </w:rPr>
      <w:t>/</w:t>
    </w:r>
    <w:r w:rsidR="00EF6090">
      <w:rPr>
        <w:sz w:val="16"/>
        <w:szCs w:val="16"/>
        <w:lang w:eastAsia="zh-CN"/>
      </w:rPr>
      <w:t>201</w:t>
    </w:r>
    <w:r w:rsidR="00D72913">
      <w:rPr>
        <w:sz w:val="16"/>
        <w:szCs w:val="16"/>
        <w:lang w:eastAsia="zh-CN"/>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40" w:rsidRDefault="003D1040" w:rsidP="00E63339">
    <w:pPr>
      <w:pStyle w:val="Header"/>
      <w:spacing w:before="0" w:after="0"/>
      <w:ind w:left="0" w:right="-331"/>
      <w:rPr>
        <w:b w:val="0"/>
        <w:sz w:val="20"/>
        <w:szCs w:val="20"/>
      </w:rPr>
    </w:pPr>
    <w:r>
      <w:rPr>
        <w:rFonts w:ascii="Arial Black" w:hAnsi="Arial Black"/>
        <w:b w:val="0"/>
        <w:noProof/>
        <w:sz w:val="20"/>
        <w:szCs w:val="20"/>
        <w:lang w:eastAsia="zh-CN"/>
      </w:rPr>
      <w:drawing>
        <wp:anchor distT="0" distB="0" distL="114300" distR="114300" simplePos="0" relativeHeight="251657728" behindDoc="0" locked="0" layoutInCell="1" allowOverlap="1">
          <wp:simplePos x="0" y="0"/>
          <wp:positionH relativeFrom="column">
            <wp:posOffset>4328160</wp:posOffset>
          </wp:positionH>
          <wp:positionV relativeFrom="paragraph">
            <wp:posOffset>60960</wp:posOffset>
          </wp:positionV>
          <wp:extent cx="1438275" cy="276225"/>
          <wp:effectExtent l="19050" t="0" r="9525" b="0"/>
          <wp:wrapTopAndBottom/>
          <wp:docPr id="2" name="Picture 2" descr="Honey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neywell"/>
                  <pic:cNvPicPr>
                    <a:picLocks noChangeAspect="1" noChangeArrowheads="1"/>
                  </pic:cNvPicPr>
                </pic:nvPicPr>
                <pic:blipFill>
                  <a:blip r:embed="rId1"/>
                  <a:srcRect/>
                  <a:stretch>
                    <a:fillRect/>
                  </a:stretch>
                </pic:blipFill>
                <pic:spPr bwMode="auto">
                  <a:xfrm>
                    <a:off x="0" y="0"/>
                    <a:ext cx="1438275" cy="276225"/>
                  </a:xfrm>
                  <a:prstGeom prst="rect">
                    <a:avLst/>
                  </a:prstGeom>
                  <a:noFill/>
                  <a:ln w="9525">
                    <a:noFill/>
                    <a:miter lim="800000"/>
                    <a:headEnd/>
                    <a:tailEnd/>
                  </a:ln>
                </pic:spPr>
              </pic:pic>
            </a:graphicData>
          </a:graphic>
        </wp:anchor>
      </w:drawing>
    </w:r>
    <w:r w:rsidR="0010218A">
      <w:rPr>
        <w:rFonts w:ascii="Arial Black" w:hAnsi="Arial Black"/>
        <w:b w:val="0"/>
        <w:bCs/>
        <w:noProof/>
        <w:color w:val="FF0000"/>
        <w:sz w:val="20"/>
        <w:szCs w:val="20"/>
        <w:lang w:eastAsia="zh-CN"/>
      </w:rPr>
      <mc:AlternateContent>
        <mc:Choice Requires="wps">
          <w:drawing>
            <wp:anchor distT="4294967295" distB="4294967295" distL="114300" distR="114300" simplePos="0" relativeHeight="251658752" behindDoc="0" locked="0" layoutInCell="1" allowOverlap="1">
              <wp:simplePos x="0" y="0"/>
              <wp:positionH relativeFrom="column">
                <wp:posOffset>-14605</wp:posOffset>
              </wp:positionH>
              <wp:positionV relativeFrom="paragraph">
                <wp:posOffset>356234</wp:posOffset>
              </wp:positionV>
              <wp:extent cx="5760720" cy="0"/>
              <wp:effectExtent l="0" t="0" r="3048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222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B8454" id="Line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28.05pt" to="452.4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23FA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" strokecolor="red" strokeweight="1.75pt"/>
          </w:pict>
        </mc:Fallback>
      </mc:AlternateContent>
    </w:r>
  </w:p>
  <w:p w:rsidR="003D1040" w:rsidRPr="00E63339" w:rsidRDefault="003D1040" w:rsidP="00E63339">
    <w:pPr>
      <w:pStyle w:val="Header"/>
      <w:spacing w:before="0" w:after="0"/>
      <w:ind w:left="0" w:right="-331"/>
      <w:rPr>
        <w:rFonts w:ascii="Arial Black" w:hAnsi="Arial Black"/>
        <w:b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2E7"/>
    <w:multiLevelType w:val="hybridMultilevel"/>
    <w:tmpl w:val="A3BE6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3425A8"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620FA"/>
    <w:multiLevelType w:val="hybridMultilevel"/>
    <w:tmpl w:val="86BE888C"/>
    <w:lvl w:ilvl="0" w:tplc="AD0299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D11455"/>
    <w:multiLevelType w:val="hybridMultilevel"/>
    <w:tmpl w:val="7F5ED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1780D"/>
    <w:multiLevelType w:val="hybridMultilevel"/>
    <w:tmpl w:val="F60834DC"/>
    <w:lvl w:ilvl="0" w:tplc="A9C21BA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0C18287D"/>
    <w:multiLevelType w:val="hybridMultilevel"/>
    <w:tmpl w:val="D8CEDE9A"/>
    <w:lvl w:ilvl="0" w:tplc="227C346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2EA592F"/>
    <w:multiLevelType w:val="hybridMultilevel"/>
    <w:tmpl w:val="8948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1C3757"/>
    <w:multiLevelType w:val="hybridMultilevel"/>
    <w:tmpl w:val="3A68FABE"/>
    <w:lvl w:ilvl="0" w:tplc="D1D8058C">
      <w:start w:val="1"/>
      <w:numFmt w:val="decimal"/>
      <w:pStyle w:val="NumberedList"/>
      <w:lvlText w:val="%1."/>
      <w:lvlJc w:val="left"/>
      <w:pPr>
        <w:tabs>
          <w:tab w:val="num" w:pos="504"/>
        </w:tabs>
        <w:ind w:left="5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15029D"/>
    <w:multiLevelType w:val="hybridMultilevel"/>
    <w:tmpl w:val="81FAC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464230"/>
    <w:multiLevelType w:val="hybridMultilevel"/>
    <w:tmpl w:val="CC4C3724"/>
    <w:lvl w:ilvl="0" w:tplc="851A9F28">
      <w:start w:val="1"/>
      <w:numFmt w:val="bullet"/>
      <w:pStyle w:val="AuthorNote2"/>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C0A5E4B"/>
    <w:multiLevelType w:val="multilevel"/>
    <w:tmpl w:val="0BCA9AE2"/>
    <w:lvl w:ilvl="0">
      <w:start w:val="1"/>
      <w:numFmt w:val="decimal"/>
      <w:lvlText w:val="%1."/>
      <w:lvlJc w:val="left"/>
      <w:pPr>
        <w:ind w:left="420" w:hanging="420"/>
      </w:pPr>
      <w:rPr>
        <w:rFonts w:ascii="Arial" w:hAnsi="Arial" w:cs="Arial"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20E94844"/>
    <w:multiLevelType w:val="hybridMultilevel"/>
    <w:tmpl w:val="8948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D76E21"/>
    <w:multiLevelType w:val="multilevel"/>
    <w:tmpl w:val="2358459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26ED7D68"/>
    <w:multiLevelType w:val="hybridMultilevel"/>
    <w:tmpl w:val="381ACC12"/>
    <w:lvl w:ilvl="0" w:tplc="255211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2A2C0D51"/>
    <w:multiLevelType w:val="singleLevel"/>
    <w:tmpl w:val="A6FA62A0"/>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3AAA3A1D"/>
    <w:multiLevelType w:val="hybridMultilevel"/>
    <w:tmpl w:val="5B3A1B44"/>
    <w:lvl w:ilvl="0" w:tplc="4EA45B64">
      <w:start w:val="1"/>
      <w:numFmt w:val="decimal"/>
      <w:pStyle w:val="NumberedTableList"/>
      <w:lvlText w:val="%1."/>
      <w:lvlJc w:val="left"/>
      <w:pPr>
        <w:tabs>
          <w:tab w:val="num" w:pos="432"/>
        </w:tabs>
        <w:ind w:left="43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ADC5527"/>
    <w:multiLevelType w:val="hybridMultilevel"/>
    <w:tmpl w:val="69D47A64"/>
    <w:lvl w:ilvl="0" w:tplc="04090001">
      <w:start w:val="1"/>
      <w:numFmt w:val="bullet"/>
      <w:lvlText w:val=""/>
      <w:lvlJc w:val="left"/>
      <w:pPr>
        <w:ind w:left="3038" w:hanging="360"/>
      </w:pPr>
      <w:rPr>
        <w:rFonts w:ascii="Symbol" w:hAnsi="Symbol" w:hint="default"/>
      </w:rPr>
    </w:lvl>
    <w:lvl w:ilvl="1" w:tplc="04090003" w:tentative="1">
      <w:start w:val="1"/>
      <w:numFmt w:val="bullet"/>
      <w:lvlText w:val="o"/>
      <w:lvlJc w:val="left"/>
      <w:pPr>
        <w:ind w:left="3758" w:hanging="360"/>
      </w:pPr>
      <w:rPr>
        <w:rFonts w:ascii="Courier New" w:hAnsi="Courier New" w:cs="Courier New" w:hint="default"/>
      </w:rPr>
    </w:lvl>
    <w:lvl w:ilvl="2" w:tplc="04090005" w:tentative="1">
      <w:start w:val="1"/>
      <w:numFmt w:val="bullet"/>
      <w:lvlText w:val=""/>
      <w:lvlJc w:val="left"/>
      <w:pPr>
        <w:ind w:left="4478" w:hanging="360"/>
      </w:pPr>
      <w:rPr>
        <w:rFonts w:ascii="Wingdings" w:hAnsi="Wingdings" w:hint="default"/>
      </w:rPr>
    </w:lvl>
    <w:lvl w:ilvl="3" w:tplc="04090001" w:tentative="1">
      <w:start w:val="1"/>
      <w:numFmt w:val="bullet"/>
      <w:lvlText w:val=""/>
      <w:lvlJc w:val="left"/>
      <w:pPr>
        <w:ind w:left="5198" w:hanging="360"/>
      </w:pPr>
      <w:rPr>
        <w:rFonts w:ascii="Symbol" w:hAnsi="Symbol" w:hint="default"/>
      </w:rPr>
    </w:lvl>
    <w:lvl w:ilvl="4" w:tplc="04090003" w:tentative="1">
      <w:start w:val="1"/>
      <w:numFmt w:val="bullet"/>
      <w:lvlText w:val="o"/>
      <w:lvlJc w:val="left"/>
      <w:pPr>
        <w:ind w:left="5918" w:hanging="360"/>
      </w:pPr>
      <w:rPr>
        <w:rFonts w:ascii="Courier New" w:hAnsi="Courier New" w:cs="Courier New" w:hint="default"/>
      </w:rPr>
    </w:lvl>
    <w:lvl w:ilvl="5" w:tplc="04090005" w:tentative="1">
      <w:start w:val="1"/>
      <w:numFmt w:val="bullet"/>
      <w:lvlText w:val=""/>
      <w:lvlJc w:val="left"/>
      <w:pPr>
        <w:ind w:left="6638" w:hanging="360"/>
      </w:pPr>
      <w:rPr>
        <w:rFonts w:ascii="Wingdings" w:hAnsi="Wingdings" w:hint="default"/>
      </w:rPr>
    </w:lvl>
    <w:lvl w:ilvl="6" w:tplc="04090001" w:tentative="1">
      <w:start w:val="1"/>
      <w:numFmt w:val="bullet"/>
      <w:lvlText w:val=""/>
      <w:lvlJc w:val="left"/>
      <w:pPr>
        <w:ind w:left="7358" w:hanging="360"/>
      </w:pPr>
      <w:rPr>
        <w:rFonts w:ascii="Symbol" w:hAnsi="Symbol" w:hint="default"/>
      </w:rPr>
    </w:lvl>
    <w:lvl w:ilvl="7" w:tplc="04090003" w:tentative="1">
      <w:start w:val="1"/>
      <w:numFmt w:val="bullet"/>
      <w:lvlText w:val="o"/>
      <w:lvlJc w:val="left"/>
      <w:pPr>
        <w:ind w:left="8078" w:hanging="360"/>
      </w:pPr>
      <w:rPr>
        <w:rFonts w:ascii="Courier New" w:hAnsi="Courier New" w:cs="Courier New" w:hint="default"/>
      </w:rPr>
    </w:lvl>
    <w:lvl w:ilvl="8" w:tplc="04090005" w:tentative="1">
      <w:start w:val="1"/>
      <w:numFmt w:val="bullet"/>
      <w:lvlText w:val=""/>
      <w:lvlJc w:val="left"/>
      <w:pPr>
        <w:ind w:left="8798" w:hanging="360"/>
      </w:pPr>
      <w:rPr>
        <w:rFonts w:ascii="Wingdings" w:hAnsi="Wingdings" w:hint="default"/>
      </w:rPr>
    </w:lvl>
  </w:abstractNum>
  <w:abstractNum w:abstractNumId="16" w15:restartNumberingAfterBreak="0">
    <w:nsid w:val="4092518A"/>
    <w:multiLevelType w:val="multilevel"/>
    <w:tmpl w:val="381ACC12"/>
    <w:lvl w:ilvl="0">
      <w:start w:val="1"/>
      <w:numFmt w:val="decimal"/>
      <w:lvlText w:val="%1."/>
      <w:lvlJc w:val="left"/>
      <w:pPr>
        <w:ind w:left="540" w:hanging="360"/>
      </w:pPr>
      <w:rPr>
        <w:rFonts w:hint="default"/>
      </w:rPr>
    </w:lvl>
    <w:lvl w:ilvl="1" w:tentative="1">
      <w:start w:val="1"/>
      <w:numFmt w:val="lowerLetter"/>
      <w:lvlText w:val="%2."/>
      <w:lvlJc w:val="left"/>
      <w:pPr>
        <w:ind w:left="1260" w:hanging="360"/>
      </w:pPr>
    </w:lvl>
    <w:lvl w:ilvl="2" w:tentative="1">
      <w:start w:val="1"/>
      <w:numFmt w:val="lowerRoman"/>
      <w:lvlText w:val="%3."/>
      <w:lvlJc w:val="right"/>
      <w:pPr>
        <w:ind w:left="1980" w:hanging="180"/>
      </w:pPr>
    </w:lvl>
    <w:lvl w:ilvl="3" w:tentative="1">
      <w:start w:val="1"/>
      <w:numFmt w:val="decimal"/>
      <w:lvlText w:val="%4."/>
      <w:lvlJc w:val="left"/>
      <w:pPr>
        <w:ind w:left="2700" w:hanging="360"/>
      </w:pPr>
    </w:lvl>
    <w:lvl w:ilvl="4" w:tentative="1">
      <w:start w:val="1"/>
      <w:numFmt w:val="lowerLetter"/>
      <w:lvlText w:val="%5."/>
      <w:lvlJc w:val="left"/>
      <w:pPr>
        <w:ind w:left="3420" w:hanging="360"/>
      </w:pPr>
    </w:lvl>
    <w:lvl w:ilvl="5" w:tentative="1">
      <w:start w:val="1"/>
      <w:numFmt w:val="lowerRoman"/>
      <w:lvlText w:val="%6."/>
      <w:lvlJc w:val="right"/>
      <w:pPr>
        <w:ind w:left="4140" w:hanging="180"/>
      </w:pPr>
    </w:lvl>
    <w:lvl w:ilvl="6" w:tentative="1">
      <w:start w:val="1"/>
      <w:numFmt w:val="decimal"/>
      <w:lvlText w:val="%7."/>
      <w:lvlJc w:val="left"/>
      <w:pPr>
        <w:ind w:left="4860" w:hanging="360"/>
      </w:pPr>
    </w:lvl>
    <w:lvl w:ilvl="7" w:tentative="1">
      <w:start w:val="1"/>
      <w:numFmt w:val="lowerLetter"/>
      <w:lvlText w:val="%8."/>
      <w:lvlJc w:val="left"/>
      <w:pPr>
        <w:ind w:left="5580" w:hanging="360"/>
      </w:pPr>
    </w:lvl>
    <w:lvl w:ilvl="8" w:tentative="1">
      <w:start w:val="1"/>
      <w:numFmt w:val="lowerRoman"/>
      <w:lvlText w:val="%9."/>
      <w:lvlJc w:val="right"/>
      <w:pPr>
        <w:ind w:left="6300" w:hanging="180"/>
      </w:pPr>
    </w:lvl>
  </w:abstractNum>
  <w:abstractNum w:abstractNumId="17" w15:restartNumberingAfterBreak="0">
    <w:nsid w:val="41EF1EE8"/>
    <w:multiLevelType w:val="hybridMultilevel"/>
    <w:tmpl w:val="008C4B34"/>
    <w:lvl w:ilvl="0" w:tplc="D1625D2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15:restartNumberingAfterBreak="0">
    <w:nsid w:val="47C50C74"/>
    <w:multiLevelType w:val="hybridMultilevel"/>
    <w:tmpl w:val="D5887D72"/>
    <w:lvl w:ilvl="0" w:tplc="0498B66A">
      <w:start w:val="1"/>
      <w:numFmt w:val="bullet"/>
      <w:pStyle w:val="BulletText3"/>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342B66"/>
    <w:multiLevelType w:val="multilevel"/>
    <w:tmpl w:val="381ACC12"/>
    <w:lvl w:ilvl="0">
      <w:start w:val="1"/>
      <w:numFmt w:val="decimal"/>
      <w:lvlText w:val="%1."/>
      <w:lvlJc w:val="left"/>
      <w:pPr>
        <w:ind w:left="540" w:hanging="360"/>
      </w:pPr>
      <w:rPr>
        <w:rFonts w:hint="default"/>
      </w:rPr>
    </w:lvl>
    <w:lvl w:ilvl="1" w:tentative="1">
      <w:start w:val="1"/>
      <w:numFmt w:val="lowerLetter"/>
      <w:lvlText w:val="%2."/>
      <w:lvlJc w:val="left"/>
      <w:pPr>
        <w:ind w:left="1260" w:hanging="360"/>
      </w:pPr>
    </w:lvl>
    <w:lvl w:ilvl="2" w:tentative="1">
      <w:start w:val="1"/>
      <w:numFmt w:val="lowerRoman"/>
      <w:lvlText w:val="%3."/>
      <w:lvlJc w:val="right"/>
      <w:pPr>
        <w:ind w:left="1980" w:hanging="180"/>
      </w:pPr>
    </w:lvl>
    <w:lvl w:ilvl="3" w:tentative="1">
      <w:start w:val="1"/>
      <w:numFmt w:val="decimal"/>
      <w:lvlText w:val="%4."/>
      <w:lvlJc w:val="left"/>
      <w:pPr>
        <w:ind w:left="2700" w:hanging="360"/>
      </w:pPr>
    </w:lvl>
    <w:lvl w:ilvl="4" w:tentative="1">
      <w:start w:val="1"/>
      <w:numFmt w:val="lowerLetter"/>
      <w:lvlText w:val="%5."/>
      <w:lvlJc w:val="left"/>
      <w:pPr>
        <w:ind w:left="3420" w:hanging="360"/>
      </w:pPr>
    </w:lvl>
    <w:lvl w:ilvl="5" w:tentative="1">
      <w:start w:val="1"/>
      <w:numFmt w:val="lowerRoman"/>
      <w:lvlText w:val="%6."/>
      <w:lvlJc w:val="right"/>
      <w:pPr>
        <w:ind w:left="4140" w:hanging="180"/>
      </w:pPr>
    </w:lvl>
    <w:lvl w:ilvl="6" w:tentative="1">
      <w:start w:val="1"/>
      <w:numFmt w:val="decimal"/>
      <w:lvlText w:val="%7."/>
      <w:lvlJc w:val="left"/>
      <w:pPr>
        <w:ind w:left="4860" w:hanging="360"/>
      </w:pPr>
    </w:lvl>
    <w:lvl w:ilvl="7" w:tentative="1">
      <w:start w:val="1"/>
      <w:numFmt w:val="lowerLetter"/>
      <w:lvlText w:val="%8."/>
      <w:lvlJc w:val="left"/>
      <w:pPr>
        <w:ind w:left="5580" w:hanging="360"/>
      </w:pPr>
    </w:lvl>
    <w:lvl w:ilvl="8" w:tentative="1">
      <w:start w:val="1"/>
      <w:numFmt w:val="lowerRoman"/>
      <w:lvlText w:val="%9."/>
      <w:lvlJc w:val="right"/>
      <w:pPr>
        <w:ind w:left="6300" w:hanging="180"/>
      </w:pPr>
    </w:lvl>
  </w:abstractNum>
  <w:abstractNum w:abstractNumId="20" w15:restartNumberingAfterBreak="0">
    <w:nsid w:val="4AF2711B"/>
    <w:multiLevelType w:val="hybridMultilevel"/>
    <w:tmpl w:val="7F5ED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9E5351"/>
    <w:multiLevelType w:val="hybridMultilevel"/>
    <w:tmpl w:val="F60834DC"/>
    <w:lvl w:ilvl="0" w:tplc="A9C21BA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15:restartNumberingAfterBreak="0">
    <w:nsid w:val="52F00400"/>
    <w:multiLevelType w:val="hybridMultilevel"/>
    <w:tmpl w:val="8948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852BEC"/>
    <w:multiLevelType w:val="hybridMultilevel"/>
    <w:tmpl w:val="4852E1AC"/>
    <w:lvl w:ilvl="0" w:tplc="3F7ABFBA">
      <w:start w:val="1"/>
      <w:numFmt w:val="bullet"/>
      <w:pStyle w:val="BulletTable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F4818AE"/>
    <w:multiLevelType w:val="singleLevel"/>
    <w:tmpl w:val="84645C1C"/>
    <w:lvl w:ilvl="0">
      <w:start w:val="1"/>
      <w:numFmt w:val="bullet"/>
      <w:pStyle w:val="BulletText1"/>
      <w:lvlText w:val=""/>
      <w:lvlJc w:val="left"/>
      <w:pPr>
        <w:tabs>
          <w:tab w:val="num" w:pos="360"/>
        </w:tabs>
        <w:ind w:left="360" w:hanging="360"/>
      </w:pPr>
      <w:rPr>
        <w:rFonts w:ascii="Symbol" w:hAnsi="Symbol" w:hint="default"/>
      </w:rPr>
    </w:lvl>
  </w:abstractNum>
  <w:abstractNum w:abstractNumId="25" w15:restartNumberingAfterBreak="0">
    <w:nsid w:val="5F5E61A8"/>
    <w:multiLevelType w:val="hybridMultilevel"/>
    <w:tmpl w:val="B830A588"/>
    <w:lvl w:ilvl="0" w:tplc="AC7CC11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6" w15:restartNumberingAfterBreak="0">
    <w:nsid w:val="623B44BB"/>
    <w:multiLevelType w:val="hybridMultilevel"/>
    <w:tmpl w:val="7F5ED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84D86"/>
    <w:multiLevelType w:val="hybridMultilevel"/>
    <w:tmpl w:val="BF06DE34"/>
    <w:lvl w:ilvl="0" w:tplc="E586C220">
      <w:start w:val="1"/>
      <w:numFmt w:val="bullet"/>
      <w:pStyle w:val="BulletTable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6B3D419C"/>
    <w:multiLevelType w:val="multilevel"/>
    <w:tmpl w:val="9DAC74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宋体" w:hint="default"/>
      </w:rPr>
    </w:lvl>
    <w:lvl w:ilvl="2">
      <w:start w:val="1"/>
      <w:numFmt w:val="decimal"/>
      <w:isLgl/>
      <w:lvlText w:val="%1.%2.%3"/>
      <w:lvlJc w:val="left"/>
      <w:pPr>
        <w:ind w:left="1080" w:hanging="720"/>
      </w:pPr>
      <w:rPr>
        <w:rFonts w:eastAsia="宋体" w:hint="default"/>
      </w:rPr>
    </w:lvl>
    <w:lvl w:ilvl="3">
      <w:start w:val="1"/>
      <w:numFmt w:val="decimal"/>
      <w:isLgl/>
      <w:lvlText w:val="%1.%2.%3.%4"/>
      <w:lvlJc w:val="left"/>
      <w:pPr>
        <w:ind w:left="1080" w:hanging="720"/>
      </w:pPr>
      <w:rPr>
        <w:rFonts w:eastAsia="宋体" w:hint="default"/>
      </w:rPr>
    </w:lvl>
    <w:lvl w:ilvl="4">
      <w:start w:val="1"/>
      <w:numFmt w:val="decimal"/>
      <w:isLgl/>
      <w:lvlText w:val="%1.%2.%3.%4.%5"/>
      <w:lvlJc w:val="left"/>
      <w:pPr>
        <w:ind w:left="1080" w:hanging="720"/>
      </w:pPr>
      <w:rPr>
        <w:rFonts w:eastAsia="宋体" w:hint="default"/>
      </w:rPr>
    </w:lvl>
    <w:lvl w:ilvl="5">
      <w:start w:val="1"/>
      <w:numFmt w:val="decimal"/>
      <w:isLgl/>
      <w:lvlText w:val="%1.%2.%3.%4.%5.%6"/>
      <w:lvlJc w:val="left"/>
      <w:pPr>
        <w:ind w:left="1440" w:hanging="1080"/>
      </w:pPr>
      <w:rPr>
        <w:rFonts w:eastAsia="宋体" w:hint="default"/>
      </w:rPr>
    </w:lvl>
    <w:lvl w:ilvl="6">
      <w:start w:val="1"/>
      <w:numFmt w:val="decimal"/>
      <w:isLgl/>
      <w:lvlText w:val="%1.%2.%3.%4.%5.%6.%7"/>
      <w:lvlJc w:val="left"/>
      <w:pPr>
        <w:ind w:left="1440" w:hanging="1080"/>
      </w:pPr>
      <w:rPr>
        <w:rFonts w:eastAsia="宋体" w:hint="default"/>
      </w:rPr>
    </w:lvl>
    <w:lvl w:ilvl="7">
      <w:start w:val="1"/>
      <w:numFmt w:val="decimal"/>
      <w:isLgl/>
      <w:lvlText w:val="%1.%2.%3.%4.%5.%6.%7.%8"/>
      <w:lvlJc w:val="left"/>
      <w:pPr>
        <w:ind w:left="1800" w:hanging="1440"/>
      </w:pPr>
      <w:rPr>
        <w:rFonts w:eastAsia="宋体" w:hint="default"/>
      </w:rPr>
    </w:lvl>
    <w:lvl w:ilvl="8">
      <w:start w:val="1"/>
      <w:numFmt w:val="decimal"/>
      <w:isLgl/>
      <w:lvlText w:val="%1.%2.%3.%4.%5.%6.%7.%8.%9"/>
      <w:lvlJc w:val="left"/>
      <w:pPr>
        <w:ind w:left="1800" w:hanging="1440"/>
      </w:pPr>
      <w:rPr>
        <w:rFonts w:eastAsia="宋体" w:hint="default"/>
      </w:rPr>
    </w:lvl>
  </w:abstractNum>
  <w:num w:numId="1">
    <w:abstractNumId w:val="24"/>
  </w:num>
  <w:num w:numId="2">
    <w:abstractNumId w:val="23"/>
  </w:num>
  <w:num w:numId="3">
    <w:abstractNumId w:val="13"/>
  </w:num>
  <w:num w:numId="4">
    <w:abstractNumId w:val="11"/>
  </w:num>
  <w:num w:numId="5">
    <w:abstractNumId w:val="6"/>
  </w:num>
  <w:num w:numId="6">
    <w:abstractNumId w:val="14"/>
  </w:num>
  <w:num w:numId="7">
    <w:abstractNumId w:val="18"/>
  </w:num>
  <w:num w:numId="8">
    <w:abstractNumId w:val="27"/>
  </w:num>
  <w:num w:numId="9">
    <w:abstractNumId w:val="8"/>
  </w:num>
  <w:num w:numId="10">
    <w:abstractNumId w:val="9"/>
  </w:num>
  <w:num w:numId="11">
    <w:abstractNumId w:val="28"/>
  </w:num>
  <w:num w:numId="12">
    <w:abstractNumId w:val="20"/>
  </w:num>
  <w:num w:numId="13">
    <w:abstractNumId w:val="2"/>
  </w:num>
  <w:num w:numId="14">
    <w:abstractNumId w:val="26"/>
  </w:num>
  <w:num w:numId="15">
    <w:abstractNumId w:val="25"/>
  </w:num>
  <w:num w:numId="16">
    <w:abstractNumId w:val="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0"/>
  </w:num>
  <w:num w:numId="20">
    <w:abstractNumId w:val="22"/>
  </w:num>
  <w:num w:numId="21">
    <w:abstractNumId w:val="5"/>
  </w:num>
  <w:num w:numId="22">
    <w:abstractNumId w:val="7"/>
  </w:num>
  <w:num w:numId="23">
    <w:abstractNumId w:val="4"/>
  </w:num>
  <w:num w:numId="24">
    <w:abstractNumId w:val="12"/>
  </w:num>
  <w:num w:numId="25">
    <w:abstractNumId w:val="16"/>
  </w:num>
  <w:num w:numId="26">
    <w:abstractNumId w:val="15"/>
  </w:num>
  <w:num w:numId="27">
    <w:abstractNumId w:val="19"/>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CE6"/>
    <w:rsid w:val="00000177"/>
    <w:rsid w:val="00000BCC"/>
    <w:rsid w:val="00001186"/>
    <w:rsid w:val="0000179C"/>
    <w:rsid w:val="00001B51"/>
    <w:rsid w:val="00001C72"/>
    <w:rsid w:val="00004C8E"/>
    <w:rsid w:val="0000500B"/>
    <w:rsid w:val="000052D9"/>
    <w:rsid w:val="00005B64"/>
    <w:rsid w:val="00005CD8"/>
    <w:rsid w:val="00005F7E"/>
    <w:rsid w:val="000065E0"/>
    <w:rsid w:val="00006616"/>
    <w:rsid w:val="0000709D"/>
    <w:rsid w:val="00007533"/>
    <w:rsid w:val="00007FE0"/>
    <w:rsid w:val="000116AB"/>
    <w:rsid w:val="00011F70"/>
    <w:rsid w:val="00012F19"/>
    <w:rsid w:val="00013782"/>
    <w:rsid w:val="00013AA8"/>
    <w:rsid w:val="00013D9B"/>
    <w:rsid w:val="000141A6"/>
    <w:rsid w:val="000145BF"/>
    <w:rsid w:val="000147F0"/>
    <w:rsid w:val="000156FC"/>
    <w:rsid w:val="00016C3A"/>
    <w:rsid w:val="00016F47"/>
    <w:rsid w:val="00016FB1"/>
    <w:rsid w:val="000170EB"/>
    <w:rsid w:val="000204AB"/>
    <w:rsid w:val="00020804"/>
    <w:rsid w:val="00021633"/>
    <w:rsid w:val="00021F94"/>
    <w:rsid w:val="000221C0"/>
    <w:rsid w:val="000223EB"/>
    <w:rsid w:val="0002305E"/>
    <w:rsid w:val="0002310E"/>
    <w:rsid w:val="000237FB"/>
    <w:rsid w:val="00023F3D"/>
    <w:rsid w:val="00025A51"/>
    <w:rsid w:val="00025E8F"/>
    <w:rsid w:val="00027B1E"/>
    <w:rsid w:val="00030815"/>
    <w:rsid w:val="00030A97"/>
    <w:rsid w:val="00030D2A"/>
    <w:rsid w:val="00031644"/>
    <w:rsid w:val="00031841"/>
    <w:rsid w:val="000318D4"/>
    <w:rsid w:val="00031971"/>
    <w:rsid w:val="00031BB6"/>
    <w:rsid w:val="000329E2"/>
    <w:rsid w:val="000331BC"/>
    <w:rsid w:val="000345CF"/>
    <w:rsid w:val="00035133"/>
    <w:rsid w:val="00036C2F"/>
    <w:rsid w:val="00040138"/>
    <w:rsid w:val="000403EA"/>
    <w:rsid w:val="000408F1"/>
    <w:rsid w:val="00040938"/>
    <w:rsid w:val="00040C1D"/>
    <w:rsid w:val="00041D2A"/>
    <w:rsid w:val="000434D6"/>
    <w:rsid w:val="0004359A"/>
    <w:rsid w:val="00044613"/>
    <w:rsid w:val="00044681"/>
    <w:rsid w:val="000449B4"/>
    <w:rsid w:val="00045DFE"/>
    <w:rsid w:val="0004609A"/>
    <w:rsid w:val="00047AF2"/>
    <w:rsid w:val="00047BE2"/>
    <w:rsid w:val="00050D6F"/>
    <w:rsid w:val="0005181B"/>
    <w:rsid w:val="00051A2E"/>
    <w:rsid w:val="00052503"/>
    <w:rsid w:val="000528CC"/>
    <w:rsid w:val="00053633"/>
    <w:rsid w:val="000541A1"/>
    <w:rsid w:val="00054797"/>
    <w:rsid w:val="00054909"/>
    <w:rsid w:val="000557EC"/>
    <w:rsid w:val="0005594B"/>
    <w:rsid w:val="00055BAE"/>
    <w:rsid w:val="00055EAB"/>
    <w:rsid w:val="000562BB"/>
    <w:rsid w:val="00056505"/>
    <w:rsid w:val="0006220C"/>
    <w:rsid w:val="0006282A"/>
    <w:rsid w:val="00064B72"/>
    <w:rsid w:val="000666E3"/>
    <w:rsid w:val="00066AFE"/>
    <w:rsid w:val="00066F2A"/>
    <w:rsid w:val="000675D7"/>
    <w:rsid w:val="00067B07"/>
    <w:rsid w:val="000715D9"/>
    <w:rsid w:val="00072DCE"/>
    <w:rsid w:val="00072E07"/>
    <w:rsid w:val="00072F20"/>
    <w:rsid w:val="00073938"/>
    <w:rsid w:val="00074942"/>
    <w:rsid w:val="00074C87"/>
    <w:rsid w:val="000754A1"/>
    <w:rsid w:val="00075904"/>
    <w:rsid w:val="000759B4"/>
    <w:rsid w:val="00080082"/>
    <w:rsid w:val="000800E9"/>
    <w:rsid w:val="0008063D"/>
    <w:rsid w:val="00080FC1"/>
    <w:rsid w:val="000812C7"/>
    <w:rsid w:val="000816BF"/>
    <w:rsid w:val="00081905"/>
    <w:rsid w:val="00081906"/>
    <w:rsid w:val="00081DE5"/>
    <w:rsid w:val="0008201C"/>
    <w:rsid w:val="000823C1"/>
    <w:rsid w:val="000837A7"/>
    <w:rsid w:val="00085E0A"/>
    <w:rsid w:val="00086040"/>
    <w:rsid w:val="00086060"/>
    <w:rsid w:val="00086D8C"/>
    <w:rsid w:val="000873FA"/>
    <w:rsid w:val="00087E54"/>
    <w:rsid w:val="00087F73"/>
    <w:rsid w:val="000900F6"/>
    <w:rsid w:val="00090BEF"/>
    <w:rsid w:val="00090C6D"/>
    <w:rsid w:val="00090E34"/>
    <w:rsid w:val="00091593"/>
    <w:rsid w:val="00091AAB"/>
    <w:rsid w:val="00092154"/>
    <w:rsid w:val="00092280"/>
    <w:rsid w:val="00092594"/>
    <w:rsid w:val="00092A31"/>
    <w:rsid w:val="00092DF2"/>
    <w:rsid w:val="00093EC4"/>
    <w:rsid w:val="00095130"/>
    <w:rsid w:val="000965BE"/>
    <w:rsid w:val="000A00E3"/>
    <w:rsid w:val="000A0243"/>
    <w:rsid w:val="000A0BF4"/>
    <w:rsid w:val="000A148B"/>
    <w:rsid w:val="000A1AE8"/>
    <w:rsid w:val="000A2628"/>
    <w:rsid w:val="000A3FC6"/>
    <w:rsid w:val="000A446A"/>
    <w:rsid w:val="000A5A04"/>
    <w:rsid w:val="000A5F29"/>
    <w:rsid w:val="000A61B6"/>
    <w:rsid w:val="000A7799"/>
    <w:rsid w:val="000B01A7"/>
    <w:rsid w:val="000B0288"/>
    <w:rsid w:val="000B1988"/>
    <w:rsid w:val="000B229E"/>
    <w:rsid w:val="000B2B4C"/>
    <w:rsid w:val="000B3A55"/>
    <w:rsid w:val="000B4DFA"/>
    <w:rsid w:val="000B502E"/>
    <w:rsid w:val="000B514A"/>
    <w:rsid w:val="000B5251"/>
    <w:rsid w:val="000B6DB8"/>
    <w:rsid w:val="000B70D7"/>
    <w:rsid w:val="000B76BA"/>
    <w:rsid w:val="000B7912"/>
    <w:rsid w:val="000C0541"/>
    <w:rsid w:val="000C06FC"/>
    <w:rsid w:val="000C0B3A"/>
    <w:rsid w:val="000C0EDE"/>
    <w:rsid w:val="000C1655"/>
    <w:rsid w:val="000C275F"/>
    <w:rsid w:val="000C3259"/>
    <w:rsid w:val="000C3450"/>
    <w:rsid w:val="000C378C"/>
    <w:rsid w:val="000C3BBA"/>
    <w:rsid w:val="000C3BD9"/>
    <w:rsid w:val="000C5D32"/>
    <w:rsid w:val="000C5EA2"/>
    <w:rsid w:val="000C5EEB"/>
    <w:rsid w:val="000C61B3"/>
    <w:rsid w:val="000C70BC"/>
    <w:rsid w:val="000D00FB"/>
    <w:rsid w:val="000D0401"/>
    <w:rsid w:val="000D05FD"/>
    <w:rsid w:val="000D175C"/>
    <w:rsid w:val="000D2016"/>
    <w:rsid w:val="000D27D6"/>
    <w:rsid w:val="000D2901"/>
    <w:rsid w:val="000D2BDE"/>
    <w:rsid w:val="000D43B8"/>
    <w:rsid w:val="000D5BFF"/>
    <w:rsid w:val="000D5C3E"/>
    <w:rsid w:val="000D6B83"/>
    <w:rsid w:val="000D6C3B"/>
    <w:rsid w:val="000E0172"/>
    <w:rsid w:val="000E1619"/>
    <w:rsid w:val="000E16BC"/>
    <w:rsid w:val="000E2CAA"/>
    <w:rsid w:val="000E3341"/>
    <w:rsid w:val="000E3C41"/>
    <w:rsid w:val="000E3F12"/>
    <w:rsid w:val="000E4BD9"/>
    <w:rsid w:val="000E5024"/>
    <w:rsid w:val="000E5EFC"/>
    <w:rsid w:val="000E63B0"/>
    <w:rsid w:val="000E6872"/>
    <w:rsid w:val="000E7DB3"/>
    <w:rsid w:val="000F02A7"/>
    <w:rsid w:val="000F138C"/>
    <w:rsid w:val="000F1861"/>
    <w:rsid w:val="000F1C32"/>
    <w:rsid w:val="000F214E"/>
    <w:rsid w:val="000F254D"/>
    <w:rsid w:val="000F2B0B"/>
    <w:rsid w:val="000F3111"/>
    <w:rsid w:val="000F389C"/>
    <w:rsid w:val="000F3A78"/>
    <w:rsid w:val="000F471B"/>
    <w:rsid w:val="000F4CFE"/>
    <w:rsid w:val="000F508E"/>
    <w:rsid w:val="000F56C9"/>
    <w:rsid w:val="000F6015"/>
    <w:rsid w:val="000F7210"/>
    <w:rsid w:val="00100501"/>
    <w:rsid w:val="00100969"/>
    <w:rsid w:val="00100C63"/>
    <w:rsid w:val="001012E2"/>
    <w:rsid w:val="0010218A"/>
    <w:rsid w:val="00103176"/>
    <w:rsid w:val="00103660"/>
    <w:rsid w:val="001037CB"/>
    <w:rsid w:val="00103E54"/>
    <w:rsid w:val="001043BE"/>
    <w:rsid w:val="0010496E"/>
    <w:rsid w:val="00104C1B"/>
    <w:rsid w:val="00104C9C"/>
    <w:rsid w:val="00106C40"/>
    <w:rsid w:val="001106F7"/>
    <w:rsid w:val="00111E74"/>
    <w:rsid w:val="0011200B"/>
    <w:rsid w:val="0011334A"/>
    <w:rsid w:val="001138FB"/>
    <w:rsid w:val="00113C7C"/>
    <w:rsid w:val="00113E11"/>
    <w:rsid w:val="00113ED8"/>
    <w:rsid w:val="0011403C"/>
    <w:rsid w:val="0011484A"/>
    <w:rsid w:val="0011502D"/>
    <w:rsid w:val="001167BB"/>
    <w:rsid w:val="001167C1"/>
    <w:rsid w:val="00116C42"/>
    <w:rsid w:val="00116DAB"/>
    <w:rsid w:val="001202D8"/>
    <w:rsid w:val="00121614"/>
    <w:rsid w:val="001225BF"/>
    <w:rsid w:val="0012274F"/>
    <w:rsid w:val="00122762"/>
    <w:rsid w:val="00122A5C"/>
    <w:rsid w:val="00122B76"/>
    <w:rsid w:val="00123143"/>
    <w:rsid w:val="00124040"/>
    <w:rsid w:val="0012453E"/>
    <w:rsid w:val="0012596A"/>
    <w:rsid w:val="0012632E"/>
    <w:rsid w:val="001271BE"/>
    <w:rsid w:val="001309EB"/>
    <w:rsid w:val="0013137D"/>
    <w:rsid w:val="00131978"/>
    <w:rsid w:val="00131E28"/>
    <w:rsid w:val="00132705"/>
    <w:rsid w:val="001327D9"/>
    <w:rsid w:val="0013326A"/>
    <w:rsid w:val="00133CDE"/>
    <w:rsid w:val="00133E18"/>
    <w:rsid w:val="00135778"/>
    <w:rsid w:val="00135BFE"/>
    <w:rsid w:val="00135E06"/>
    <w:rsid w:val="00136349"/>
    <w:rsid w:val="001363F8"/>
    <w:rsid w:val="0013667A"/>
    <w:rsid w:val="00140FC1"/>
    <w:rsid w:val="00141111"/>
    <w:rsid w:val="00141163"/>
    <w:rsid w:val="001411F7"/>
    <w:rsid w:val="00141C1D"/>
    <w:rsid w:val="00141E5C"/>
    <w:rsid w:val="00141FBC"/>
    <w:rsid w:val="001422AD"/>
    <w:rsid w:val="001437D3"/>
    <w:rsid w:val="00144331"/>
    <w:rsid w:val="0014477B"/>
    <w:rsid w:val="00144E13"/>
    <w:rsid w:val="00145437"/>
    <w:rsid w:val="00145867"/>
    <w:rsid w:val="00146487"/>
    <w:rsid w:val="00146E05"/>
    <w:rsid w:val="00147115"/>
    <w:rsid w:val="00147283"/>
    <w:rsid w:val="001473A8"/>
    <w:rsid w:val="00147953"/>
    <w:rsid w:val="0015003D"/>
    <w:rsid w:val="001502F8"/>
    <w:rsid w:val="0015135A"/>
    <w:rsid w:val="001514AC"/>
    <w:rsid w:val="001525B6"/>
    <w:rsid w:val="00152C58"/>
    <w:rsid w:val="00153102"/>
    <w:rsid w:val="001539C0"/>
    <w:rsid w:val="00154974"/>
    <w:rsid w:val="0015502B"/>
    <w:rsid w:val="001551EF"/>
    <w:rsid w:val="00155FDB"/>
    <w:rsid w:val="00156057"/>
    <w:rsid w:val="0015620E"/>
    <w:rsid w:val="001572FC"/>
    <w:rsid w:val="00157D67"/>
    <w:rsid w:val="00157FEC"/>
    <w:rsid w:val="001606C4"/>
    <w:rsid w:val="00160B7E"/>
    <w:rsid w:val="00161055"/>
    <w:rsid w:val="0016164C"/>
    <w:rsid w:val="001616F9"/>
    <w:rsid w:val="001621B4"/>
    <w:rsid w:val="00162D28"/>
    <w:rsid w:val="00163195"/>
    <w:rsid w:val="001639C7"/>
    <w:rsid w:val="00164A1C"/>
    <w:rsid w:val="00164C18"/>
    <w:rsid w:val="00164D35"/>
    <w:rsid w:val="001652FB"/>
    <w:rsid w:val="001653F0"/>
    <w:rsid w:val="00166337"/>
    <w:rsid w:val="00166E80"/>
    <w:rsid w:val="001670ED"/>
    <w:rsid w:val="00167AD9"/>
    <w:rsid w:val="00167ADC"/>
    <w:rsid w:val="00167BA4"/>
    <w:rsid w:val="0017012F"/>
    <w:rsid w:val="0017160F"/>
    <w:rsid w:val="001718AD"/>
    <w:rsid w:val="00171EEB"/>
    <w:rsid w:val="00172DD7"/>
    <w:rsid w:val="00173150"/>
    <w:rsid w:val="00174118"/>
    <w:rsid w:val="001761DC"/>
    <w:rsid w:val="001765A6"/>
    <w:rsid w:val="001768E7"/>
    <w:rsid w:val="00176E7E"/>
    <w:rsid w:val="00177A82"/>
    <w:rsid w:val="00181AF5"/>
    <w:rsid w:val="00182553"/>
    <w:rsid w:val="00183122"/>
    <w:rsid w:val="00183222"/>
    <w:rsid w:val="001836FA"/>
    <w:rsid w:val="00183A3D"/>
    <w:rsid w:val="0018453B"/>
    <w:rsid w:val="0018454F"/>
    <w:rsid w:val="00185262"/>
    <w:rsid w:val="00185514"/>
    <w:rsid w:val="0018712D"/>
    <w:rsid w:val="00187902"/>
    <w:rsid w:val="00190E9D"/>
    <w:rsid w:val="00191281"/>
    <w:rsid w:val="0019221F"/>
    <w:rsid w:val="001926C5"/>
    <w:rsid w:val="001939B3"/>
    <w:rsid w:val="00194358"/>
    <w:rsid w:val="001943D7"/>
    <w:rsid w:val="00195CFE"/>
    <w:rsid w:val="001972A1"/>
    <w:rsid w:val="00197D32"/>
    <w:rsid w:val="001A04F7"/>
    <w:rsid w:val="001A0B26"/>
    <w:rsid w:val="001A0ECD"/>
    <w:rsid w:val="001A107E"/>
    <w:rsid w:val="001A1381"/>
    <w:rsid w:val="001A165F"/>
    <w:rsid w:val="001A1F38"/>
    <w:rsid w:val="001A2C38"/>
    <w:rsid w:val="001A3135"/>
    <w:rsid w:val="001A3DFC"/>
    <w:rsid w:val="001A468D"/>
    <w:rsid w:val="001A50D9"/>
    <w:rsid w:val="001A5474"/>
    <w:rsid w:val="001A5705"/>
    <w:rsid w:val="001A66A1"/>
    <w:rsid w:val="001A6E3D"/>
    <w:rsid w:val="001A788D"/>
    <w:rsid w:val="001A7D68"/>
    <w:rsid w:val="001A7DB5"/>
    <w:rsid w:val="001B0B2B"/>
    <w:rsid w:val="001B0C88"/>
    <w:rsid w:val="001B0F6E"/>
    <w:rsid w:val="001B1324"/>
    <w:rsid w:val="001B1B50"/>
    <w:rsid w:val="001B1FCC"/>
    <w:rsid w:val="001B33FE"/>
    <w:rsid w:val="001B3AB4"/>
    <w:rsid w:val="001B3D6A"/>
    <w:rsid w:val="001B4EB2"/>
    <w:rsid w:val="001B585C"/>
    <w:rsid w:val="001B595D"/>
    <w:rsid w:val="001B628D"/>
    <w:rsid w:val="001B6C14"/>
    <w:rsid w:val="001B7A42"/>
    <w:rsid w:val="001C0041"/>
    <w:rsid w:val="001C0AC8"/>
    <w:rsid w:val="001C17B0"/>
    <w:rsid w:val="001C2978"/>
    <w:rsid w:val="001C3AE6"/>
    <w:rsid w:val="001C40CD"/>
    <w:rsid w:val="001C452C"/>
    <w:rsid w:val="001C507B"/>
    <w:rsid w:val="001C54C6"/>
    <w:rsid w:val="001C5CF8"/>
    <w:rsid w:val="001C6762"/>
    <w:rsid w:val="001C698C"/>
    <w:rsid w:val="001C6EBD"/>
    <w:rsid w:val="001C6F5F"/>
    <w:rsid w:val="001C6FD5"/>
    <w:rsid w:val="001C750D"/>
    <w:rsid w:val="001C7A14"/>
    <w:rsid w:val="001C7C22"/>
    <w:rsid w:val="001C7E05"/>
    <w:rsid w:val="001D102C"/>
    <w:rsid w:val="001D1825"/>
    <w:rsid w:val="001D26EC"/>
    <w:rsid w:val="001D3AF9"/>
    <w:rsid w:val="001D4073"/>
    <w:rsid w:val="001D6302"/>
    <w:rsid w:val="001D65B0"/>
    <w:rsid w:val="001D749C"/>
    <w:rsid w:val="001D7578"/>
    <w:rsid w:val="001D76E6"/>
    <w:rsid w:val="001D7872"/>
    <w:rsid w:val="001D7B59"/>
    <w:rsid w:val="001E0554"/>
    <w:rsid w:val="001E09D7"/>
    <w:rsid w:val="001E0CA8"/>
    <w:rsid w:val="001E1513"/>
    <w:rsid w:val="001E1A2F"/>
    <w:rsid w:val="001E1A60"/>
    <w:rsid w:val="001E1CC7"/>
    <w:rsid w:val="001E241B"/>
    <w:rsid w:val="001E3436"/>
    <w:rsid w:val="001E35C2"/>
    <w:rsid w:val="001E3E05"/>
    <w:rsid w:val="001E46B0"/>
    <w:rsid w:val="001E5539"/>
    <w:rsid w:val="001E58D7"/>
    <w:rsid w:val="001E5E2B"/>
    <w:rsid w:val="001E6270"/>
    <w:rsid w:val="001E6401"/>
    <w:rsid w:val="001E656E"/>
    <w:rsid w:val="001E7142"/>
    <w:rsid w:val="001E716B"/>
    <w:rsid w:val="001F03D9"/>
    <w:rsid w:val="001F042F"/>
    <w:rsid w:val="001F2464"/>
    <w:rsid w:val="001F273B"/>
    <w:rsid w:val="001F2CB7"/>
    <w:rsid w:val="001F3392"/>
    <w:rsid w:val="001F44E1"/>
    <w:rsid w:val="001F4963"/>
    <w:rsid w:val="001F516C"/>
    <w:rsid w:val="001F6BE1"/>
    <w:rsid w:val="001F72F7"/>
    <w:rsid w:val="001F755B"/>
    <w:rsid w:val="001F7AE8"/>
    <w:rsid w:val="00200350"/>
    <w:rsid w:val="00200EB3"/>
    <w:rsid w:val="002014FF"/>
    <w:rsid w:val="0020153E"/>
    <w:rsid w:val="00201E5E"/>
    <w:rsid w:val="00202352"/>
    <w:rsid w:val="002025C0"/>
    <w:rsid w:val="00203785"/>
    <w:rsid w:val="00203AB4"/>
    <w:rsid w:val="00204286"/>
    <w:rsid w:val="002044A1"/>
    <w:rsid w:val="00204B02"/>
    <w:rsid w:val="00204D48"/>
    <w:rsid w:val="00204F54"/>
    <w:rsid w:val="00205631"/>
    <w:rsid w:val="002056B9"/>
    <w:rsid w:val="00205785"/>
    <w:rsid w:val="00205A4B"/>
    <w:rsid w:val="002076EC"/>
    <w:rsid w:val="00207EB2"/>
    <w:rsid w:val="00210BFF"/>
    <w:rsid w:val="00210F73"/>
    <w:rsid w:val="00211711"/>
    <w:rsid w:val="00212390"/>
    <w:rsid w:val="0021251E"/>
    <w:rsid w:val="00214229"/>
    <w:rsid w:val="002150EB"/>
    <w:rsid w:val="002154E1"/>
    <w:rsid w:val="00216F2D"/>
    <w:rsid w:val="00216F48"/>
    <w:rsid w:val="0022001D"/>
    <w:rsid w:val="00220064"/>
    <w:rsid w:val="002215F6"/>
    <w:rsid w:val="002221A8"/>
    <w:rsid w:val="002224C8"/>
    <w:rsid w:val="0022420D"/>
    <w:rsid w:val="00224728"/>
    <w:rsid w:val="00224881"/>
    <w:rsid w:val="002248E9"/>
    <w:rsid w:val="00225EE7"/>
    <w:rsid w:val="0022666C"/>
    <w:rsid w:val="00226DE2"/>
    <w:rsid w:val="0022703A"/>
    <w:rsid w:val="0022727E"/>
    <w:rsid w:val="002273D7"/>
    <w:rsid w:val="002274C1"/>
    <w:rsid w:val="002314F9"/>
    <w:rsid w:val="00231ECB"/>
    <w:rsid w:val="00232988"/>
    <w:rsid w:val="002329C4"/>
    <w:rsid w:val="00232B82"/>
    <w:rsid w:val="00232CDB"/>
    <w:rsid w:val="00234FB6"/>
    <w:rsid w:val="00235023"/>
    <w:rsid w:val="00235F7C"/>
    <w:rsid w:val="00237EC8"/>
    <w:rsid w:val="00237FBC"/>
    <w:rsid w:val="002404BF"/>
    <w:rsid w:val="0024087A"/>
    <w:rsid w:val="0024142C"/>
    <w:rsid w:val="002415F8"/>
    <w:rsid w:val="002423D1"/>
    <w:rsid w:val="002439D0"/>
    <w:rsid w:val="00243CED"/>
    <w:rsid w:val="00243ECE"/>
    <w:rsid w:val="00244AE9"/>
    <w:rsid w:val="00245565"/>
    <w:rsid w:val="00245C7A"/>
    <w:rsid w:val="00245E8B"/>
    <w:rsid w:val="002461F5"/>
    <w:rsid w:val="00246826"/>
    <w:rsid w:val="00247B94"/>
    <w:rsid w:val="00247BE1"/>
    <w:rsid w:val="00247C26"/>
    <w:rsid w:val="002518CF"/>
    <w:rsid w:val="00251C5C"/>
    <w:rsid w:val="00253A42"/>
    <w:rsid w:val="00253E81"/>
    <w:rsid w:val="00253EEF"/>
    <w:rsid w:val="00256025"/>
    <w:rsid w:val="002562FA"/>
    <w:rsid w:val="00257160"/>
    <w:rsid w:val="00257DA8"/>
    <w:rsid w:val="002600B2"/>
    <w:rsid w:val="002615F3"/>
    <w:rsid w:val="00261E9D"/>
    <w:rsid w:val="00262565"/>
    <w:rsid w:val="00262AB0"/>
    <w:rsid w:val="00262C26"/>
    <w:rsid w:val="00263074"/>
    <w:rsid w:val="002631D0"/>
    <w:rsid w:val="002639C6"/>
    <w:rsid w:val="00265054"/>
    <w:rsid w:val="00266E4F"/>
    <w:rsid w:val="0027068B"/>
    <w:rsid w:val="00270ABC"/>
    <w:rsid w:val="00271D3C"/>
    <w:rsid w:val="00272801"/>
    <w:rsid w:val="002729AA"/>
    <w:rsid w:val="00273222"/>
    <w:rsid w:val="0027378D"/>
    <w:rsid w:val="00274B4F"/>
    <w:rsid w:val="00274D63"/>
    <w:rsid w:val="00275E9B"/>
    <w:rsid w:val="0027608E"/>
    <w:rsid w:val="002761C4"/>
    <w:rsid w:val="002761D5"/>
    <w:rsid w:val="00281795"/>
    <w:rsid w:val="00282973"/>
    <w:rsid w:val="002834F8"/>
    <w:rsid w:val="00283C33"/>
    <w:rsid w:val="002848E9"/>
    <w:rsid w:val="002856BB"/>
    <w:rsid w:val="00285E0D"/>
    <w:rsid w:val="00286F06"/>
    <w:rsid w:val="00287349"/>
    <w:rsid w:val="00290124"/>
    <w:rsid w:val="00290C77"/>
    <w:rsid w:val="00290C79"/>
    <w:rsid w:val="00290F22"/>
    <w:rsid w:val="002914F4"/>
    <w:rsid w:val="00292394"/>
    <w:rsid w:val="002923E4"/>
    <w:rsid w:val="00292752"/>
    <w:rsid w:val="0029313A"/>
    <w:rsid w:val="00293D1F"/>
    <w:rsid w:val="00294A29"/>
    <w:rsid w:val="002958E7"/>
    <w:rsid w:val="0029596A"/>
    <w:rsid w:val="00295BEA"/>
    <w:rsid w:val="00296556"/>
    <w:rsid w:val="00297668"/>
    <w:rsid w:val="002A1157"/>
    <w:rsid w:val="002A18B6"/>
    <w:rsid w:val="002A1C52"/>
    <w:rsid w:val="002A30A3"/>
    <w:rsid w:val="002A4163"/>
    <w:rsid w:val="002A465C"/>
    <w:rsid w:val="002A48A9"/>
    <w:rsid w:val="002A5148"/>
    <w:rsid w:val="002A5454"/>
    <w:rsid w:val="002A5852"/>
    <w:rsid w:val="002A5B51"/>
    <w:rsid w:val="002A5BA0"/>
    <w:rsid w:val="002A5C18"/>
    <w:rsid w:val="002A6B3F"/>
    <w:rsid w:val="002A71B7"/>
    <w:rsid w:val="002A7E0C"/>
    <w:rsid w:val="002B04F4"/>
    <w:rsid w:val="002B0D28"/>
    <w:rsid w:val="002B2527"/>
    <w:rsid w:val="002B2653"/>
    <w:rsid w:val="002B2842"/>
    <w:rsid w:val="002B2937"/>
    <w:rsid w:val="002B2B74"/>
    <w:rsid w:val="002B2B8F"/>
    <w:rsid w:val="002B2ECD"/>
    <w:rsid w:val="002B352C"/>
    <w:rsid w:val="002B3750"/>
    <w:rsid w:val="002B3A6E"/>
    <w:rsid w:val="002B3FCB"/>
    <w:rsid w:val="002B48A1"/>
    <w:rsid w:val="002B4C2B"/>
    <w:rsid w:val="002B5052"/>
    <w:rsid w:val="002B537A"/>
    <w:rsid w:val="002B6080"/>
    <w:rsid w:val="002B6498"/>
    <w:rsid w:val="002B68B0"/>
    <w:rsid w:val="002B6E6B"/>
    <w:rsid w:val="002B7313"/>
    <w:rsid w:val="002B7BCE"/>
    <w:rsid w:val="002C0AD4"/>
    <w:rsid w:val="002C0DC2"/>
    <w:rsid w:val="002C11E8"/>
    <w:rsid w:val="002C1602"/>
    <w:rsid w:val="002C1BA5"/>
    <w:rsid w:val="002C1E8A"/>
    <w:rsid w:val="002C2040"/>
    <w:rsid w:val="002C21A6"/>
    <w:rsid w:val="002C23D9"/>
    <w:rsid w:val="002C284E"/>
    <w:rsid w:val="002C3115"/>
    <w:rsid w:val="002C3A4E"/>
    <w:rsid w:val="002C4732"/>
    <w:rsid w:val="002C4B4D"/>
    <w:rsid w:val="002C5705"/>
    <w:rsid w:val="002C68AD"/>
    <w:rsid w:val="002C7855"/>
    <w:rsid w:val="002C7951"/>
    <w:rsid w:val="002D0EE1"/>
    <w:rsid w:val="002D187A"/>
    <w:rsid w:val="002D1914"/>
    <w:rsid w:val="002D2D82"/>
    <w:rsid w:val="002D3B80"/>
    <w:rsid w:val="002D3FA7"/>
    <w:rsid w:val="002D44A0"/>
    <w:rsid w:val="002D7A35"/>
    <w:rsid w:val="002E0322"/>
    <w:rsid w:val="002E053D"/>
    <w:rsid w:val="002E0A8B"/>
    <w:rsid w:val="002E0D70"/>
    <w:rsid w:val="002E0EDA"/>
    <w:rsid w:val="002E0F79"/>
    <w:rsid w:val="002E1327"/>
    <w:rsid w:val="002E1624"/>
    <w:rsid w:val="002E1AE0"/>
    <w:rsid w:val="002E2301"/>
    <w:rsid w:val="002E2BD3"/>
    <w:rsid w:val="002E2EE5"/>
    <w:rsid w:val="002E323B"/>
    <w:rsid w:val="002E38E5"/>
    <w:rsid w:val="002E450F"/>
    <w:rsid w:val="002E542C"/>
    <w:rsid w:val="002E5571"/>
    <w:rsid w:val="002E5731"/>
    <w:rsid w:val="002E5A7D"/>
    <w:rsid w:val="002E6024"/>
    <w:rsid w:val="002E69F1"/>
    <w:rsid w:val="002E6FE8"/>
    <w:rsid w:val="002E7461"/>
    <w:rsid w:val="002F001C"/>
    <w:rsid w:val="002F189C"/>
    <w:rsid w:val="002F238A"/>
    <w:rsid w:val="002F2641"/>
    <w:rsid w:val="002F2FDF"/>
    <w:rsid w:val="002F3033"/>
    <w:rsid w:val="002F3097"/>
    <w:rsid w:val="002F3789"/>
    <w:rsid w:val="002F49BC"/>
    <w:rsid w:val="002F4BC7"/>
    <w:rsid w:val="002F52C0"/>
    <w:rsid w:val="002F5377"/>
    <w:rsid w:val="002F72A2"/>
    <w:rsid w:val="002F77A3"/>
    <w:rsid w:val="002F7CAE"/>
    <w:rsid w:val="00300230"/>
    <w:rsid w:val="003004E5"/>
    <w:rsid w:val="00301990"/>
    <w:rsid w:val="00302678"/>
    <w:rsid w:val="00302B7D"/>
    <w:rsid w:val="00303078"/>
    <w:rsid w:val="00303914"/>
    <w:rsid w:val="00303AA0"/>
    <w:rsid w:val="003044CB"/>
    <w:rsid w:val="00304D7B"/>
    <w:rsid w:val="00305091"/>
    <w:rsid w:val="00305AC3"/>
    <w:rsid w:val="003062F2"/>
    <w:rsid w:val="0030653C"/>
    <w:rsid w:val="00306A5B"/>
    <w:rsid w:val="00306D34"/>
    <w:rsid w:val="0031059C"/>
    <w:rsid w:val="00310F79"/>
    <w:rsid w:val="00312623"/>
    <w:rsid w:val="00314098"/>
    <w:rsid w:val="00315E41"/>
    <w:rsid w:val="00316431"/>
    <w:rsid w:val="003170A9"/>
    <w:rsid w:val="00320AF7"/>
    <w:rsid w:val="0032111C"/>
    <w:rsid w:val="003214A0"/>
    <w:rsid w:val="00321CA9"/>
    <w:rsid w:val="00322253"/>
    <w:rsid w:val="00322517"/>
    <w:rsid w:val="00322832"/>
    <w:rsid w:val="003229E0"/>
    <w:rsid w:val="00323467"/>
    <w:rsid w:val="003236CF"/>
    <w:rsid w:val="0032450E"/>
    <w:rsid w:val="00324891"/>
    <w:rsid w:val="00325549"/>
    <w:rsid w:val="00325A4B"/>
    <w:rsid w:val="00325B0C"/>
    <w:rsid w:val="0032672E"/>
    <w:rsid w:val="00330AA8"/>
    <w:rsid w:val="00330BF4"/>
    <w:rsid w:val="00330C7F"/>
    <w:rsid w:val="003331A2"/>
    <w:rsid w:val="003333E5"/>
    <w:rsid w:val="00334861"/>
    <w:rsid w:val="003350E5"/>
    <w:rsid w:val="003356FF"/>
    <w:rsid w:val="00335C41"/>
    <w:rsid w:val="003361B4"/>
    <w:rsid w:val="00336F5B"/>
    <w:rsid w:val="00337662"/>
    <w:rsid w:val="003402D3"/>
    <w:rsid w:val="00342435"/>
    <w:rsid w:val="00342838"/>
    <w:rsid w:val="00342B51"/>
    <w:rsid w:val="003431BC"/>
    <w:rsid w:val="00344E16"/>
    <w:rsid w:val="0034567B"/>
    <w:rsid w:val="00345818"/>
    <w:rsid w:val="00345D7B"/>
    <w:rsid w:val="00346B91"/>
    <w:rsid w:val="00347F69"/>
    <w:rsid w:val="00350143"/>
    <w:rsid w:val="00350163"/>
    <w:rsid w:val="003515FB"/>
    <w:rsid w:val="00351D79"/>
    <w:rsid w:val="00352370"/>
    <w:rsid w:val="00353432"/>
    <w:rsid w:val="0035358A"/>
    <w:rsid w:val="00353B64"/>
    <w:rsid w:val="00353E98"/>
    <w:rsid w:val="003552A8"/>
    <w:rsid w:val="00355CCB"/>
    <w:rsid w:val="00357135"/>
    <w:rsid w:val="00357550"/>
    <w:rsid w:val="00357D33"/>
    <w:rsid w:val="00360050"/>
    <w:rsid w:val="00360295"/>
    <w:rsid w:val="0036162B"/>
    <w:rsid w:val="003619B7"/>
    <w:rsid w:val="003632D5"/>
    <w:rsid w:val="00363564"/>
    <w:rsid w:val="003639A0"/>
    <w:rsid w:val="00363F97"/>
    <w:rsid w:val="00365650"/>
    <w:rsid w:val="0036583D"/>
    <w:rsid w:val="00365CE1"/>
    <w:rsid w:val="00365E4A"/>
    <w:rsid w:val="0036654C"/>
    <w:rsid w:val="003673AB"/>
    <w:rsid w:val="003676CB"/>
    <w:rsid w:val="00367926"/>
    <w:rsid w:val="00367E72"/>
    <w:rsid w:val="00367F4E"/>
    <w:rsid w:val="003703EC"/>
    <w:rsid w:val="0037163F"/>
    <w:rsid w:val="003726AF"/>
    <w:rsid w:val="00372E7B"/>
    <w:rsid w:val="003744EF"/>
    <w:rsid w:val="00374C2E"/>
    <w:rsid w:val="003758D7"/>
    <w:rsid w:val="00375B78"/>
    <w:rsid w:val="00375BA1"/>
    <w:rsid w:val="00375BAF"/>
    <w:rsid w:val="00375F20"/>
    <w:rsid w:val="00376816"/>
    <w:rsid w:val="003771DB"/>
    <w:rsid w:val="003772C9"/>
    <w:rsid w:val="00377B63"/>
    <w:rsid w:val="00380728"/>
    <w:rsid w:val="00381748"/>
    <w:rsid w:val="003817D9"/>
    <w:rsid w:val="0038190B"/>
    <w:rsid w:val="00381DA7"/>
    <w:rsid w:val="003822AF"/>
    <w:rsid w:val="003822D0"/>
    <w:rsid w:val="0038289C"/>
    <w:rsid w:val="00382D62"/>
    <w:rsid w:val="00382EA2"/>
    <w:rsid w:val="0038321F"/>
    <w:rsid w:val="003838CE"/>
    <w:rsid w:val="0038447A"/>
    <w:rsid w:val="00384776"/>
    <w:rsid w:val="00384DC9"/>
    <w:rsid w:val="00385AEA"/>
    <w:rsid w:val="0038779B"/>
    <w:rsid w:val="00387A30"/>
    <w:rsid w:val="003901CA"/>
    <w:rsid w:val="003904C8"/>
    <w:rsid w:val="0039077B"/>
    <w:rsid w:val="00390822"/>
    <w:rsid w:val="003914C6"/>
    <w:rsid w:val="00391DD6"/>
    <w:rsid w:val="0039272C"/>
    <w:rsid w:val="0039300B"/>
    <w:rsid w:val="003938E3"/>
    <w:rsid w:val="00393CE3"/>
    <w:rsid w:val="00393F57"/>
    <w:rsid w:val="00394A99"/>
    <w:rsid w:val="00394F23"/>
    <w:rsid w:val="0039523C"/>
    <w:rsid w:val="003958C4"/>
    <w:rsid w:val="00396CD8"/>
    <w:rsid w:val="00397420"/>
    <w:rsid w:val="00397ABC"/>
    <w:rsid w:val="003A01B2"/>
    <w:rsid w:val="003A02B9"/>
    <w:rsid w:val="003A0690"/>
    <w:rsid w:val="003A07C5"/>
    <w:rsid w:val="003A0893"/>
    <w:rsid w:val="003A1384"/>
    <w:rsid w:val="003A273D"/>
    <w:rsid w:val="003A2E26"/>
    <w:rsid w:val="003A395F"/>
    <w:rsid w:val="003A4ECA"/>
    <w:rsid w:val="003A4FDD"/>
    <w:rsid w:val="003A5D5D"/>
    <w:rsid w:val="003A5EFD"/>
    <w:rsid w:val="003A5F52"/>
    <w:rsid w:val="003A61F0"/>
    <w:rsid w:val="003A6504"/>
    <w:rsid w:val="003A6E40"/>
    <w:rsid w:val="003A73ED"/>
    <w:rsid w:val="003A7882"/>
    <w:rsid w:val="003A7FAA"/>
    <w:rsid w:val="003B0BDC"/>
    <w:rsid w:val="003B18AF"/>
    <w:rsid w:val="003B1CF8"/>
    <w:rsid w:val="003B228A"/>
    <w:rsid w:val="003B3F8D"/>
    <w:rsid w:val="003B4DC8"/>
    <w:rsid w:val="003B569E"/>
    <w:rsid w:val="003B5727"/>
    <w:rsid w:val="003B5CD0"/>
    <w:rsid w:val="003B632A"/>
    <w:rsid w:val="003B696A"/>
    <w:rsid w:val="003C0168"/>
    <w:rsid w:val="003C0CE2"/>
    <w:rsid w:val="003C0FFA"/>
    <w:rsid w:val="003C19F0"/>
    <w:rsid w:val="003C2363"/>
    <w:rsid w:val="003C2831"/>
    <w:rsid w:val="003C29D7"/>
    <w:rsid w:val="003C3DFB"/>
    <w:rsid w:val="003C4006"/>
    <w:rsid w:val="003C4AE9"/>
    <w:rsid w:val="003C4D5D"/>
    <w:rsid w:val="003C5100"/>
    <w:rsid w:val="003C52F6"/>
    <w:rsid w:val="003C6AED"/>
    <w:rsid w:val="003C6D44"/>
    <w:rsid w:val="003D01C1"/>
    <w:rsid w:val="003D1027"/>
    <w:rsid w:val="003D1040"/>
    <w:rsid w:val="003D114E"/>
    <w:rsid w:val="003D1599"/>
    <w:rsid w:val="003D213E"/>
    <w:rsid w:val="003D226F"/>
    <w:rsid w:val="003D271D"/>
    <w:rsid w:val="003D2A6E"/>
    <w:rsid w:val="003D2ADF"/>
    <w:rsid w:val="003D3956"/>
    <w:rsid w:val="003D4B33"/>
    <w:rsid w:val="003D4B83"/>
    <w:rsid w:val="003D564D"/>
    <w:rsid w:val="003D6146"/>
    <w:rsid w:val="003D6416"/>
    <w:rsid w:val="003D6580"/>
    <w:rsid w:val="003E0101"/>
    <w:rsid w:val="003E01CF"/>
    <w:rsid w:val="003E1252"/>
    <w:rsid w:val="003E16CE"/>
    <w:rsid w:val="003E38D6"/>
    <w:rsid w:val="003E4B46"/>
    <w:rsid w:val="003E57C3"/>
    <w:rsid w:val="003E6443"/>
    <w:rsid w:val="003E6529"/>
    <w:rsid w:val="003E691E"/>
    <w:rsid w:val="003E6C24"/>
    <w:rsid w:val="003E713B"/>
    <w:rsid w:val="003F01E1"/>
    <w:rsid w:val="003F01F9"/>
    <w:rsid w:val="003F0508"/>
    <w:rsid w:val="003F0672"/>
    <w:rsid w:val="003F19DB"/>
    <w:rsid w:val="003F21C1"/>
    <w:rsid w:val="003F2B1B"/>
    <w:rsid w:val="003F2B67"/>
    <w:rsid w:val="003F2CA1"/>
    <w:rsid w:val="003F3045"/>
    <w:rsid w:val="003F3DD7"/>
    <w:rsid w:val="003F4562"/>
    <w:rsid w:val="003F4576"/>
    <w:rsid w:val="003F596E"/>
    <w:rsid w:val="003F77E8"/>
    <w:rsid w:val="003F7DBF"/>
    <w:rsid w:val="00400B48"/>
    <w:rsid w:val="004019F8"/>
    <w:rsid w:val="00402DB8"/>
    <w:rsid w:val="004044E5"/>
    <w:rsid w:val="004050A3"/>
    <w:rsid w:val="00405B3B"/>
    <w:rsid w:val="00405D2F"/>
    <w:rsid w:val="00405E06"/>
    <w:rsid w:val="00405F16"/>
    <w:rsid w:val="004066B3"/>
    <w:rsid w:val="00406FDB"/>
    <w:rsid w:val="0041130C"/>
    <w:rsid w:val="00411D41"/>
    <w:rsid w:val="004129A8"/>
    <w:rsid w:val="004132E1"/>
    <w:rsid w:val="00414028"/>
    <w:rsid w:val="00414F0B"/>
    <w:rsid w:val="004152FD"/>
    <w:rsid w:val="00415582"/>
    <w:rsid w:val="0041585F"/>
    <w:rsid w:val="00415FF6"/>
    <w:rsid w:val="00416C17"/>
    <w:rsid w:val="0041708D"/>
    <w:rsid w:val="004170DF"/>
    <w:rsid w:val="00417162"/>
    <w:rsid w:val="00417A46"/>
    <w:rsid w:val="00417CCB"/>
    <w:rsid w:val="00417E36"/>
    <w:rsid w:val="00420370"/>
    <w:rsid w:val="00420CA1"/>
    <w:rsid w:val="00420F00"/>
    <w:rsid w:val="00422778"/>
    <w:rsid w:val="0042379E"/>
    <w:rsid w:val="004237A9"/>
    <w:rsid w:val="004247E7"/>
    <w:rsid w:val="00424F79"/>
    <w:rsid w:val="0042550D"/>
    <w:rsid w:val="00425E79"/>
    <w:rsid w:val="00426A1E"/>
    <w:rsid w:val="004279B2"/>
    <w:rsid w:val="00427BFA"/>
    <w:rsid w:val="00430CC9"/>
    <w:rsid w:val="004319A3"/>
    <w:rsid w:val="00431C87"/>
    <w:rsid w:val="0043241A"/>
    <w:rsid w:val="00432439"/>
    <w:rsid w:val="00434741"/>
    <w:rsid w:val="00434ABA"/>
    <w:rsid w:val="0043580F"/>
    <w:rsid w:val="004360E6"/>
    <w:rsid w:val="00437116"/>
    <w:rsid w:val="004401AE"/>
    <w:rsid w:val="00440A5C"/>
    <w:rsid w:val="00441996"/>
    <w:rsid w:val="00441CED"/>
    <w:rsid w:val="0044270B"/>
    <w:rsid w:val="0044383A"/>
    <w:rsid w:val="00443B35"/>
    <w:rsid w:val="004444FE"/>
    <w:rsid w:val="00444691"/>
    <w:rsid w:val="0044537D"/>
    <w:rsid w:val="00446E0F"/>
    <w:rsid w:val="00447132"/>
    <w:rsid w:val="00450460"/>
    <w:rsid w:val="004512D3"/>
    <w:rsid w:val="00451548"/>
    <w:rsid w:val="00451925"/>
    <w:rsid w:val="004522BD"/>
    <w:rsid w:val="00453251"/>
    <w:rsid w:val="00453BE2"/>
    <w:rsid w:val="00454499"/>
    <w:rsid w:val="00455007"/>
    <w:rsid w:val="00455850"/>
    <w:rsid w:val="00457CFB"/>
    <w:rsid w:val="00457D6B"/>
    <w:rsid w:val="00460A18"/>
    <w:rsid w:val="00461599"/>
    <w:rsid w:val="00461773"/>
    <w:rsid w:val="00461DD4"/>
    <w:rsid w:val="00462187"/>
    <w:rsid w:val="0046238A"/>
    <w:rsid w:val="0046285B"/>
    <w:rsid w:val="00463139"/>
    <w:rsid w:val="004641B5"/>
    <w:rsid w:val="004643C1"/>
    <w:rsid w:val="004659A4"/>
    <w:rsid w:val="0046644B"/>
    <w:rsid w:val="00466AF3"/>
    <w:rsid w:val="00467121"/>
    <w:rsid w:val="004704C4"/>
    <w:rsid w:val="00470B4E"/>
    <w:rsid w:val="00471730"/>
    <w:rsid w:val="00471FC1"/>
    <w:rsid w:val="004724F6"/>
    <w:rsid w:val="00472678"/>
    <w:rsid w:val="00473394"/>
    <w:rsid w:val="004734A7"/>
    <w:rsid w:val="0047352D"/>
    <w:rsid w:val="00474650"/>
    <w:rsid w:val="00474755"/>
    <w:rsid w:val="00474DAF"/>
    <w:rsid w:val="00474E45"/>
    <w:rsid w:val="0047507C"/>
    <w:rsid w:val="00475D48"/>
    <w:rsid w:val="00475FA8"/>
    <w:rsid w:val="00476119"/>
    <w:rsid w:val="00476480"/>
    <w:rsid w:val="004768F1"/>
    <w:rsid w:val="00476B05"/>
    <w:rsid w:val="004775B1"/>
    <w:rsid w:val="00477C24"/>
    <w:rsid w:val="00477E1A"/>
    <w:rsid w:val="00480763"/>
    <w:rsid w:val="00480A82"/>
    <w:rsid w:val="00481F09"/>
    <w:rsid w:val="00482384"/>
    <w:rsid w:val="00483B90"/>
    <w:rsid w:val="00483D08"/>
    <w:rsid w:val="00483D99"/>
    <w:rsid w:val="00484504"/>
    <w:rsid w:val="00486637"/>
    <w:rsid w:val="00487D08"/>
    <w:rsid w:val="00490089"/>
    <w:rsid w:val="0049071F"/>
    <w:rsid w:val="004908EC"/>
    <w:rsid w:val="00491309"/>
    <w:rsid w:val="00496584"/>
    <w:rsid w:val="004973D7"/>
    <w:rsid w:val="00497651"/>
    <w:rsid w:val="00497942"/>
    <w:rsid w:val="00497AAA"/>
    <w:rsid w:val="004A08D8"/>
    <w:rsid w:val="004A25F7"/>
    <w:rsid w:val="004A3DE4"/>
    <w:rsid w:val="004A414E"/>
    <w:rsid w:val="004A474A"/>
    <w:rsid w:val="004A50C0"/>
    <w:rsid w:val="004A5267"/>
    <w:rsid w:val="004A586C"/>
    <w:rsid w:val="004A66BF"/>
    <w:rsid w:val="004A6B29"/>
    <w:rsid w:val="004A74E4"/>
    <w:rsid w:val="004B00DD"/>
    <w:rsid w:val="004B0C8E"/>
    <w:rsid w:val="004B0F88"/>
    <w:rsid w:val="004B175C"/>
    <w:rsid w:val="004B2654"/>
    <w:rsid w:val="004B55D2"/>
    <w:rsid w:val="004B62E3"/>
    <w:rsid w:val="004B6421"/>
    <w:rsid w:val="004B70EA"/>
    <w:rsid w:val="004C0A0E"/>
    <w:rsid w:val="004C1C12"/>
    <w:rsid w:val="004C2EFB"/>
    <w:rsid w:val="004C3A3D"/>
    <w:rsid w:val="004C3BA6"/>
    <w:rsid w:val="004C4965"/>
    <w:rsid w:val="004C61FE"/>
    <w:rsid w:val="004C6456"/>
    <w:rsid w:val="004C7D64"/>
    <w:rsid w:val="004D04B2"/>
    <w:rsid w:val="004D1CFD"/>
    <w:rsid w:val="004D2C5B"/>
    <w:rsid w:val="004D2D61"/>
    <w:rsid w:val="004D2D63"/>
    <w:rsid w:val="004D47D8"/>
    <w:rsid w:val="004D4A6E"/>
    <w:rsid w:val="004D53E7"/>
    <w:rsid w:val="004D53F1"/>
    <w:rsid w:val="004D65D2"/>
    <w:rsid w:val="004D6CA4"/>
    <w:rsid w:val="004D6E30"/>
    <w:rsid w:val="004E0736"/>
    <w:rsid w:val="004E0D80"/>
    <w:rsid w:val="004E210E"/>
    <w:rsid w:val="004E2175"/>
    <w:rsid w:val="004E2196"/>
    <w:rsid w:val="004E225F"/>
    <w:rsid w:val="004E2A6B"/>
    <w:rsid w:val="004E2A7B"/>
    <w:rsid w:val="004E2C06"/>
    <w:rsid w:val="004E33FA"/>
    <w:rsid w:val="004E3537"/>
    <w:rsid w:val="004E3CCA"/>
    <w:rsid w:val="004E5783"/>
    <w:rsid w:val="004E5BA4"/>
    <w:rsid w:val="004E62B0"/>
    <w:rsid w:val="004E64DF"/>
    <w:rsid w:val="004E68D9"/>
    <w:rsid w:val="004E6A22"/>
    <w:rsid w:val="004E7269"/>
    <w:rsid w:val="004E729F"/>
    <w:rsid w:val="004E7430"/>
    <w:rsid w:val="004E7879"/>
    <w:rsid w:val="004E7DA9"/>
    <w:rsid w:val="004F2205"/>
    <w:rsid w:val="004F2267"/>
    <w:rsid w:val="004F25C5"/>
    <w:rsid w:val="004F2DDC"/>
    <w:rsid w:val="004F31E3"/>
    <w:rsid w:val="004F3765"/>
    <w:rsid w:val="004F38B7"/>
    <w:rsid w:val="004F398B"/>
    <w:rsid w:val="004F4046"/>
    <w:rsid w:val="004F4368"/>
    <w:rsid w:val="004F544C"/>
    <w:rsid w:val="004F63B6"/>
    <w:rsid w:val="004F6758"/>
    <w:rsid w:val="0050019C"/>
    <w:rsid w:val="00500A42"/>
    <w:rsid w:val="00501649"/>
    <w:rsid w:val="00501894"/>
    <w:rsid w:val="005026C5"/>
    <w:rsid w:val="00503448"/>
    <w:rsid w:val="005036B7"/>
    <w:rsid w:val="005039B2"/>
    <w:rsid w:val="00503D0E"/>
    <w:rsid w:val="00504249"/>
    <w:rsid w:val="00504959"/>
    <w:rsid w:val="00504C02"/>
    <w:rsid w:val="00505177"/>
    <w:rsid w:val="00506288"/>
    <w:rsid w:val="00506B48"/>
    <w:rsid w:val="00507020"/>
    <w:rsid w:val="005070A6"/>
    <w:rsid w:val="0050749D"/>
    <w:rsid w:val="00507815"/>
    <w:rsid w:val="00510B26"/>
    <w:rsid w:val="00511695"/>
    <w:rsid w:val="0051222A"/>
    <w:rsid w:val="0051240B"/>
    <w:rsid w:val="00512CD8"/>
    <w:rsid w:val="0051439B"/>
    <w:rsid w:val="00515089"/>
    <w:rsid w:val="005152BA"/>
    <w:rsid w:val="0051696A"/>
    <w:rsid w:val="00516B90"/>
    <w:rsid w:val="00517B45"/>
    <w:rsid w:val="00517C04"/>
    <w:rsid w:val="00517F77"/>
    <w:rsid w:val="00520C70"/>
    <w:rsid w:val="00520CB4"/>
    <w:rsid w:val="005217F7"/>
    <w:rsid w:val="00522039"/>
    <w:rsid w:val="0052234A"/>
    <w:rsid w:val="005223D8"/>
    <w:rsid w:val="00522B17"/>
    <w:rsid w:val="0052480A"/>
    <w:rsid w:val="00524DFD"/>
    <w:rsid w:val="005255A9"/>
    <w:rsid w:val="0052595D"/>
    <w:rsid w:val="00525F3B"/>
    <w:rsid w:val="0052608B"/>
    <w:rsid w:val="005264A9"/>
    <w:rsid w:val="005271FA"/>
    <w:rsid w:val="0052771B"/>
    <w:rsid w:val="005277E5"/>
    <w:rsid w:val="00527DAE"/>
    <w:rsid w:val="00527F32"/>
    <w:rsid w:val="0053041B"/>
    <w:rsid w:val="0053128E"/>
    <w:rsid w:val="00531F8B"/>
    <w:rsid w:val="005320EE"/>
    <w:rsid w:val="00532772"/>
    <w:rsid w:val="00532BC1"/>
    <w:rsid w:val="0053414E"/>
    <w:rsid w:val="005341C9"/>
    <w:rsid w:val="0053476A"/>
    <w:rsid w:val="00535162"/>
    <w:rsid w:val="005351A5"/>
    <w:rsid w:val="00537367"/>
    <w:rsid w:val="005376C1"/>
    <w:rsid w:val="00537C1D"/>
    <w:rsid w:val="0054258C"/>
    <w:rsid w:val="00542BEC"/>
    <w:rsid w:val="00542E4E"/>
    <w:rsid w:val="0054404D"/>
    <w:rsid w:val="005440E2"/>
    <w:rsid w:val="0054414F"/>
    <w:rsid w:val="00544241"/>
    <w:rsid w:val="005447DF"/>
    <w:rsid w:val="00544A3E"/>
    <w:rsid w:val="00544D78"/>
    <w:rsid w:val="005452BE"/>
    <w:rsid w:val="005456AF"/>
    <w:rsid w:val="0054611C"/>
    <w:rsid w:val="005464BC"/>
    <w:rsid w:val="00546C4F"/>
    <w:rsid w:val="005478F5"/>
    <w:rsid w:val="00547EE3"/>
    <w:rsid w:val="00547F5E"/>
    <w:rsid w:val="00550845"/>
    <w:rsid w:val="00550B0F"/>
    <w:rsid w:val="0055148E"/>
    <w:rsid w:val="00551E1A"/>
    <w:rsid w:val="00553B3A"/>
    <w:rsid w:val="005544B6"/>
    <w:rsid w:val="00554F1C"/>
    <w:rsid w:val="00555464"/>
    <w:rsid w:val="00555791"/>
    <w:rsid w:val="005557A9"/>
    <w:rsid w:val="005565F5"/>
    <w:rsid w:val="00560DBF"/>
    <w:rsid w:val="0056347E"/>
    <w:rsid w:val="00563573"/>
    <w:rsid w:val="00564861"/>
    <w:rsid w:val="0056515F"/>
    <w:rsid w:val="00565B6E"/>
    <w:rsid w:val="00566DC9"/>
    <w:rsid w:val="00566F5E"/>
    <w:rsid w:val="00567CD7"/>
    <w:rsid w:val="00573876"/>
    <w:rsid w:val="005739AD"/>
    <w:rsid w:val="005752F7"/>
    <w:rsid w:val="005753EF"/>
    <w:rsid w:val="00575DC2"/>
    <w:rsid w:val="00576A33"/>
    <w:rsid w:val="005770B7"/>
    <w:rsid w:val="00580AF9"/>
    <w:rsid w:val="00581F5C"/>
    <w:rsid w:val="00583747"/>
    <w:rsid w:val="005842DB"/>
    <w:rsid w:val="00585244"/>
    <w:rsid w:val="005854B0"/>
    <w:rsid w:val="00585895"/>
    <w:rsid w:val="0058623B"/>
    <w:rsid w:val="0058661A"/>
    <w:rsid w:val="00587D7E"/>
    <w:rsid w:val="00587E9B"/>
    <w:rsid w:val="00590EFC"/>
    <w:rsid w:val="00592B47"/>
    <w:rsid w:val="00593B6F"/>
    <w:rsid w:val="00593CE1"/>
    <w:rsid w:val="00593FA0"/>
    <w:rsid w:val="00596009"/>
    <w:rsid w:val="00596097"/>
    <w:rsid w:val="005963BE"/>
    <w:rsid w:val="00596781"/>
    <w:rsid w:val="00597F17"/>
    <w:rsid w:val="005A035C"/>
    <w:rsid w:val="005A092D"/>
    <w:rsid w:val="005A13B8"/>
    <w:rsid w:val="005A1B86"/>
    <w:rsid w:val="005A1EC0"/>
    <w:rsid w:val="005A2572"/>
    <w:rsid w:val="005A4045"/>
    <w:rsid w:val="005A468B"/>
    <w:rsid w:val="005A4FE0"/>
    <w:rsid w:val="005A54C8"/>
    <w:rsid w:val="005A5712"/>
    <w:rsid w:val="005A5F77"/>
    <w:rsid w:val="005A6E29"/>
    <w:rsid w:val="005A6E60"/>
    <w:rsid w:val="005A70F2"/>
    <w:rsid w:val="005B0755"/>
    <w:rsid w:val="005B0D16"/>
    <w:rsid w:val="005B0EA6"/>
    <w:rsid w:val="005B0EDE"/>
    <w:rsid w:val="005B1AE2"/>
    <w:rsid w:val="005B1AF0"/>
    <w:rsid w:val="005B1C76"/>
    <w:rsid w:val="005B2250"/>
    <w:rsid w:val="005B2AC2"/>
    <w:rsid w:val="005B2E63"/>
    <w:rsid w:val="005B5A2D"/>
    <w:rsid w:val="005B64CD"/>
    <w:rsid w:val="005B6640"/>
    <w:rsid w:val="005B74C5"/>
    <w:rsid w:val="005C0246"/>
    <w:rsid w:val="005C14C6"/>
    <w:rsid w:val="005C183A"/>
    <w:rsid w:val="005C1D35"/>
    <w:rsid w:val="005C1D91"/>
    <w:rsid w:val="005C2EB5"/>
    <w:rsid w:val="005C317C"/>
    <w:rsid w:val="005C3253"/>
    <w:rsid w:val="005C3C68"/>
    <w:rsid w:val="005C40FC"/>
    <w:rsid w:val="005C4AFC"/>
    <w:rsid w:val="005C52F1"/>
    <w:rsid w:val="005C532E"/>
    <w:rsid w:val="005C659F"/>
    <w:rsid w:val="005C6D8E"/>
    <w:rsid w:val="005C7445"/>
    <w:rsid w:val="005C79C4"/>
    <w:rsid w:val="005D0496"/>
    <w:rsid w:val="005D06F9"/>
    <w:rsid w:val="005D0FE0"/>
    <w:rsid w:val="005D1429"/>
    <w:rsid w:val="005D14B1"/>
    <w:rsid w:val="005D1F19"/>
    <w:rsid w:val="005D2F47"/>
    <w:rsid w:val="005D49AB"/>
    <w:rsid w:val="005D4F07"/>
    <w:rsid w:val="005D521D"/>
    <w:rsid w:val="005D581D"/>
    <w:rsid w:val="005D593A"/>
    <w:rsid w:val="005D5EFC"/>
    <w:rsid w:val="005D6AE3"/>
    <w:rsid w:val="005D7182"/>
    <w:rsid w:val="005D7375"/>
    <w:rsid w:val="005D76EA"/>
    <w:rsid w:val="005D7BD4"/>
    <w:rsid w:val="005E019B"/>
    <w:rsid w:val="005E01ED"/>
    <w:rsid w:val="005E053F"/>
    <w:rsid w:val="005E0545"/>
    <w:rsid w:val="005E073C"/>
    <w:rsid w:val="005E19CD"/>
    <w:rsid w:val="005E2E59"/>
    <w:rsid w:val="005E34F8"/>
    <w:rsid w:val="005E40EF"/>
    <w:rsid w:val="005E5E01"/>
    <w:rsid w:val="005F0CB7"/>
    <w:rsid w:val="005F155C"/>
    <w:rsid w:val="005F1735"/>
    <w:rsid w:val="005F2841"/>
    <w:rsid w:val="005F2A15"/>
    <w:rsid w:val="005F2CBB"/>
    <w:rsid w:val="005F4261"/>
    <w:rsid w:val="005F46B9"/>
    <w:rsid w:val="005F4713"/>
    <w:rsid w:val="005F49DB"/>
    <w:rsid w:val="005F57EF"/>
    <w:rsid w:val="005F6145"/>
    <w:rsid w:val="005F6491"/>
    <w:rsid w:val="005F7504"/>
    <w:rsid w:val="005F750D"/>
    <w:rsid w:val="00600018"/>
    <w:rsid w:val="006008D1"/>
    <w:rsid w:val="006012F2"/>
    <w:rsid w:val="00602F6B"/>
    <w:rsid w:val="0060341A"/>
    <w:rsid w:val="0060370B"/>
    <w:rsid w:val="006042D5"/>
    <w:rsid w:val="0060454B"/>
    <w:rsid w:val="006045AF"/>
    <w:rsid w:val="0060475C"/>
    <w:rsid w:val="006047FF"/>
    <w:rsid w:val="00604ECC"/>
    <w:rsid w:val="006052A9"/>
    <w:rsid w:val="0060604C"/>
    <w:rsid w:val="00606156"/>
    <w:rsid w:val="00606568"/>
    <w:rsid w:val="00606E8B"/>
    <w:rsid w:val="00607BBE"/>
    <w:rsid w:val="00607CE6"/>
    <w:rsid w:val="00607EBF"/>
    <w:rsid w:val="00610BA1"/>
    <w:rsid w:val="0061137C"/>
    <w:rsid w:val="00611386"/>
    <w:rsid w:val="006113B5"/>
    <w:rsid w:val="0061276D"/>
    <w:rsid w:val="0061295F"/>
    <w:rsid w:val="0061314F"/>
    <w:rsid w:val="00613B3F"/>
    <w:rsid w:val="00613E22"/>
    <w:rsid w:val="006141AC"/>
    <w:rsid w:val="0061424C"/>
    <w:rsid w:val="0061425F"/>
    <w:rsid w:val="00614732"/>
    <w:rsid w:val="006148E6"/>
    <w:rsid w:val="006152E9"/>
    <w:rsid w:val="00615874"/>
    <w:rsid w:val="00615A75"/>
    <w:rsid w:val="0061698C"/>
    <w:rsid w:val="00617352"/>
    <w:rsid w:val="00617F71"/>
    <w:rsid w:val="00620763"/>
    <w:rsid w:val="00620AF4"/>
    <w:rsid w:val="006212EA"/>
    <w:rsid w:val="00621811"/>
    <w:rsid w:val="006219BC"/>
    <w:rsid w:val="00621D38"/>
    <w:rsid w:val="00621E9B"/>
    <w:rsid w:val="0062232E"/>
    <w:rsid w:val="00624036"/>
    <w:rsid w:val="0062427D"/>
    <w:rsid w:val="006242BF"/>
    <w:rsid w:val="0062642A"/>
    <w:rsid w:val="00626B98"/>
    <w:rsid w:val="00631B96"/>
    <w:rsid w:val="00632BC3"/>
    <w:rsid w:val="00632F07"/>
    <w:rsid w:val="006332D0"/>
    <w:rsid w:val="00634052"/>
    <w:rsid w:val="00634356"/>
    <w:rsid w:val="00634A15"/>
    <w:rsid w:val="00634E91"/>
    <w:rsid w:val="0063654F"/>
    <w:rsid w:val="006368AE"/>
    <w:rsid w:val="00636C4A"/>
    <w:rsid w:val="0063769E"/>
    <w:rsid w:val="00637CE2"/>
    <w:rsid w:val="00637F98"/>
    <w:rsid w:val="00640DC0"/>
    <w:rsid w:val="00641661"/>
    <w:rsid w:val="00642D83"/>
    <w:rsid w:val="006430D4"/>
    <w:rsid w:val="00643977"/>
    <w:rsid w:val="0064399C"/>
    <w:rsid w:val="00643B50"/>
    <w:rsid w:val="006442FC"/>
    <w:rsid w:val="00644EB9"/>
    <w:rsid w:val="006451A5"/>
    <w:rsid w:val="00645749"/>
    <w:rsid w:val="006460B2"/>
    <w:rsid w:val="006465EB"/>
    <w:rsid w:val="00647082"/>
    <w:rsid w:val="0064710B"/>
    <w:rsid w:val="006477DF"/>
    <w:rsid w:val="00647A7D"/>
    <w:rsid w:val="00650BF1"/>
    <w:rsid w:val="0065114A"/>
    <w:rsid w:val="00651D27"/>
    <w:rsid w:val="006520E0"/>
    <w:rsid w:val="00652554"/>
    <w:rsid w:val="006525AA"/>
    <w:rsid w:val="00652F4F"/>
    <w:rsid w:val="00653542"/>
    <w:rsid w:val="00654B0C"/>
    <w:rsid w:val="00655232"/>
    <w:rsid w:val="00655347"/>
    <w:rsid w:val="006559B4"/>
    <w:rsid w:val="00657D10"/>
    <w:rsid w:val="006600EF"/>
    <w:rsid w:val="00660A33"/>
    <w:rsid w:val="0066187C"/>
    <w:rsid w:val="0066253D"/>
    <w:rsid w:val="00662C71"/>
    <w:rsid w:val="00663A35"/>
    <w:rsid w:val="00663F37"/>
    <w:rsid w:val="006642E5"/>
    <w:rsid w:val="0066503D"/>
    <w:rsid w:val="006656C9"/>
    <w:rsid w:val="00665972"/>
    <w:rsid w:val="00666435"/>
    <w:rsid w:val="006665CD"/>
    <w:rsid w:val="00666B55"/>
    <w:rsid w:val="006677BD"/>
    <w:rsid w:val="00667A3C"/>
    <w:rsid w:val="006716E0"/>
    <w:rsid w:val="0067207C"/>
    <w:rsid w:val="006727CE"/>
    <w:rsid w:val="00672A26"/>
    <w:rsid w:val="00672C36"/>
    <w:rsid w:val="00673088"/>
    <w:rsid w:val="00673927"/>
    <w:rsid w:val="0067398D"/>
    <w:rsid w:val="00674D5C"/>
    <w:rsid w:val="006751E2"/>
    <w:rsid w:val="006760E5"/>
    <w:rsid w:val="00677113"/>
    <w:rsid w:val="00677172"/>
    <w:rsid w:val="006803C2"/>
    <w:rsid w:val="00680490"/>
    <w:rsid w:val="006810FB"/>
    <w:rsid w:val="006823A9"/>
    <w:rsid w:val="00682651"/>
    <w:rsid w:val="00682BD2"/>
    <w:rsid w:val="00682F71"/>
    <w:rsid w:val="0068369E"/>
    <w:rsid w:val="006836C5"/>
    <w:rsid w:val="00683E30"/>
    <w:rsid w:val="00685684"/>
    <w:rsid w:val="006864B7"/>
    <w:rsid w:val="00686550"/>
    <w:rsid w:val="00686F65"/>
    <w:rsid w:val="006871EC"/>
    <w:rsid w:val="00687278"/>
    <w:rsid w:val="006877A5"/>
    <w:rsid w:val="006900B5"/>
    <w:rsid w:val="00690413"/>
    <w:rsid w:val="0069218D"/>
    <w:rsid w:val="006921A1"/>
    <w:rsid w:val="00693E1F"/>
    <w:rsid w:val="006941CA"/>
    <w:rsid w:val="00694A3F"/>
    <w:rsid w:val="00694B51"/>
    <w:rsid w:val="00694D2E"/>
    <w:rsid w:val="006954C9"/>
    <w:rsid w:val="00695B41"/>
    <w:rsid w:val="00695D64"/>
    <w:rsid w:val="00695DA4"/>
    <w:rsid w:val="00695E94"/>
    <w:rsid w:val="006962AC"/>
    <w:rsid w:val="00696305"/>
    <w:rsid w:val="006964BE"/>
    <w:rsid w:val="006968F1"/>
    <w:rsid w:val="00696EE5"/>
    <w:rsid w:val="00697D01"/>
    <w:rsid w:val="006A0468"/>
    <w:rsid w:val="006A0891"/>
    <w:rsid w:val="006A0EF3"/>
    <w:rsid w:val="006A1031"/>
    <w:rsid w:val="006A20F1"/>
    <w:rsid w:val="006A3498"/>
    <w:rsid w:val="006A3817"/>
    <w:rsid w:val="006A3BD8"/>
    <w:rsid w:val="006A3C16"/>
    <w:rsid w:val="006A402E"/>
    <w:rsid w:val="006A43CA"/>
    <w:rsid w:val="006A64B9"/>
    <w:rsid w:val="006A702D"/>
    <w:rsid w:val="006A7964"/>
    <w:rsid w:val="006A7ECF"/>
    <w:rsid w:val="006B0BF0"/>
    <w:rsid w:val="006B0D2D"/>
    <w:rsid w:val="006B160B"/>
    <w:rsid w:val="006B1A67"/>
    <w:rsid w:val="006B1B32"/>
    <w:rsid w:val="006B1DAC"/>
    <w:rsid w:val="006B1F67"/>
    <w:rsid w:val="006B3305"/>
    <w:rsid w:val="006B351D"/>
    <w:rsid w:val="006B391F"/>
    <w:rsid w:val="006B3F8A"/>
    <w:rsid w:val="006B4B82"/>
    <w:rsid w:val="006B4E6B"/>
    <w:rsid w:val="006B5ABC"/>
    <w:rsid w:val="006B5F19"/>
    <w:rsid w:val="006B6F20"/>
    <w:rsid w:val="006B7708"/>
    <w:rsid w:val="006B7ED6"/>
    <w:rsid w:val="006C156E"/>
    <w:rsid w:val="006C15B4"/>
    <w:rsid w:val="006C290D"/>
    <w:rsid w:val="006C3159"/>
    <w:rsid w:val="006C425A"/>
    <w:rsid w:val="006C4353"/>
    <w:rsid w:val="006C45E9"/>
    <w:rsid w:val="006C4BB9"/>
    <w:rsid w:val="006C4E38"/>
    <w:rsid w:val="006C5A98"/>
    <w:rsid w:val="006C5BF5"/>
    <w:rsid w:val="006C5FB0"/>
    <w:rsid w:val="006C623D"/>
    <w:rsid w:val="006C6413"/>
    <w:rsid w:val="006C642B"/>
    <w:rsid w:val="006C75F2"/>
    <w:rsid w:val="006C7841"/>
    <w:rsid w:val="006C7C6F"/>
    <w:rsid w:val="006D0C4C"/>
    <w:rsid w:val="006D12B3"/>
    <w:rsid w:val="006D17C6"/>
    <w:rsid w:val="006D3498"/>
    <w:rsid w:val="006D35E8"/>
    <w:rsid w:val="006D3DEA"/>
    <w:rsid w:val="006D488E"/>
    <w:rsid w:val="006D4D88"/>
    <w:rsid w:val="006D526F"/>
    <w:rsid w:val="006D6127"/>
    <w:rsid w:val="006D66B2"/>
    <w:rsid w:val="006D6A75"/>
    <w:rsid w:val="006D7A3B"/>
    <w:rsid w:val="006E0507"/>
    <w:rsid w:val="006E0AFD"/>
    <w:rsid w:val="006E1918"/>
    <w:rsid w:val="006E1D01"/>
    <w:rsid w:val="006E240F"/>
    <w:rsid w:val="006E326F"/>
    <w:rsid w:val="006E4544"/>
    <w:rsid w:val="006E45EB"/>
    <w:rsid w:val="006E5353"/>
    <w:rsid w:val="006E7C13"/>
    <w:rsid w:val="006F0A31"/>
    <w:rsid w:val="006F1307"/>
    <w:rsid w:val="006F1B22"/>
    <w:rsid w:val="006F1E29"/>
    <w:rsid w:val="006F1F38"/>
    <w:rsid w:val="006F247F"/>
    <w:rsid w:val="006F2BB7"/>
    <w:rsid w:val="006F2CD3"/>
    <w:rsid w:val="006F2D05"/>
    <w:rsid w:val="006F2E36"/>
    <w:rsid w:val="006F2E7F"/>
    <w:rsid w:val="006F3E69"/>
    <w:rsid w:val="006F519E"/>
    <w:rsid w:val="006F5486"/>
    <w:rsid w:val="006F6256"/>
    <w:rsid w:val="006F7180"/>
    <w:rsid w:val="006F7724"/>
    <w:rsid w:val="006F7B85"/>
    <w:rsid w:val="0070050B"/>
    <w:rsid w:val="007010A3"/>
    <w:rsid w:val="007019DC"/>
    <w:rsid w:val="00702256"/>
    <w:rsid w:val="007025C7"/>
    <w:rsid w:val="00702669"/>
    <w:rsid w:val="0070316D"/>
    <w:rsid w:val="00703905"/>
    <w:rsid w:val="0070414F"/>
    <w:rsid w:val="00704191"/>
    <w:rsid w:val="0070429D"/>
    <w:rsid w:val="007051BB"/>
    <w:rsid w:val="0070532A"/>
    <w:rsid w:val="00705800"/>
    <w:rsid w:val="00705841"/>
    <w:rsid w:val="00705D95"/>
    <w:rsid w:val="00706AD8"/>
    <w:rsid w:val="00707C6E"/>
    <w:rsid w:val="00710466"/>
    <w:rsid w:val="00711C6D"/>
    <w:rsid w:val="00712ED2"/>
    <w:rsid w:val="00713434"/>
    <w:rsid w:val="00713988"/>
    <w:rsid w:val="00714034"/>
    <w:rsid w:val="007144EF"/>
    <w:rsid w:val="00714B13"/>
    <w:rsid w:val="00714F39"/>
    <w:rsid w:val="007158CA"/>
    <w:rsid w:val="00716411"/>
    <w:rsid w:val="00716D20"/>
    <w:rsid w:val="00716DE6"/>
    <w:rsid w:val="0072022E"/>
    <w:rsid w:val="007203A7"/>
    <w:rsid w:val="00720B5C"/>
    <w:rsid w:val="007216CA"/>
    <w:rsid w:val="00721AF6"/>
    <w:rsid w:val="007226F5"/>
    <w:rsid w:val="00722D7B"/>
    <w:rsid w:val="00723292"/>
    <w:rsid w:val="00723684"/>
    <w:rsid w:val="007243C6"/>
    <w:rsid w:val="00724852"/>
    <w:rsid w:val="0072509F"/>
    <w:rsid w:val="007256C8"/>
    <w:rsid w:val="00725C7A"/>
    <w:rsid w:val="007266A5"/>
    <w:rsid w:val="0072683E"/>
    <w:rsid w:val="00726ECC"/>
    <w:rsid w:val="0073059F"/>
    <w:rsid w:val="0073064D"/>
    <w:rsid w:val="0073173E"/>
    <w:rsid w:val="00731EDD"/>
    <w:rsid w:val="00732B63"/>
    <w:rsid w:val="007337F4"/>
    <w:rsid w:val="00734DF3"/>
    <w:rsid w:val="007354AB"/>
    <w:rsid w:val="007356A9"/>
    <w:rsid w:val="00735A2E"/>
    <w:rsid w:val="00735B02"/>
    <w:rsid w:val="007403B2"/>
    <w:rsid w:val="00741167"/>
    <w:rsid w:val="00742246"/>
    <w:rsid w:val="007425A8"/>
    <w:rsid w:val="007427A9"/>
    <w:rsid w:val="007431E9"/>
    <w:rsid w:val="007437E0"/>
    <w:rsid w:val="00743DF8"/>
    <w:rsid w:val="007446DF"/>
    <w:rsid w:val="00746D37"/>
    <w:rsid w:val="00747498"/>
    <w:rsid w:val="00747866"/>
    <w:rsid w:val="00747DD9"/>
    <w:rsid w:val="0075175E"/>
    <w:rsid w:val="007527AE"/>
    <w:rsid w:val="0075317F"/>
    <w:rsid w:val="00754070"/>
    <w:rsid w:val="007547D2"/>
    <w:rsid w:val="00754E46"/>
    <w:rsid w:val="0075531A"/>
    <w:rsid w:val="0075546B"/>
    <w:rsid w:val="00755F0B"/>
    <w:rsid w:val="00756181"/>
    <w:rsid w:val="007573D8"/>
    <w:rsid w:val="00757EDA"/>
    <w:rsid w:val="0076077E"/>
    <w:rsid w:val="0076097F"/>
    <w:rsid w:val="0076104C"/>
    <w:rsid w:val="00761185"/>
    <w:rsid w:val="00761B18"/>
    <w:rsid w:val="0076235B"/>
    <w:rsid w:val="00762EB0"/>
    <w:rsid w:val="00762F81"/>
    <w:rsid w:val="00763588"/>
    <w:rsid w:val="007644B1"/>
    <w:rsid w:val="00765460"/>
    <w:rsid w:val="007662A3"/>
    <w:rsid w:val="007664FE"/>
    <w:rsid w:val="007675E3"/>
    <w:rsid w:val="00770149"/>
    <w:rsid w:val="00770631"/>
    <w:rsid w:val="0077090F"/>
    <w:rsid w:val="00771099"/>
    <w:rsid w:val="007718A2"/>
    <w:rsid w:val="0077190B"/>
    <w:rsid w:val="007719CC"/>
    <w:rsid w:val="00771A02"/>
    <w:rsid w:val="007725E7"/>
    <w:rsid w:val="007727F9"/>
    <w:rsid w:val="00773620"/>
    <w:rsid w:val="00774BB8"/>
    <w:rsid w:val="00776C07"/>
    <w:rsid w:val="00777BE3"/>
    <w:rsid w:val="00780731"/>
    <w:rsid w:val="00781062"/>
    <w:rsid w:val="00781472"/>
    <w:rsid w:val="00783143"/>
    <w:rsid w:val="00783DA3"/>
    <w:rsid w:val="00784912"/>
    <w:rsid w:val="00784C48"/>
    <w:rsid w:val="00785803"/>
    <w:rsid w:val="00786B34"/>
    <w:rsid w:val="00786F6D"/>
    <w:rsid w:val="00787348"/>
    <w:rsid w:val="00787A16"/>
    <w:rsid w:val="00787FD6"/>
    <w:rsid w:val="007900A1"/>
    <w:rsid w:val="007915D5"/>
    <w:rsid w:val="007920B2"/>
    <w:rsid w:val="007925CE"/>
    <w:rsid w:val="007926F1"/>
    <w:rsid w:val="00793BB8"/>
    <w:rsid w:val="00794668"/>
    <w:rsid w:val="00794F83"/>
    <w:rsid w:val="00795056"/>
    <w:rsid w:val="0079545B"/>
    <w:rsid w:val="00795D5B"/>
    <w:rsid w:val="00795FE5"/>
    <w:rsid w:val="0079719B"/>
    <w:rsid w:val="007977FF"/>
    <w:rsid w:val="00797983"/>
    <w:rsid w:val="007A0543"/>
    <w:rsid w:val="007A24D2"/>
    <w:rsid w:val="007A2980"/>
    <w:rsid w:val="007A31C2"/>
    <w:rsid w:val="007A3621"/>
    <w:rsid w:val="007A5825"/>
    <w:rsid w:val="007A64BC"/>
    <w:rsid w:val="007A65D3"/>
    <w:rsid w:val="007A68FF"/>
    <w:rsid w:val="007A710D"/>
    <w:rsid w:val="007A7408"/>
    <w:rsid w:val="007B0332"/>
    <w:rsid w:val="007B1803"/>
    <w:rsid w:val="007B2268"/>
    <w:rsid w:val="007B2693"/>
    <w:rsid w:val="007B275F"/>
    <w:rsid w:val="007B2E03"/>
    <w:rsid w:val="007B49A0"/>
    <w:rsid w:val="007B4F67"/>
    <w:rsid w:val="007B4FB4"/>
    <w:rsid w:val="007B4FEC"/>
    <w:rsid w:val="007B528F"/>
    <w:rsid w:val="007B53E6"/>
    <w:rsid w:val="007B5508"/>
    <w:rsid w:val="007B5C08"/>
    <w:rsid w:val="007B7259"/>
    <w:rsid w:val="007C0A78"/>
    <w:rsid w:val="007C21D8"/>
    <w:rsid w:val="007C23FB"/>
    <w:rsid w:val="007C2A55"/>
    <w:rsid w:val="007C34BD"/>
    <w:rsid w:val="007C3EDF"/>
    <w:rsid w:val="007C4D25"/>
    <w:rsid w:val="007C4D38"/>
    <w:rsid w:val="007C661B"/>
    <w:rsid w:val="007C6AB1"/>
    <w:rsid w:val="007C72A6"/>
    <w:rsid w:val="007C7ADA"/>
    <w:rsid w:val="007C7B55"/>
    <w:rsid w:val="007C7D55"/>
    <w:rsid w:val="007D19C9"/>
    <w:rsid w:val="007D1A0B"/>
    <w:rsid w:val="007D31C2"/>
    <w:rsid w:val="007D34E7"/>
    <w:rsid w:val="007D3B97"/>
    <w:rsid w:val="007D4C9F"/>
    <w:rsid w:val="007D55EB"/>
    <w:rsid w:val="007D56C6"/>
    <w:rsid w:val="007D5A70"/>
    <w:rsid w:val="007D6557"/>
    <w:rsid w:val="007E01CE"/>
    <w:rsid w:val="007E1E04"/>
    <w:rsid w:val="007E22E4"/>
    <w:rsid w:val="007E28BA"/>
    <w:rsid w:val="007E3F42"/>
    <w:rsid w:val="007E4428"/>
    <w:rsid w:val="007E4B37"/>
    <w:rsid w:val="007E4C82"/>
    <w:rsid w:val="007E52F0"/>
    <w:rsid w:val="007E544D"/>
    <w:rsid w:val="007E5568"/>
    <w:rsid w:val="007E629F"/>
    <w:rsid w:val="007E6860"/>
    <w:rsid w:val="007E7478"/>
    <w:rsid w:val="007F18ED"/>
    <w:rsid w:val="007F30F3"/>
    <w:rsid w:val="007F4AC6"/>
    <w:rsid w:val="007F4EE1"/>
    <w:rsid w:val="007F5AB3"/>
    <w:rsid w:val="007F5FB0"/>
    <w:rsid w:val="007F614F"/>
    <w:rsid w:val="007F6285"/>
    <w:rsid w:val="007F76B8"/>
    <w:rsid w:val="00800A65"/>
    <w:rsid w:val="00800D36"/>
    <w:rsid w:val="00800DD4"/>
    <w:rsid w:val="00800F2C"/>
    <w:rsid w:val="008013F5"/>
    <w:rsid w:val="00804A17"/>
    <w:rsid w:val="00804BAE"/>
    <w:rsid w:val="00804E5B"/>
    <w:rsid w:val="00805141"/>
    <w:rsid w:val="008051C5"/>
    <w:rsid w:val="0080557E"/>
    <w:rsid w:val="00805EC5"/>
    <w:rsid w:val="0080613E"/>
    <w:rsid w:val="00806B7A"/>
    <w:rsid w:val="008106A1"/>
    <w:rsid w:val="0081083D"/>
    <w:rsid w:val="008112DE"/>
    <w:rsid w:val="00811D6A"/>
    <w:rsid w:val="00811DEB"/>
    <w:rsid w:val="008122DF"/>
    <w:rsid w:val="008132CA"/>
    <w:rsid w:val="0081340D"/>
    <w:rsid w:val="00813616"/>
    <w:rsid w:val="0081442E"/>
    <w:rsid w:val="00814B34"/>
    <w:rsid w:val="00814F99"/>
    <w:rsid w:val="0081502C"/>
    <w:rsid w:val="00816665"/>
    <w:rsid w:val="00816B27"/>
    <w:rsid w:val="00816CA2"/>
    <w:rsid w:val="008178BE"/>
    <w:rsid w:val="008205EC"/>
    <w:rsid w:val="00820E4F"/>
    <w:rsid w:val="0082154B"/>
    <w:rsid w:val="0082215B"/>
    <w:rsid w:val="00822523"/>
    <w:rsid w:val="008231B7"/>
    <w:rsid w:val="00823CE1"/>
    <w:rsid w:val="00824272"/>
    <w:rsid w:val="00824F5B"/>
    <w:rsid w:val="00824F73"/>
    <w:rsid w:val="0082505D"/>
    <w:rsid w:val="008255BD"/>
    <w:rsid w:val="00826A3C"/>
    <w:rsid w:val="008272FF"/>
    <w:rsid w:val="0082741F"/>
    <w:rsid w:val="0083000D"/>
    <w:rsid w:val="0083061A"/>
    <w:rsid w:val="00831331"/>
    <w:rsid w:val="00831700"/>
    <w:rsid w:val="00831A44"/>
    <w:rsid w:val="00831B35"/>
    <w:rsid w:val="008321E4"/>
    <w:rsid w:val="0083305B"/>
    <w:rsid w:val="008334AA"/>
    <w:rsid w:val="00833A51"/>
    <w:rsid w:val="00833C26"/>
    <w:rsid w:val="008357A0"/>
    <w:rsid w:val="008357DA"/>
    <w:rsid w:val="008358DD"/>
    <w:rsid w:val="00836262"/>
    <w:rsid w:val="00837AA2"/>
    <w:rsid w:val="0084074B"/>
    <w:rsid w:val="00841ECE"/>
    <w:rsid w:val="00842D78"/>
    <w:rsid w:val="008446EB"/>
    <w:rsid w:val="008448F8"/>
    <w:rsid w:val="0084677A"/>
    <w:rsid w:val="0084797C"/>
    <w:rsid w:val="00850708"/>
    <w:rsid w:val="00851B5C"/>
    <w:rsid w:val="00851E36"/>
    <w:rsid w:val="00852310"/>
    <w:rsid w:val="008531DC"/>
    <w:rsid w:val="00853991"/>
    <w:rsid w:val="008540FF"/>
    <w:rsid w:val="00855FB0"/>
    <w:rsid w:val="00856A12"/>
    <w:rsid w:val="00860B77"/>
    <w:rsid w:val="008611A1"/>
    <w:rsid w:val="00862084"/>
    <w:rsid w:val="0086220D"/>
    <w:rsid w:val="00862248"/>
    <w:rsid w:val="00863AAA"/>
    <w:rsid w:val="00863ADD"/>
    <w:rsid w:val="00863E60"/>
    <w:rsid w:val="00864181"/>
    <w:rsid w:val="00864278"/>
    <w:rsid w:val="00864DB6"/>
    <w:rsid w:val="00864EEC"/>
    <w:rsid w:val="00865D7A"/>
    <w:rsid w:val="00866003"/>
    <w:rsid w:val="00866B89"/>
    <w:rsid w:val="00866DB6"/>
    <w:rsid w:val="0087274B"/>
    <w:rsid w:val="00872987"/>
    <w:rsid w:val="00872A62"/>
    <w:rsid w:val="00872CE9"/>
    <w:rsid w:val="008743EE"/>
    <w:rsid w:val="008749AC"/>
    <w:rsid w:val="00875CAD"/>
    <w:rsid w:val="00876227"/>
    <w:rsid w:val="00876A63"/>
    <w:rsid w:val="00876E20"/>
    <w:rsid w:val="008774EC"/>
    <w:rsid w:val="00877860"/>
    <w:rsid w:val="00880479"/>
    <w:rsid w:val="00881046"/>
    <w:rsid w:val="00882037"/>
    <w:rsid w:val="00882DC4"/>
    <w:rsid w:val="0088320E"/>
    <w:rsid w:val="00883EC4"/>
    <w:rsid w:val="00883FBB"/>
    <w:rsid w:val="00885056"/>
    <w:rsid w:val="00885A3B"/>
    <w:rsid w:val="00885C2B"/>
    <w:rsid w:val="00886938"/>
    <w:rsid w:val="00887F9A"/>
    <w:rsid w:val="00890123"/>
    <w:rsid w:val="008901C5"/>
    <w:rsid w:val="00891278"/>
    <w:rsid w:val="008918C3"/>
    <w:rsid w:val="008925EF"/>
    <w:rsid w:val="00892677"/>
    <w:rsid w:val="008928A2"/>
    <w:rsid w:val="00892FC8"/>
    <w:rsid w:val="00893576"/>
    <w:rsid w:val="008939CC"/>
    <w:rsid w:val="00893AC9"/>
    <w:rsid w:val="00895274"/>
    <w:rsid w:val="00895D29"/>
    <w:rsid w:val="0089619F"/>
    <w:rsid w:val="00896310"/>
    <w:rsid w:val="00896419"/>
    <w:rsid w:val="0089717F"/>
    <w:rsid w:val="0089740F"/>
    <w:rsid w:val="00897587"/>
    <w:rsid w:val="008A04FA"/>
    <w:rsid w:val="008A07BD"/>
    <w:rsid w:val="008A1532"/>
    <w:rsid w:val="008A3070"/>
    <w:rsid w:val="008A3518"/>
    <w:rsid w:val="008A3857"/>
    <w:rsid w:val="008A41DC"/>
    <w:rsid w:val="008A4F3F"/>
    <w:rsid w:val="008A5475"/>
    <w:rsid w:val="008A5A0E"/>
    <w:rsid w:val="008A668C"/>
    <w:rsid w:val="008A71BF"/>
    <w:rsid w:val="008A76ED"/>
    <w:rsid w:val="008A7778"/>
    <w:rsid w:val="008A7A58"/>
    <w:rsid w:val="008B0B73"/>
    <w:rsid w:val="008B0CBC"/>
    <w:rsid w:val="008B1D6E"/>
    <w:rsid w:val="008B2113"/>
    <w:rsid w:val="008B36A9"/>
    <w:rsid w:val="008B37E5"/>
    <w:rsid w:val="008B396B"/>
    <w:rsid w:val="008B3B5E"/>
    <w:rsid w:val="008B3C0A"/>
    <w:rsid w:val="008B43E5"/>
    <w:rsid w:val="008B45F7"/>
    <w:rsid w:val="008B4CC5"/>
    <w:rsid w:val="008B4FE6"/>
    <w:rsid w:val="008B56C3"/>
    <w:rsid w:val="008B5D0D"/>
    <w:rsid w:val="008B5FD9"/>
    <w:rsid w:val="008B6480"/>
    <w:rsid w:val="008B6B8A"/>
    <w:rsid w:val="008B773A"/>
    <w:rsid w:val="008B7751"/>
    <w:rsid w:val="008B7B45"/>
    <w:rsid w:val="008B7B6D"/>
    <w:rsid w:val="008B7EDD"/>
    <w:rsid w:val="008C0259"/>
    <w:rsid w:val="008C069E"/>
    <w:rsid w:val="008C11CE"/>
    <w:rsid w:val="008C15EE"/>
    <w:rsid w:val="008C19E7"/>
    <w:rsid w:val="008C1E4C"/>
    <w:rsid w:val="008C2457"/>
    <w:rsid w:val="008C251E"/>
    <w:rsid w:val="008C25E3"/>
    <w:rsid w:val="008C26AE"/>
    <w:rsid w:val="008C3134"/>
    <w:rsid w:val="008C33C8"/>
    <w:rsid w:val="008C35B7"/>
    <w:rsid w:val="008C3D84"/>
    <w:rsid w:val="008C4391"/>
    <w:rsid w:val="008C4424"/>
    <w:rsid w:val="008C4B5D"/>
    <w:rsid w:val="008C5ACB"/>
    <w:rsid w:val="008C6711"/>
    <w:rsid w:val="008C69AC"/>
    <w:rsid w:val="008C6E6B"/>
    <w:rsid w:val="008C70F2"/>
    <w:rsid w:val="008C7BAA"/>
    <w:rsid w:val="008D0570"/>
    <w:rsid w:val="008D084A"/>
    <w:rsid w:val="008D0BED"/>
    <w:rsid w:val="008D10D0"/>
    <w:rsid w:val="008D24AB"/>
    <w:rsid w:val="008D2D98"/>
    <w:rsid w:val="008D3161"/>
    <w:rsid w:val="008D317B"/>
    <w:rsid w:val="008D3232"/>
    <w:rsid w:val="008D3C53"/>
    <w:rsid w:val="008D4221"/>
    <w:rsid w:val="008D44C1"/>
    <w:rsid w:val="008D46AD"/>
    <w:rsid w:val="008D4DBF"/>
    <w:rsid w:val="008D633A"/>
    <w:rsid w:val="008D6A45"/>
    <w:rsid w:val="008E086A"/>
    <w:rsid w:val="008E122A"/>
    <w:rsid w:val="008E47D5"/>
    <w:rsid w:val="008E4C77"/>
    <w:rsid w:val="008E6BF4"/>
    <w:rsid w:val="008E7181"/>
    <w:rsid w:val="008E7378"/>
    <w:rsid w:val="008E7DED"/>
    <w:rsid w:val="008F02A1"/>
    <w:rsid w:val="008F08FA"/>
    <w:rsid w:val="008F2381"/>
    <w:rsid w:val="008F27F3"/>
    <w:rsid w:val="008F2E43"/>
    <w:rsid w:val="008F5025"/>
    <w:rsid w:val="008F58EB"/>
    <w:rsid w:val="008F5A1A"/>
    <w:rsid w:val="008F5C9E"/>
    <w:rsid w:val="008F742A"/>
    <w:rsid w:val="008F7674"/>
    <w:rsid w:val="008F7E18"/>
    <w:rsid w:val="0090166E"/>
    <w:rsid w:val="00901B60"/>
    <w:rsid w:val="00901F17"/>
    <w:rsid w:val="0090206E"/>
    <w:rsid w:val="009023A3"/>
    <w:rsid w:val="00902B53"/>
    <w:rsid w:val="00902BB8"/>
    <w:rsid w:val="00903004"/>
    <w:rsid w:val="00903F3F"/>
    <w:rsid w:val="009042C9"/>
    <w:rsid w:val="00904439"/>
    <w:rsid w:val="00904B1A"/>
    <w:rsid w:val="009057E6"/>
    <w:rsid w:val="0090611C"/>
    <w:rsid w:val="009068EC"/>
    <w:rsid w:val="009071AB"/>
    <w:rsid w:val="00907796"/>
    <w:rsid w:val="00910EFE"/>
    <w:rsid w:val="00911CBC"/>
    <w:rsid w:val="00911D04"/>
    <w:rsid w:val="00911EA4"/>
    <w:rsid w:val="00912A9D"/>
    <w:rsid w:val="009130FD"/>
    <w:rsid w:val="00914BD2"/>
    <w:rsid w:val="00914CC6"/>
    <w:rsid w:val="00914E6B"/>
    <w:rsid w:val="00915F5D"/>
    <w:rsid w:val="00917E05"/>
    <w:rsid w:val="00920CC8"/>
    <w:rsid w:val="009213BC"/>
    <w:rsid w:val="009224B8"/>
    <w:rsid w:val="00922A22"/>
    <w:rsid w:val="00922E6B"/>
    <w:rsid w:val="0092321F"/>
    <w:rsid w:val="0092368C"/>
    <w:rsid w:val="00925549"/>
    <w:rsid w:val="009266E8"/>
    <w:rsid w:val="00926766"/>
    <w:rsid w:val="00927374"/>
    <w:rsid w:val="0092796C"/>
    <w:rsid w:val="00930380"/>
    <w:rsid w:val="0093043D"/>
    <w:rsid w:val="00930497"/>
    <w:rsid w:val="00930970"/>
    <w:rsid w:val="00930A7F"/>
    <w:rsid w:val="00930DAD"/>
    <w:rsid w:val="00930DC0"/>
    <w:rsid w:val="0093138B"/>
    <w:rsid w:val="009315FC"/>
    <w:rsid w:val="00932362"/>
    <w:rsid w:val="00932501"/>
    <w:rsid w:val="00933534"/>
    <w:rsid w:val="0093389F"/>
    <w:rsid w:val="009344FE"/>
    <w:rsid w:val="00935A84"/>
    <w:rsid w:val="00935F9F"/>
    <w:rsid w:val="00937005"/>
    <w:rsid w:val="009372BF"/>
    <w:rsid w:val="00937320"/>
    <w:rsid w:val="009378CF"/>
    <w:rsid w:val="0094023F"/>
    <w:rsid w:val="009405DB"/>
    <w:rsid w:val="00940628"/>
    <w:rsid w:val="00941452"/>
    <w:rsid w:val="009418E3"/>
    <w:rsid w:val="00943A54"/>
    <w:rsid w:val="00943AC3"/>
    <w:rsid w:val="00944F4F"/>
    <w:rsid w:val="00945DD0"/>
    <w:rsid w:val="00945F9E"/>
    <w:rsid w:val="009467C1"/>
    <w:rsid w:val="0094691B"/>
    <w:rsid w:val="00947CF0"/>
    <w:rsid w:val="009501B9"/>
    <w:rsid w:val="0095089E"/>
    <w:rsid w:val="009511CD"/>
    <w:rsid w:val="0095176D"/>
    <w:rsid w:val="00951BEC"/>
    <w:rsid w:val="00951C36"/>
    <w:rsid w:val="00951D3C"/>
    <w:rsid w:val="00951E84"/>
    <w:rsid w:val="00952A7A"/>
    <w:rsid w:val="00952EF6"/>
    <w:rsid w:val="009530D0"/>
    <w:rsid w:val="0095362B"/>
    <w:rsid w:val="00954444"/>
    <w:rsid w:val="0095549B"/>
    <w:rsid w:val="00955AA2"/>
    <w:rsid w:val="00955F6A"/>
    <w:rsid w:val="00955FF1"/>
    <w:rsid w:val="0095671E"/>
    <w:rsid w:val="0095789E"/>
    <w:rsid w:val="00957E75"/>
    <w:rsid w:val="00960480"/>
    <w:rsid w:val="00960858"/>
    <w:rsid w:val="00960B63"/>
    <w:rsid w:val="00960CB7"/>
    <w:rsid w:val="00960CC2"/>
    <w:rsid w:val="00961FBB"/>
    <w:rsid w:val="009624B8"/>
    <w:rsid w:val="009627F6"/>
    <w:rsid w:val="00962E6F"/>
    <w:rsid w:val="009638FD"/>
    <w:rsid w:val="0096476C"/>
    <w:rsid w:val="00965647"/>
    <w:rsid w:val="00965A1C"/>
    <w:rsid w:val="00965D26"/>
    <w:rsid w:val="00966823"/>
    <w:rsid w:val="0096770E"/>
    <w:rsid w:val="00967B81"/>
    <w:rsid w:val="00967C48"/>
    <w:rsid w:val="00970692"/>
    <w:rsid w:val="00971511"/>
    <w:rsid w:val="0097168D"/>
    <w:rsid w:val="00972237"/>
    <w:rsid w:val="0097282E"/>
    <w:rsid w:val="00973D61"/>
    <w:rsid w:val="009741AA"/>
    <w:rsid w:val="0097477C"/>
    <w:rsid w:val="00975934"/>
    <w:rsid w:val="00975F1D"/>
    <w:rsid w:val="00976081"/>
    <w:rsid w:val="00976BF7"/>
    <w:rsid w:val="00976EF1"/>
    <w:rsid w:val="00977921"/>
    <w:rsid w:val="009804CC"/>
    <w:rsid w:val="00981790"/>
    <w:rsid w:val="00981CD5"/>
    <w:rsid w:val="0098242E"/>
    <w:rsid w:val="00983717"/>
    <w:rsid w:val="009847AC"/>
    <w:rsid w:val="00984CAB"/>
    <w:rsid w:val="009858A5"/>
    <w:rsid w:val="0098662C"/>
    <w:rsid w:val="009875B4"/>
    <w:rsid w:val="00987A76"/>
    <w:rsid w:val="00987CCC"/>
    <w:rsid w:val="00987DB2"/>
    <w:rsid w:val="00993AAC"/>
    <w:rsid w:val="00993CFE"/>
    <w:rsid w:val="00993F35"/>
    <w:rsid w:val="009957D6"/>
    <w:rsid w:val="00995CFF"/>
    <w:rsid w:val="00996274"/>
    <w:rsid w:val="0099737D"/>
    <w:rsid w:val="00997386"/>
    <w:rsid w:val="00997419"/>
    <w:rsid w:val="00997853"/>
    <w:rsid w:val="009A145A"/>
    <w:rsid w:val="009A226B"/>
    <w:rsid w:val="009A250C"/>
    <w:rsid w:val="009A3F02"/>
    <w:rsid w:val="009A44C0"/>
    <w:rsid w:val="009A4CF4"/>
    <w:rsid w:val="009A4DF4"/>
    <w:rsid w:val="009A5D7B"/>
    <w:rsid w:val="009A6477"/>
    <w:rsid w:val="009A6F4E"/>
    <w:rsid w:val="009A7850"/>
    <w:rsid w:val="009B024E"/>
    <w:rsid w:val="009B03C6"/>
    <w:rsid w:val="009B0A20"/>
    <w:rsid w:val="009B17DD"/>
    <w:rsid w:val="009B230D"/>
    <w:rsid w:val="009B2508"/>
    <w:rsid w:val="009B33D7"/>
    <w:rsid w:val="009B356E"/>
    <w:rsid w:val="009B44DA"/>
    <w:rsid w:val="009B51D3"/>
    <w:rsid w:val="009B6419"/>
    <w:rsid w:val="009B6BD6"/>
    <w:rsid w:val="009B6D01"/>
    <w:rsid w:val="009B7189"/>
    <w:rsid w:val="009B7ADF"/>
    <w:rsid w:val="009C07CF"/>
    <w:rsid w:val="009C2644"/>
    <w:rsid w:val="009C51BF"/>
    <w:rsid w:val="009C5FAD"/>
    <w:rsid w:val="009C63B6"/>
    <w:rsid w:val="009C6640"/>
    <w:rsid w:val="009C6BE8"/>
    <w:rsid w:val="009C7A32"/>
    <w:rsid w:val="009D00BF"/>
    <w:rsid w:val="009D0251"/>
    <w:rsid w:val="009D05D1"/>
    <w:rsid w:val="009D0F81"/>
    <w:rsid w:val="009D0F97"/>
    <w:rsid w:val="009D1832"/>
    <w:rsid w:val="009D1E22"/>
    <w:rsid w:val="009D2308"/>
    <w:rsid w:val="009D2BE6"/>
    <w:rsid w:val="009D2CC1"/>
    <w:rsid w:val="009D337E"/>
    <w:rsid w:val="009D3E6F"/>
    <w:rsid w:val="009D3F5F"/>
    <w:rsid w:val="009D5E78"/>
    <w:rsid w:val="009D5F3B"/>
    <w:rsid w:val="009D664C"/>
    <w:rsid w:val="009D6C31"/>
    <w:rsid w:val="009E08EB"/>
    <w:rsid w:val="009E1F58"/>
    <w:rsid w:val="009E28CA"/>
    <w:rsid w:val="009E2FFD"/>
    <w:rsid w:val="009E3C2A"/>
    <w:rsid w:val="009E43C0"/>
    <w:rsid w:val="009E45B9"/>
    <w:rsid w:val="009E4627"/>
    <w:rsid w:val="009E47B0"/>
    <w:rsid w:val="009E5067"/>
    <w:rsid w:val="009E51FE"/>
    <w:rsid w:val="009E5A43"/>
    <w:rsid w:val="009E6FE6"/>
    <w:rsid w:val="009E7613"/>
    <w:rsid w:val="009E772B"/>
    <w:rsid w:val="009F046D"/>
    <w:rsid w:val="009F1145"/>
    <w:rsid w:val="009F1E20"/>
    <w:rsid w:val="009F1F67"/>
    <w:rsid w:val="009F2C55"/>
    <w:rsid w:val="009F3F9A"/>
    <w:rsid w:val="009F4CF6"/>
    <w:rsid w:val="009F545A"/>
    <w:rsid w:val="009F5A63"/>
    <w:rsid w:val="009F6229"/>
    <w:rsid w:val="009F6500"/>
    <w:rsid w:val="009F6BE8"/>
    <w:rsid w:val="009F7063"/>
    <w:rsid w:val="00A01C89"/>
    <w:rsid w:val="00A02E3D"/>
    <w:rsid w:val="00A037E9"/>
    <w:rsid w:val="00A04B55"/>
    <w:rsid w:val="00A0539A"/>
    <w:rsid w:val="00A053A5"/>
    <w:rsid w:val="00A05880"/>
    <w:rsid w:val="00A06892"/>
    <w:rsid w:val="00A06DD5"/>
    <w:rsid w:val="00A07A56"/>
    <w:rsid w:val="00A10060"/>
    <w:rsid w:val="00A1036C"/>
    <w:rsid w:val="00A10562"/>
    <w:rsid w:val="00A106CC"/>
    <w:rsid w:val="00A108B0"/>
    <w:rsid w:val="00A10C50"/>
    <w:rsid w:val="00A11189"/>
    <w:rsid w:val="00A1181C"/>
    <w:rsid w:val="00A12742"/>
    <w:rsid w:val="00A12B19"/>
    <w:rsid w:val="00A13065"/>
    <w:rsid w:val="00A133DC"/>
    <w:rsid w:val="00A1438C"/>
    <w:rsid w:val="00A1459E"/>
    <w:rsid w:val="00A146AC"/>
    <w:rsid w:val="00A14E97"/>
    <w:rsid w:val="00A15586"/>
    <w:rsid w:val="00A166A7"/>
    <w:rsid w:val="00A16B67"/>
    <w:rsid w:val="00A17382"/>
    <w:rsid w:val="00A17622"/>
    <w:rsid w:val="00A203D1"/>
    <w:rsid w:val="00A2123C"/>
    <w:rsid w:val="00A212FB"/>
    <w:rsid w:val="00A21625"/>
    <w:rsid w:val="00A21AE1"/>
    <w:rsid w:val="00A2226E"/>
    <w:rsid w:val="00A22C82"/>
    <w:rsid w:val="00A23389"/>
    <w:rsid w:val="00A23FB3"/>
    <w:rsid w:val="00A24442"/>
    <w:rsid w:val="00A24A33"/>
    <w:rsid w:val="00A25C6A"/>
    <w:rsid w:val="00A26813"/>
    <w:rsid w:val="00A27466"/>
    <w:rsid w:val="00A300A5"/>
    <w:rsid w:val="00A310AA"/>
    <w:rsid w:val="00A31E6E"/>
    <w:rsid w:val="00A342BF"/>
    <w:rsid w:val="00A35367"/>
    <w:rsid w:val="00A36394"/>
    <w:rsid w:val="00A37482"/>
    <w:rsid w:val="00A400A5"/>
    <w:rsid w:val="00A401CF"/>
    <w:rsid w:val="00A403A8"/>
    <w:rsid w:val="00A406C3"/>
    <w:rsid w:val="00A40A95"/>
    <w:rsid w:val="00A418E5"/>
    <w:rsid w:val="00A41E21"/>
    <w:rsid w:val="00A42AA9"/>
    <w:rsid w:val="00A42DA5"/>
    <w:rsid w:val="00A42F4A"/>
    <w:rsid w:val="00A43324"/>
    <w:rsid w:val="00A43451"/>
    <w:rsid w:val="00A43DDE"/>
    <w:rsid w:val="00A44FAE"/>
    <w:rsid w:val="00A461ED"/>
    <w:rsid w:val="00A46572"/>
    <w:rsid w:val="00A4670B"/>
    <w:rsid w:val="00A46EFE"/>
    <w:rsid w:val="00A47553"/>
    <w:rsid w:val="00A47745"/>
    <w:rsid w:val="00A47FDD"/>
    <w:rsid w:val="00A506DD"/>
    <w:rsid w:val="00A52DD6"/>
    <w:rsid w:val="00A54118"/>
    <w:rsid w:val="00A543AD"/>
    <w:rsid w:val="00A5454A"/>
    <w:rsid w:val="00A54C2A"/>
    <w:rsid w:val="00A55F49"/>
    <w:rsid w:val="00A564AC"/>
    <w:rsid w:val="00A568C9"/>
    <w:rsid w:val="00A56A1F"/>
    <w:rsid w:val="00A57918"/>
    <w:rsid w:val="00A60226"/>
    <w:rsid w:val="00A6047A"/>
    <w:rsid w:val="00A60701"/>
    <w:rsid w:val="00A60AA3"/>
    <w:rsid w:val="00A62B15"/>
    <w:rsid w:val="00A6341D"/>
    <w:rsid w:val="00A64115"/>
    <w:rsid w:val="00A66083"/>
    <w:rsid w:val="00A6695C"/>
    <w:rsid w:val="00A66BB3"/>
    <w:rsid w:val="00A66FCA"/>
    <w:rsid w:val="00A67238"/>
    <w:rsid w:val="00A676B2"/>
    <w:rsid w:val="00A700B7"/>
    <w:rsid w:val="00A703B7"/>
    <w:rsid w:val="00A70C5E"/>
    <w:rsid w:val="00A712EF"/>
    <w:rsid w:val="00A71F38"/>
    <w:rsid w:val="00A72383"/>
    <w:rsid w:val="00A72403"/>
    <w:rsid w:val="00A72FF3"/>
    <w:rsid w:val="00A7335B"/>
    <w:rsid w:val="00A73440"/>
    <w:rsid w:val="00A74479"/>
    <w:rsid w:val="00A74902"/>
    <w:rsid w:val="00A74924"/>
    <w:rsid w:val="00A74CB5"/>
    <w:rsid w:val="00A756BF"/>
    <w:rsid w:val="00A76834"/>
    <w:rsid w:val="00A7695D"/>
    <w:rsid w:val="00A769E3"/>
    <w:rsid w:val="00A76A69"/>
    <w:rsid w:val="00A77289"/>
    <w:rsid w:val="00A77514"/>
    <w:rsid w:val="00A7754F"/>
    <w:rsid w:val="00A77572"/>
    <w:rsid w:val="00A811D3"/>
    <w:rsid w:val="00A81B6A"/>
    <w:rsid w:val="00A81EB3"/>
    <w:rsid w:val="00A82073"/>
    <w:rsid w:val="00A83065"/>
    <w:rsid w:val="00A849CC"/>
    <w:rsid w:val="00A84D8B"/>
    <w:rsid w:val="00A872B1"/>
    <w:rsid w:val="00A874AA"/>
    <w:rsid w:val="00A8763D"/>
    <w:rsid w:val="00A87AD3"/>
    <w:rsid w:val="00A908B3"/>
    <w:rsid w:val="00A911DC"/>
    <w:rsid w:val="00A93212"/>
    <w:rsid w:val="00A93479"/>
    <w:rsid w:val="00A93C93"/>
    <w:rsid w:val="00A9451D"/>
    <w:rsid w:val="00A94E61"/>
    <w:rsid w:val="00A95842"/>
    <w:rsid w:val="00A95ECA"/>
    <w:rsid w:val="00A96556"/>
    <w:rsid w:val="00A96C32"/>
    <w:rsid w:val="00A970D8"/>
    <w:rsid w:val="00A970E9"/>
    <w:rsid w:val="00A97106"/>
    <w:rsid w:val="00AA05B8"/>
    <w:rsid w:val="00AA175F"/>
    <w:rsid w:val="00AA196C"/>
    <w:rsid w:val="00AA1F49"/>
    <w:rsid w:val="00AA201F"/>
    <w:rsid w:val="00AA2148"/>
    <w:rsid w:val="00AA24D2"/>
    <w:rsid w:val="00AA28E1"/>
    <w:rsid w:val="00AA29D6"/>
    <w:rsid w:val="00AA420D"/>
    <w:rsid w:val="00AA44A7"/>
    <w:rsid w:val="00AA4BD7"/>
    <w:rsid w:val="00AA572B"/>
    <w:rsid w:val="00AA629A"/>
    <w:rsid w:val="00AA68D8"/>
    <w:rsid w:val="00AB012A"/>
    <w:rsid w:val="00AB063F"/>
    <w:rsid w:val="00AB21D8"/>
    <w:rsid w:val="00AB2FB8"/>
    <w:rsid w:val="00AB30FB"/>
    <w:rsid w:val="00AB37A5"/>
    <w:rsid w:val="00AB3ACB"/>
    <w:rsid w:val="00AB5CF2"/>
    <w:rsid w:val="00AB6639"/>
    <w:rsid w:val="00AB6643"/>
    <w:rsid w:val="00AB6907"/>
    <w:rsid w:val="00AB7257"/>
    <w:rsid w:val="00AB7357"/>
    <w:rsid w:val="00AC0098"/>
    <w:rsid w:val="00AC0903"/>
    <w:rsid w:val="00AC09F3"/>
    <w:rsid w:val="00AC0E08"/>
    <w:rsid w:val="00AC142D"/>
    <w:rsid w:val="00AC388F"/>
    <w:rsid w:val="00AC41BA"/>
    <w:rsid w:val="00AC47AA"/>
    <w:rsid w:val="00AC4DE2"/>
    <w:rsid w:val="00AC59D4"/>
    <w:rsid w:val="00AC5B26"/>
    <w:rsid w:val="00AC67FE"/>
    <w:rsid w:val="00AC6B73"/>
    <w:rsid w:val="00AC6D88"/>
    <w:rsid w:val="00AD0650"/>
    <w:rsid w:val="00AD0DF5"/>
    <w:rsid w:val="00AD118D"/>
    <w:rsid w:val="00AD138A"/>
    <w:rsid w:val="00AD1AA7"/>
    <w:rsid w:val="00AD1D24"/>
    <w:rsid w:val="00AD37EC"/>
    <w:rsid w:val="00AD38E7"/>
    <w:rsid w:val="00AD3DB5"/>
    <w:rsid w:val="00AD4776"/>
    <w:rsid w:val="00AD5CD2"/>
    <w:rsid w:val="00AD5F67"/>
    <w:rsid w:val="00AD63E7"/>
    <w:rsid w:val="00AD715B"/>
    <w:rsid w:val="00AD785E"/>
    <w:rsid w:val="00AE166D"/>
    <w:rsid w:val="00AE1D2D"/>
    <w:rsid w:val="00AE205E"/>
    <w:rsid w:val="00AE2A70"/>
    <w:rsid w:val="00AE38A4"/>
    <w:rsid w:val="00AE3CB9"/>
    <w:rsid w:val="00AE42F4"/>
    <w:rsid w:val="00AE5DED"/>
    <w:rsid w:val="00AE6227"/>
    <w:rsid w:val="00AE6E74"/>
    <w:rsid w:val="00AE7C3E"/>
    <w:rsid w:val="00AE7E6C"/>
    <w:rsid w:val="00AE7FB1"/>
    <w:rsid w:val="00AF03BF"/>
    <w:rsid w:val="00AF34F1"/>
    <w:rsid w:val="00AF5A4B"/>
    <w:rsid w:val="00AF7354"/>
    <w:rsid w:val="00AF76B6"/>
    <w:rsid w:val="00B00C2C"/>
    <w:rsid w:val="00B00D8D"/>
    <w:rsid w:val="00B00F29"/>
    <w:rsid w:val="00B01095"/>
    <w:rsid w:val="00B01447"/>
    <w:rsid w:val="00B016F3"/>
    <w:rsid w:val="00B0171B"/>
    <w:rsid w:val="00B01E2F"/>
    <w:rsid w:val="00B02A58"/>
    <w:rsid w:val="00B032E6"/>
    <w:rsid w:val="00B04AB8"/>
    <w:rsid w:val="00B04E0F"/>
    <w:rsid w:val="00B053F6"/>
    <w:rsid w:val="00B070B7"/>
    <w:rsid w:val="00B0743C"/>
    <w:rsid w:val="00B10A3B"/>
    <w:rsid w:val="00B10A5A"/>
    <w:rsid w:val="00B10D79"/>
    <w:rsid w:val="00B11115"/>
    <w:rsid w:val="00B1127F"/>
    <w:rsid w:val="00B119C3"/>
    <w:rsid w:val="00B11F0B"/>
    <w:rsid w:val="00B11F55"/>
    <w:rsid w:val="00B12147"/>
    <w:rsid w:val="00B121AC"/>
    <w:rsid w:val="00B1275B"/>
    <w:rsid w:val="00B14906"/>
    <w:rsid w:val="00B14FE7"/>
    <w:rsid w:val="00B15403"/>
    <w:rsid w:val="00B154C6"/>
    <w:rsid w:val="00B165D7"/>
    <w:rsid w:val="00B168B7"/>
    <w:rsid w:val="00B1709E"/>
    <w:rsid w:val="00B17CEE"/>
    <w:rsid w:val="00B2229E"/>
    <w:rsid w:val="00B223EC"/>
    <w:rsid w:val="00B2310C"/>
    <w:rsid w:val="00B23197"/>
    <w:rsid w:val="00B23E37"/>
    <w:rsid w:val="00B244D7"/>
    <w:rsid w:val="00B24A2C"/>
    <w:rsid w:val="00B2557B"/>
    <w:rsid w:val="00B25BAC"/>
    <w:rsid w:val="00B305BF"/>
    <w:rsid w:val="00B307F3"/>
    <w:rsid w:val="00B30988"/>
    <w:rsid w:val="00B309FB"/>
    <w:rsid w:val="00B30CAD"/>
    <w:rsid w:val="00B319A8"/>
    <w:rsid w:val="00B31A8E"/>
    <w:rsid w:val="00B31F84"/>
    <w:rsid w:val="00B321ED"/>
    <w:rsid w:val="00B322BC"/>
    <w:rsid w:val="00B32C2A"/>
    <w:rsid w:val="00B33D44"/>
    <w:rsid w:val="00B33EB5"/>
    <w:rsid w:val="00B34212"/>
    <w:rsid w:val="00B34507"/>
    <w:rsid w:val="00B35BAA"/>
    <w:rsid w:val="00B35F09"/>
    <w:rsid w:val="00B36BC7"/>
    <w:rsid w:val="00B370C8"/>
    <w:rsid w:val="00B3733B"/>
    <w:rsid w:val="00B37F53"/>
    <w:rsid w:val="00B40202"/>
    <w:rsid w:val="00B42121"/>
    <w:rsid w:val="00B43D9A"/>
    <w:rsid w:val="00B45A32"/>
    <w:rsid w:val="00B46637"/>
    <w:rsid w:val="00B47849"/>
    <w:rsid w:val="00B47E95"/>
    <w:rsid w:val="00B503C4"/>
    <w:rsid w:val="00B50648"/>
    <w:rsid w:val="00B50A02"/>
    <w:rsid w:val="00B51DD5"/>
    <w:rsid w:val="00B52800"/>
    <w:rsid w:val="00B52E56"/>
    <w:rsid w:val="00B5356D"/>
    <w:rsid w:val="00B54696"/>
    <w:rsid w:val="00B552C9"/>
    <w:rsid w:val="00B55BC4"/>
    <w:rsid w:val="00B55E9A"/>
    <w:rsid w:val="00B561FA"/>
    <w:rsid w:val="00B564EA"/>
    <w:rsid w:val="00B56EB4"/>
    <w:rsid w:val="00B6083F"/>
    <w:rsid w:val="00B609A4"/>
    <w:rsid w:val="00B6294B"/>
    <w:rsid w:val="00B62F2E"/>
    <w:rsid w:val="00B63079"/>
    <w:rsid w:val="00B63C8B"/>
    <w:rsid w:val="00B641EF"/>
    <w:rsid w:val="00B6434D"/>
    <w:rsid w:val="00B64814"/>
    <w:rsid w:val="00B64D1F"/>
    <w:rsid w:val="00B66246"/>
    <w:rsid w:val="00B677CE"/>
    <w:rsid w:val="00B67D6C"/>
    <w:rsid w:val="00B702E8"/>
    <w:rsid w:val="00B70DF7"/>
    <w:rsid w:val="00B71523"/>
    <w:rsid w:val="00B718AE"/>
    <w:rsid w:val="00B726CF"/>
    <w:rsid w:val="00B72DA2"/>
    <w:rsid w:val="00B73CCB"/>
    <w:rsid w:val="00B74001"/>
    <w:rsid w:val="00B74B81"/>
    <w:rsid w:val="00B75536"/>
    <w:rsid w:val="00B75908"/>
    <w:rsid w:val="00B75E12"/>
    <w:rsid w:val="00B760D3"/>
    <w:rsid w:val="00B77AAF"/>
    <w:rsid w:val="00B77FC4"/>
    <w:rsid w:val="00B805A0"/>
    <w:rsid w:val="00B810B9"/>
    <w:rsid w:val="00B814B2"/>
    <w:rsid w:val="00B8289C"/>
    <w:rsid w:val="00B82ED1"/>
    <w:rsid w:val="00B83A7F"/>
    <w:rsid w:val="00B83BCA"/>
    <w:rsid w:val="00B84128"/>
    <w:rsid w:val="00B847B6"/>
    <w:rsid w:val="00B84D57"/>
    <w:rsid w:val="00B86951"/>
    <w:rsid w:val="00B8711E"/>
    <w:rsid w:val="00B87DC2"/>
    <w:rsid w:val="00B87EFE"/>
    <w:rsid w:val="00B91B8A"/>
    <w:rsid w:val="00B91C84"/>
    <w:rsid w:val="00B920CE"/>
    <w:rsid w:val="00B932EF"/>
    <w:rsid w:val="00B93D12"/>
    <w:rsid w:val="00B94C8A"/>
    <w:rsid w:val="00B95729"/>
    <w:rsid w:val="00B95848"/>
    <w:rsid w:val="00B964B8"/>
    <w:rsid w:val="00B97CCC"/>
    <w:rsid w:val="00BA1D6A"/>
    <w:rsid w:val="00BA2981"/>
    <w:rsid w:val="00BA40CB"/>
    <w:rsid w:val="00BA43C2"/>
    <w:rsid w:val="00BA4B60"/>
    <w:rsid w:val="00BA5300"/>
    <w:rsid w:val="00BA5B1C"/>
    <w:rsid w:val="00BA5E1B"/>
    <w:rsid w:val="00BA60E9"/>
    <w:rsid w:val="00BA681A"/>
    <w:rsid w:val="00BA6DB7"/>
    <w:rsid w:val="00BB0181"/>
    <w:rsid w:val="00BB04C3"/>
    <w:rsid w:val="00BB0B2D"/>
    <w:rsid w:val="00BB0E63"/>
    <w:rsid w:val="00BB1361"/>
    <w:rsid w:val="00BB2B8D"/>
    <w:rsid w:val="00BB3490"/>
    <w:rsid w:val="00BB37BD"/>
    <w:rsid w:val="00BB3F7B"/>
    <w:rsid w:val="00BB4C16"/>
    <w:rsid w:val="00BB55B2"/>
    <w:rsid w:val="00BB7726"/>
    <w:rsid w:val="00BC0694"/>
    <w:rsid w:val="00BC1341"/>
    <w:rsid w:val="00BC1FE9"/>
    <w:rsid w:val="00BC3398"/>
    <w:rsid w:val="00BC3950"/>
    <w:rsid w:val="00BC3A14"/>
    <w:rsid w:val="00BC407E"/>
    <w:rsid w:val="00BC41A3"/>
    <w:rsid w:val="00BC4229"/>
    <w:rsid w:val="00BC599F"/>
    <w:rsid w:val="00BC5F4C"/>
    <w:rsid w:val="00BC7A0A"/>
    <w:rsid w:val="00BD0506"/>
    <w:rsid w:val="00BD06E7"/>
    <w:rsid w:val="00BD07A7"/>
    <w:rsid w:val="00BD165B"/>
    <w:rsid w:val="00BD174F"/>
    <w:rsid w:val="00BD2492"/>
    <w:rsid w:val="00BD2A80"/>
    <w:rsid w:val="00BD2A8B"/>
    <w:rsid w:val="00BD2C07"/>
    <w:rsid w:val="00BD2CD1"/>
    <w:rsid w:val="00BD34C2"/>
    <w:rsid w:val="00BD4678"/>
    <w:rsid w:val="00BD47C7"/>
    <w:rsid w:val="00BD4CE8"/>
    <w:rsid w:val="00BD65E7"/>
    <w:rsid w:val="00BD6DAE"/>
    <w:rsid w:val="00BD7944"/>
    <w:rsid w:val="00BE0113"/>
    <w:rsid w:val="00BE05EE"/>
    <w:rsid w:val="00BE0D11"/>
    <w:rsid w:val="00BE1F3F"/>
    <w:rsid w:val="00BE2677"/>
    <w:rsid w:val="00BE4F52"/>
    <w:rsid w:val="00BE5262"/>
    <w:rsid w:val="00BE5C86"/>
    <w:rsid w:val="00BE61C3"/>
    <w:rsid w:val="00BE6537"/>
    <w:rsid w:val="00BE6D5F"/>
    <w:rsid w:val="00BF09E3"/>
    <w:rsid w:val="00BF1F76"/>
    <w:rsid w:val="00BF268E"/>
    <w:rsid w:val="00BF3B6F"/>
    <w:rsid w:val="00BF3F83"/>
    <w:rsid w:val="00BF47C1"/>
    <w:rsid w:val="00BF4C25"/>
    <w:rsid w:val="00BF505E"/>
    <w:rsid w:val="00BF5511"/>
    <w:rsid w:val="00BF5861"/>
    <w:rsid w:val="00BF6178"/>
    <w:rsid w:val="00BF6583"/>
    <w:rsid w:val="00BF7056"/>
    <w:rsid w:val="00BF72BA"/>
    <w:rsid w:val="00BF7B9E"/>
    <w:rsid w:val="00C006CB"/>
    <w:rsid w:val="00C0252D"/>
    <w:rsid w:val="00C026A4"/>
    <w:rsid w:val="00C02748"/>
    <w:rsid w:val="00C02B10"/>
    <w:rsid w:val="00C02B3C"/>
    <w:rsid w:val="00C032CE"/>
    <w:rsid w:val="00C03C13"/>
    <w:rsid w:val="00C03D69"/>
    <w:rsid w:val="00C04AB4"/>
    <w:rsid w:val="00C04B16"/>
    <w:rsid w:val="00C10278"/>
    <w:rsid w:val="00C112A4"/>
    <w:rsid w:val="00C11B70"/>
    <w:rsid w:val="00C12382"/>
    <w:rsid w:val="00C12396"/>
    <w:rsid w:val="00C125B7"/>
    <w:rsid w:val="00C131DD"/>
    <w:rsid w:val="00C13651"/>
    <w:rsid w:val="00C144E1"/>
    <w:rsid w:val="00C14DDB"/>
    <w:rsid w:val="00C14FDB"/>
    <w:rsid w:val="00C15549"/>
    <w:rsid w:val="00C1568B"/>
    <w:rsid w:val="00C156B3"/>
    <w:rsid w:val="00C15B7E"/>
    <w:rsid w:val="00C15E3D"/>
    <w:rsid w:val="00C15E8F"/>
    <w:rsid w:val="00C166A2"/>
    <w:rsid w:val="00C173D4"/>
    <w:rsid w:val="00C201D2"/>
    <w:rsid w:val="00C201DD"/>
    <w:rsid w:val="00C20990"/>
    <w:rsid w:val="00C20D43"/>
    <w:rsid w:val="00C20E6A"/>
    <w:rsid w:val="00C21327"/>
    <w:rsid w:val="00C2136A"/>
    <w:rsid w:val="00C21535"/>
    <w:rsid w:val="00C21E7C"/>
    <w:rsid w:val="00C22443"/>
    <w:rsid w:val="00C22750"/>
    <w:rsid w:val="00C2332D"/>
    <w:rsid w:val="00C23558"/>
    <w:rsid w:val="00C235EB"/>
    <w:rsid w:val="00C2366F"/>
    <w:rsid w:val="00C23CE6"/>
    <w:rsid w:val="00C24762"/>
    <w:rsid w:val="00C24C6C"/>
    <w:rsid w:val="00C256D9"/>
    <w:rsid w:val="00C268FC"/>
    <w:rsid w:val="00C26C73"/>
    <w:rsid w:val="00C2706D"/>
    <w:rsid w:val="00C2780C"/>
    <w:rsid w:val="00C302EE"/>
    <w:rsid w:val="00C33049"/>
    <w:rsid w:val="00C332D4"/>
    <w:rsid w:val="00C33B36"/>
    <w:rsid w:val="00C33DA6"/>
    <w:rsid w:val="00C34131"/>
    <w:rsid w:val="00C34C51"/>
    <w:rsid w:val="00C34E5D"/>
    <w:rsid w:val="00C35BEC"/>
    <w:rsid w:val="00C36976"/>
    <w:rsid w:val="00C40346"/>
    <w:rsid w:val="00C4137C"/>
    <w:rsid w:val="00C415AC"/>
    <w:rsid w:val="00C4195C"/>
    <w:rsid w:val="00C41CFE"/>
    <w:rsid w:val="00C4384B"/>
    <w:rsid w:val="00C439AE"/>
    <w:rsid w:val="00C43CFD"/>
    <w:rsid w:val="00C43FD1"/>
    <w:rsid w:val="00C442C5"/>
    <w:rsid w:val="00C467A9"/>
    <w:rsid w:val="00C46DDF"/>
    <w:rsid w:val="00C47991"/>
    <w:rsid w:val="00C47C71"/>
    <w:rsid w:val="00C51CD6"/>
    <w:rsid w:val="00C52A35"/>
    <w:rsid w:val="00C530F1"/>
    <w:rsid w:val="00C54BF5"/>
    <w:rsid w:val="00C551C1"/>
    <w:rsid w:val="00C55CFD"/>
    <w:rsid w:val="00C561DC"/>
    <w:rsid w:val="00C567C4"/>
    <w:rsid w:val="00C5774A"/>
    <w:rsid w:val="00C6019F"/>
    <w:rsid w:val="00C602CF"/>
    <w:rsid w:val="00C608AB"/>
    <w:rsid w:val="00C610D1"/>
    <w:rsid w:val="00C61243"/>
    <w:rsid w:val="00C612CF"/>
    <w:rsid w:val="00C6219B"/>
    <w:rsid w:val="00C627B9"/>
    <w:rsid w:val="00C62DD1"/>
    <w:rsid w:val="00C64F42"/>
    <w:rsid w:val="00C64FC1"/>
    <w:rsid w:val="00C659DD"/>
    <w:rsid w:val="00C677D9"/>
    <w:rsid w:val="00C7012F"/>
    <w:rsid w:val="00C70771"/>
    <w:rsid w:val="00C7195D"/>
    <w:rsid w:val="00C72099"/>
    <w:rsid w:val="00C72AB2"/>
    <w:rsid w:val="00C732C0"/>
    <w:rsid w:val="00C7369F"/>
    <w:rsid w:val="00C74362"/>
    <w:rsid w:val="00C74EF3"/>
    <w:rsid w:val="00C75474"/>
    <w:rsid w:val="00C75AA2"/>
    <w:rsid w:val="00C76081"/>
    <w:rsid w:val="00C766AF"/>
    <w:rsid w:val="00C7677C"/>
    <w:rsid w:val="00C7757A"/>
    <w:rsid w:val="00C810EF"/>
    <w:rsid w:val="00C822A3"/>
    <w:rsid w:val="00C82635"/>
    <w:rsid w:val="00C861AF"/>
    <w:rsid w:val="00C8643F"/>
    <w:rsid w:val="00C87B77"/>
    <w:rsid w:val="00C87E05"/>
    <w:rsid w:val="00C901C3"/>
    <w:rsid w:val="00C9029A"/>
    <w:rsid w:val="00C90906"/>
    <w:rsid w:val="00C90B29"/>
    <w:rsid w:val="00C90C46"/>
    <w:rsid w:val="00C91467"/>
    <w:rsid w:val="00C918B3"/>
    <w:rsid w:val="00C92C48"/>
    <w:rsid w:val="00C94156"/>
    <w:rsid w:val="00C9450A"/>
    <w:rsid w:val="00C953E3"/>
    <w:rsid w:val="00C962DF"/>
    <w:rsid w:val="00C9794C"/>
    <w:rsid w:val="00C97B21"/>
    <w:rsid w:val="00C97FE1"/>
    <w:rsid w:val="00CA034E"/>
    <w:rsid w:val="00CA0A61"/>
    <w:rsid w:val="00CA0AFA"/>
    <w:rsid w:val="00CA0B5F"/>
    <w:rsid w:val="00CA221B"/>
    <w:rsid w:val="00CA2292"/>
    <w:rsid w:val="00CA27AE"/>
    <w:rsid w:val="00CA2B7B"/>
    <w:rsid w:val="00CA31D1"/>
    <w:rsid w:val="00CA3377"/>
    <w:rsid w:val="00CA44DE"/>
    <w:rsid w:val="00CA4F2E"/>
    <w:rsid w:val="00CA56D1"/>
    <w:rsid w:val="00CA6652"/>
    <w:rsid w:val="00CA7631"/>
    <w:rsid w:val="00CA76F6"/>
    <w:rsid w:val="00CA7ED6"/>
    <w:rsid w:val="00CA7F7D"/>
    <w:rsid w:val="00CA7FA2"/>
    <w:rsid w:val="00CB017C"/>
    <w:rsid w:val="00CB03C3"/>
    <w:rsid w:val="00CB059E"/>
    <w:rsid w:val="00CB0C4A"/>
    <w:rsid w:val="00CB11B1"/>
    <w:rsid w:val="00CB3469"/>
    <w:rsid w:val="00CB3818"/>
    <w:rsid w:val="00CB3DD2"/>
    <w:rsid w:val="00CB58CE"/>
    <w:rsid w:val="00CB647E"/>
    <w:rsid w:val="00CB6E1B"/>
    <w:rsid w:val="00CC0530"/>
    <w:rsid w:val="00CC1484"/>
    <w:rsid w:val="00CC1CE3"/>
    <w:rsid w:val="00CC379F"/>
    <w:rsid w:val="00CC41F8"/>
    <w:rsid w:val="00CC52EC"/>
    <w:rsid w:val="00CC5831"/>
    <w:rsid w:val="00CC7D66"/>
    <w:rsid w:val="00CD1102"/>
    <w:rsid w:val="00CD1399"/>
    <w:rsid w:val="00CD186A"/>
    <w:rsid w:val="00CD1DF0"/>
    <w:rsid w:val="00CD2469"/>
    <w:rsid w:val="00CD2CC6"/>
    <w:rsid w:val="00CD2D19"/>
    <w:rsid w:val="00CD3213"/>
    <w:rsid w:val="00CD32E2"/>
    <w:rsid w:val="00CD392E"/>
    <w:rsid w:val="00CD4CD6"/>
    <w:rsid w:val="00CD4E84"/>
    <w:rsid w:val="00CD6CFC"/>
    <w:rsid w:val="00CD6FF2"/>
    <w:rsid w:val="00CE0106"/>
    <w:rsid w:val="00CE03A1"/>
    <w:rsid w:val="00CE19F1"/>
    <w:rsid w:val="00CE2AED"/>
    <w:rsid w:val="00CE4931"/>
    <w:rsid w:val="00CE4AB4"/>
    <w:rsid w:val="00CE6DCF"/>
    <w:rsid w:val="00CE7051"/>
    <w:rsid w:val="00CF0D12"/>
    <w:rsid w:val="00CF13C0"/>
    <w:rsid w:val="00CF13E6"/>
    <w:rsid w:val="00CF1445"/>
    <w:rsid w:val="00CF187E"/>
    <w:rsid w:val="00CF1A93"/>
    <w:rsid w:val="00CF1F9F"/>
    <w:rsid w:val="00CF3CCC"/>
    <w:rsid w:val="00CF3EC7"/>
    <w:rsid w:val="00CF4423"/>
    <w:rsid w:val="00CF480B"/>
    <w:rsid w:val="00CF4CC4"/>
    <w:rsid w:val="00CF4E9E"/>
    <w:rsid w:val="00CF5B91"/>
    <w:rsid w:val="00CF6646"/>
    <w:rsid w:val="00CF66F3"/>
    <w:rsid w:val="00CF788A"/>
    <w:rsid w:val="00CF7AA1"/>
    <w:rsid w:val="00CF7E6D"/>
    <w:rsid w:val="00D00843"/>
    <w:rsid w:val="00D01457"/>
    <w:rsid w:val="00D026D2"/>
    <w:rsid w:val="00D02BAE"/>
    <w:rsid w:val="00D03341"/>
    <w:rsid w:val="00D04271"/>
    <w:rsid w:val="00D04C47"/>
    <w:rsid w:val="00D05F89"/>
    <w:rsid w:val="00D068DE"/>
    <w:rsid w:val="00D06FCD"/>
    <w:rsid w:val="00D06FDC"/>
    <w:rsid w:val="00D078A6"/>
    <w:rsid w:val="00D078C1"/>
    <w:rsid w:val="00D07CD0"/>
    <w:rsid w:val="00D07DD2"/>
    <w:rsid w:val="00D10689"/>
    <w:rsid w:val="00D121AA"/>
    <w:rsid w:val="00D12235"/>
    <w:rsid w:val="00D1259F"/>
    <w:rsid w:val="00D12845"/>
    <w:rsid w:val="00D13338"/>
    <w:rsid w:val="00D135D2"/>
    <w:rsid w:val="00D13A7C"/>
    <w:rsid w:val="00D13F24"/>
    <w:rsid w:val="00D14569"/>
    <w:rsid w:val="00D149E8"/>
    <w:rsid w:val="00D150CA"/>
    <w:rsid w:val="00D164F9"/>
    <w:rsid w:val="00D16DA9"/>
    <w:rsid w:val="00D16E7D"/>
    <w:rsid w:val="00D179A5"/>
    <w:rsid w:val="00D17BC4"/>
    <w:rsid w:val="00D17D0C"/>
    <w:rsid w:val="00D17EAE"/>
    <w:rsid w:val="00D22289"/>
    <w:rsid w:val="00D2275E"/>
    <w:rsid w:val="00D238DB"/>
    <w:rsid w:val="00D24217"/>
    <w:rsid w:val="00D246BA"/>
    <w:rsid w:val="00D247BB"/>
    <w:rsid w:val="00D25A06"/>
    <w:rsid w:val="00D262AB"/>
    <w:rsid w:val="00D26A41"/>
    <w:rsid w:val="00D26E16"/>
    <w:rsid w:val="00D2766A"/>
    <w:rsid w:val="00D276D7"/>
    <w:rsid w:val="00D2780B"/>
    <w:rsid w:val="00D310D5"/>
    <w:rsid w:val="00D310EC"/>
    <w:rsid w:val="00D313F9"/>
    <w:rsid w:val="00D3216B"/>
    <w:rsid w:val="00D321BD"/>
    <w:rsid w:val="00D32D2A"/>
    <w:rsid w:val="00D33512"/>
    <w:rsid w:val="00D34183"/>
    <w:rsid w:val="00D3527C"/>
    <w:rsid w:val="00D35336"/>
    <w:rsid w:val="00D35629"/>
    <w:rsid w:val="00D373DF"/>
    <w:rsid w:val="00D37BFB"/>
    <w:rsid w:val="00D37C65"/>
    <w:rsid w:val="00D404EB"/>
    <w:rsid w:val="00D40F5A"/>
    <w:rsid w:val="00D41026"/>
    <w:rsid w:val="00D41541"/>
    <w:rsid w:val="00D41B99"/>
    <w:rsid w:val="00D42593"/>
    <w:rsid w:val="00D43548"/>
    <w:rsid w:val="00D43642"/>
    <w:rsid w:val="00D43688"/>
    <w:rsid w:val="00D438ED"/>
    <w:rsid w:val="00D43C12"/>
    <w:rsid w:val="00D442FE"/>
    <w:rsid w:val="00D44F85"/>
    <w:rsid w:val="00D4613A"/>
    <w:rsid w:val="00D47942"/>
    <w:rsid w:val="00D505E3"/>
    <w:rsid w:val="00D50F62"/>
    <w:rsid w:val="00D510B3"/>
    <w:rsid w:val="00D52897"/>
    <w:rsid w:val="00D53EC0"/>
    <w:rsid w:val="00D543E3"/>
    <w:rsid w:val="00D54996"/>
    <w:rsid w:val="00D54DEC"/>
    <w:rsid w:val="00D55E52"/>
    <w:rsid w:val="00D55FC5"/>
    <w:rsid w:val="00D56138"/>
    <w:rsid w:val="00D567D3"/>
    <w:rsid w:val="00D5760F"/>
    <w:rsid w:val="00D57C06"/>
    <w:rsid w:val="00D601A1"/>
    <w:rsid w:val="00D6097A"/>
    <w:rsid w:val="00D61BC2"/>
    <w:rsid w:val="00D62BAF"/>
    <w:rsid w:val="00D63BA8"/>
    <w:rsid w:val="00D64294"/>
    <w:rsid w:val="00D666DA"/>
    <w:rsid w:val="00D6675F"/>
    <w:rsid w:val="00D6723A"/>
    <w:rsid w:val="00D6792F"/>
    <w:rsid w:val="00D7050E"/>
    <w:rsid w:val="00D717C3"/>
    <w:rsid w:val="00D72505"/>
    <w:rsid w:val="00D72913"/>
    <w:rsid w:val="00D74419"/>
    <w:rsid w:val="00D74E35"/>
    <w:rsid w:val="00D76E4C"/>
    <w:rsid w:val="00D76F51"/>
    <w:rsid w:val="00D77F4C"/>
    <w:rsid w:val="00D804A2"/>
    <w:rsid w:val="00D805FD"/>
    <w:rsid w:val="00D80D83"/>
    <w:rsid w:val="00D80E4E"/>
    <w:rsid w:val="00D81460"/>
    <w:rsid w:val="00D8187D"/>
    <w:rsid w:val="00D81D7E"/>
    <w:rsid w:val="00D84D81"/>
    <w:rsid w:val="00D8604D"/>
    <w:rsid w:val="00D86062"/>
    <w:rsid w:val="00D8609C"/>
    <w:rsid w:val="00D863E3"/>
    <w:rsid w:val="00D8693A"/>
    <w:rsid w:val="00D871D0"/>
    <w:rsid w:val="00D8730A"/>
    <w:rsid w:val="00D877EF"/>
    <w:rsid w:val="00D87897"/>
    <w:rsid w:val="00D87A88"/>
    <w:rsid w:val="00D87AF9"/>
    <w:rsid w:val="00D87F2E"/>
    <w:rsid w:val="00D9113F"/>
    <w:rsid w:val="00D915FE"/>
    <w:rsid w:val="00D925C5"/>
    <w:rsid w:val="00D9270E"/>
    <w:rsid w:val="00D958B2"/>
    <w:rsid w:val="00D95CB3"/>
    <w:rsid w:val="00D96626"/>
    <w:rsid w:val="00D96EC3"/>
    <w:rsid w:val="00D97D36"/>
    <w:rsid w:val="00D97EFF"/>
    <w:rsid w:val="00DA08E9"/>
    <w:rsid w:val="00DA23F7"/>
    <w:rsid w:val="00DA32E0"/>
    <w:rsid w:val="00DA3924"/>
    <w:rsid w:val="00DA401E"/>
    <w:rsid w:val="00DA4A88"/>
    <w:rsid w:val="00DA5469"/>
    <w:rsid w:val="00DA6446"/>
    <w:rsid w:val="00DA7175"/>
    <w:rsid w:val="00DA7505"/>
    <w:rsid w:val="00DB0065"/>
    <w:rsid w:val="00DB00D8"/>
    <w:rsid w:val="00DB0320"/>
    <w:rsid w:val="00DB16DC"/>
    <w:rsid w:val="00DB19D2"/>
    <w:rsid w:val="00DB2309"/>
    <w:rsid w:val="00DB2431"/>
    <w:rsid w:val="00DB2743"/>
    <w:rsid w:val="00DB2D00"/>
    <w:rsid w:val="00DB398F"/>
    <w:rsid w:val="00DB57EE"/>
    <w:rsid w:val="00DB5EF9"/>
    <w:rsid w:val="00DB609A"/>
    <w:rsid w:val="00DB694F"/>
    <w:rsid w:val="00DB6D48"/>
    <w:rsid w:val="00DB6FF8"/>
    <w:rsid w:val="00DC0181"/>
    <w:rsid w:val="00DC0BB4"/>
    <w:rsid w:val="00DC1109"/>
    <w:rsid w:val="00DC1E62"/>
    <w:rsid w:val="00DC1E68"/>
    <w:rsid w:val="00DC2246"/>
    <w:rsid w:val="00DC2645"/>
    <w:rsid w:val="00DC2733"/>
    <w:rsid w:val="00DC3489"/>
    <w:rsid w:val="00DC3FFE"/>
    <w:rsid w:val="00DC4195"/>
    <w:rsid w:val="00DC4D58"/>
    <w:rsid w:val="00DC4ED1"/>
    <w:rsid w:val="00DC5273"/>
    <w:rsid w:val="00DC6F9A"/>
    <w:rsid w:val="00DD1003"/>
    <w:rsid w:val="00DD185F"/>
    <w:rsid w:val="00DD2AEB"/>
    <w:rsid w:val="00DD37D9"/>
    <w:rsid w:val="00DD3E6C"/>
    <w:rsid w:val="00DD48B1"/>
    <w:rsid w:val="00DD5EEA"/>
    <w:rsid w:val="00DD64E3"/>
    <w:rsid w:val="00DD6B59"/>
    <w:rsid w:val="00DD79A2"/>
    <w:rsid w:val="00DD7FD3"/>
    <w:rsid w:val="00DE0BF6"/>
    <w:rsid w:val="00DE232A"/>
    <w:rsid w:val="00DE295A"/>
    <w:rsid w:val="00DE29C8"/>
    <w:rsid w:val="00DE3453"/>
    <w:rsid w:val="00DE39CA"/>
    <w:rsid w:val="00DE49D7"/>
    <w:rsid w:val="00DE4C0D"/>
    <w:rsid w:val="00DE5922"/>
    <w:rsid w:val="00DE60DA"/>
    <w:rsid w:val="00DE6CE2"/>
    <w:rsid w:val="00DE6DE8"/>
    <w:rsid w:val="00DE72E6"/>
    <w:rsid w:val="00DF0A6E"/>
    <w:rsid w:val="00DF0F37"/>
    <w:rsid w:val="00DF11BF"/>
    <w:rsid w:val="00DF130E"/>
    <w:rsid w:val="00DF1580"/>
    <w:rsid w:val="00DF210F"/>
    <w:rsid w:val="00DF22DA"/>
    <w:rsid w:val="00DF297B"/>
    <w:rsid w:val="00DF2B99"/>
    <w:rsid w:val="00DF2BDD"/>
    <w:rsid w:val="00DF2F15"/>
    <w:rsid w:val="00DF2F71"/>
    <w:rsid w:val="00DF310F"/>
    <w:rsid w:val="00DF38B1"/>
    <w:rsid w:val="00DF3C43"/>
    <w:rsid w:val="00DF559D"/>
    <w:rsid w:val="00DF5CE0"/>
    <w:rsid w:val="00DF79CC"/>
    <w:rsid w:val="00E001EA"/>
    <w:rsid w:val="00E0065A"/>
    <w:rsid w:val="00E00B3B"/>
    <w:rsid w:val="00E01278"/>
    <w:rsid w:val="00E01BB0"/>
    <w:rsid w:val="00E01D15"/>
    <w:rsid w:val="00E01ED3"/>
    <w:rsid w:val="00E023B6"/>
    <w:rsid w:val="00E037A4"/>
    <w:rsid w:val="00E0449F"/>
    <w:rsid w:val="00E060CD"/>
    <w:rsid w:val="00E06285"/>
    <w:rsid w:val="00E06B17"/>
    <w:rsid w:val="00E1035E"/>
    <w:rsid w:val="00E106BF"/>
    <w:rsid w:val="00E106F3"/>
    <w:rsid w:val="00E10A23"/>
    <w:rsid w:val="00E10C47"/>
    <w:rsid w:val="00E113CB"/>
    <w:rsid w:val="00E12800"/>
    <w:rsid w:val="00E12918"/>
    <w:rsid w:val="00E12C1D"/>
    <w:rsid w:val="00E13632"/>
    <w:rsid w:val="00E1415D"/>
    <w:rsid w:val="00E14307"/>
    <w:rsid w:val="00E1481E"/>
    <w:rsid w:val="00E14D2B"/>
    <w:rsid w:val="00E15782"/>
    <w:rsid w:val="00E15946"/>
    <w:rsid w:val="00E1673E"/>
    <w:rsid w:val="00E16BE7"/>
    <w:rsid w:val="00E17A97"/>
    <w:rsid w:val="00E2020D"/>
    <w:rsid w:val="00E205AC"/>
    <w:rsid w:val="00E20CEA"/>
    <w:rsid w:val="00E22BE9"/>
    <w:rsid w:val="00E22C90"/>
    <w:rsid w:val="00E23286"/>
    <w:rsid w:val="00E23B53"/>
    <w:rsid w:val="00E2474F"/>
    <w:rsid w:val="00E24974"/>
    <w:rsid w:val="00E24AFE"/>
    <w:rsid w:val="00E24B27"/>
    <w:rsid w:val="00E24D77"/>
    <w:rsid w:val="00E24E45"/>
    <w:rsid w:val="00E24F83"/>
    <w:rsid w:val="00E25B99"/>
    <w:rsid w:val="00E2626E"/>
    <w:rsid w:val="00E26892"/>
    <w:rsid w:val="00E26A06"/>
    <w:rsid w:val="00E27C26"/>
    <w:rsid w:val="00E27F16"/>
    <w:rsid w:val="00E31529"/>
    <w:rsid w:val="00E32919"/>
    <w:rsid w:val="00E32CF0"/>
    <w:rsid w:val="00E32EEA"/>
    <w:rsid w:val="00E35F19"/>
    <w:rsid w:val="00E36048"/>
    <w:rsid w:val="00E369D5"/>
    <w:rsid w:val="00E36A20"/>
    <w:rsid w:val="00E36ADC"/>
    <w:rsid w:val="00E37910"/>
    <w:rsid w:val="00E405AD"/>
    <w:rsid w:val="00E40A57"/>
    <w:rsid w:val="00E4133C"/>
    <w:rsid w:val="00E41803"/>
    <w:rsid w:val="00E422AC"/>
    <w:rsid w:val="00E425A4"/>
    <w:rsid w:val="00E43DBE"/>
    <w:rsid w:val="00E44512"/>
    <w:rsid w:val="00E44B3B"/>
    <w:rsid w:val="00E44F56"/>
    <w:rsid w:val="00E456D3"/>
    <w:rsid w:val="00E45BAA"/>
    <w:rsid w:val="00E467DF"/>
    <w:rsid w:val="00E475EE"/>
    <w:rsid w:val="00E4775F"/>
    <w:rsid w:val="00E47BB1"/>
    <w:rsid w:val="00E51060"/>
    <w:rsid w:val="00E5124F"/>
    <w:rsid w:val="00E5155E"/>
    <w:rsid w:val="00E525DC"/>
    <w:rsid w:val="00E533A7"/>
    <w:rsid w:val="00E535F2"/>
    <w:rsid w:val="00E53A66"/>
    <w:rsid w:val="00E53C93"/>
    <w:rsid w:val="00E55911"/>
    <w:rsid w:val="00E57E9E"/>
    <w:rsid w:val="00E57F12"/>
    <w:rsid w:val="00E60132"/>
    <w:rsid w:val="00E60845"/>
    <w:rsid w:val="00E60982"/>
    <w:rsid w:val="00E60F57"/>
    <w:rsid w:val="00E61084"/>
    <w:rsid w:val="00E6124F"/>
    <w:rsid w:val="00E61312"/>
    <w:rsid w:val="00E61458"/>
    <w:rsid w:val="00E61C42"/>
    <w:rsid w:val="00E61C61"/>
    <w:rsid w:val="00E621BA"/>
    <w:rsid w:val="00E628F0"/>
    <w:rsid w:val="00E629B9"/>
    <w:rsid w:val="00E63260"/>
    <w:rsid w:val="00E63339"/>
    <w:rsid w:val="00E6408A"/>
    <w:rsid w:val="00E64B9D"/>
    <w:rsid w:val="00E64FE1"/>
    <w:rsid w:val="00E66468"/>
    <w:rsid w:val="00E66AE4"/>
    <w:rsid w:val="00E66CF0"/>
    <w:rsid w:val="00E673BD"/>
    <w:rsid w:val="00E675D3"/>
    <w:rsid w:val="00E675EB"/>
    <w:rsid w:val="00E6768D"/>
    <w:rsid w:val="00E676AF"/>
    <w:rsid w:val="00E6782C"/>
    <w:rsid w:val="00E701DB"/>
    <w:rsid w:val="00E70FD4"/>
    <w:rsid w:val="00E71123"/>
    <w:rsid w:val="00E71364"/>
    <w:rsid w:val="00E722BF"/>
    <w:rsid w:val="00E725DD"/>
    <w:rsid w:val="00E73021"/>
    <w:rsid w:val="00E73070"/>
    <w:rsid w:val="00E73850"/>
    <w:rsid w:val="00E73BC7"/>
    <w:rsid w:val="00E73BDF"/>
    <w:rsid w:val="00E743C4"/>
    <w:rsid w:val="00E74CB5"/>
    <w:rsid w:val="00E751B0"/>
    <w:rsid w:val="00E752CD"/>
    <w:rsid w:val="00E80594"/>
    <w:rsid w:val="00E80740"/>
    <w:rsid w:val="00E826FF"/>
    <w:rsid w:val="00E83884"/>
    <w:rsid w:val="00E83D09"/>
    <w:rsid w:val="00E83FAA"/>
    <w:rsid w:val="00E847E2"/>
    <w:rsid w:val="00E8528F"/>
    <w:rsid w:val="00E86494"/>
    <w:rsid w:val="00E8792B"/>
    <w:rsid w:val="00E90DAF"/>
    <w:rsid w:val="00E920D9"/>
    <w:rsid w:val="00E92AB0"/>
    <w:rsid w:val="00E93188"/>
    <w:rsid w:val="00E932C1"/>
    <w:rsid w:val="00E933AB"/>
    <w:rsid w:val="00E93466"/>
    <w:rsid w:val="00E938FE"/>
    <w:rsid w:val="00E93CEE"/>
    <w:rsid w:val="00E9433C"/>
    <w:rsid w:val="00E9583F"/>
    <w:rsid w:val="00E95E07"/>
    <w:rsid w:val="00E95E0E"/>
    <w:rsid w:val="00E9605D"/>
    <w:rsid w:val="00E96FEC"/>
    <w:rsid w:val="00E97743"/>
    <w:rsid w:val="00E97C90"/>
    <w:rsid w:val="00EA0583"/>
    <w:rsid w:val="00EA0A05"/>
    <w:rsid w:val="00EA0FA4"/>
    <w:rsid w:val="00EA1BE7"/>
    <w:rsid w:val="00EA2B87"/>
    <w:rsid w:val="00EA2FA1"/>
    <w:rsid w:val="00EA368C"/>
    <w:rsid w:val="00EA3AE4"/>
    <w:rsid w:val="00EA3C05"/>
    <w:rsid w:val="00EA4FFF"/>
    <w:rsid w:val="00EA5053"/>
    <w:rsid w:val="00EA5452"/>
    <w:rsid w:val="00EA641B"/>
    <w:rsid w:val="00EA67F3"/>
    <w:rsid w:val="00EA68B0"/>
    <w:rsid w:val="00EA6BB0"/>
    <w:rsid w:val="00EB05E8"/>
    <w:rsid w:val="00EB0C5D"/>
    <w:rsid w:val="00EB0E89"/>
    <w:rsid w:val="00EB129F"/>
    <w:rsid w:val="00EB1CF4"/>
    <w:rsid w:val="00EB2069"/>
    <w:rsid w:val="00EB41C9"/>
    <w:rsid w:val="00EB4831"/>
    <w:rsid w:val="00EB4AB8"/>
    <w:rsid w:val="00EB4B71"/>
    <w:rsid w:val="00EB5C96"/>
    <w:rsid w:val="00EB5ED7"/>
    <w:rsid w:val="00EB7901"/>
    <w:rsid w:val="00EC019A"/>
    <w:rsid w:val="00EC0C87"/>
    <w:rsid w:val="00EC2E24"/>
    <w:rsid w:val="00EC3383"/>
    <w:rsid w:val="00EC3AFF"/>
    <w:rsid w:val="00EC4939"/>
    <w:rsid w:val="00EC5799"/>
    <w:rsid w:val="00EC5CF1"/>
    <w:rsid w:val="00EC63FB"/>
    <w:rsid w:val="00EC6EFB"/>
    <w:rsid w:val="00ED08F6"/>
    <w:rsid w:val="00ED0F02"/>
    <w:rsid w:val="00ED10F8"/>
    <w:rsid w:val="00ED1175"/>
    <w:rsid w:val="00ED29EE"/>
    <w:rsid w:val="00ED2AC3"/>
    <w:rsid w:val="00ED3782"/>
    <w:rsid w:val="00ED404E"/>
    <w:rsid w:val="00ED42AD"/>
    <w:rsid w:val="00ED464D"/>
    <w:rsid w:val="00ED67C7"/>
    <w:rsid w:val="00ED728A"/>
    <w:rsid w:val="00EE01A7"/>
    <w:rsid w:val="00EE0201"/>
    <w:rsid w:val="00EE05EF"/>
    <w:rsid w:val="00EE1445"/>
    <w:rsid w:val="00EE1715"/>
    <w:rsid w:val="00EE2458"/>
    <w:rsid w:val="00EE26B0"/>
    <w:rsid w:val="00EE27CC"/>
    <w:rsid w:val="00EE27D9"/>
    <w:rsid w:val="00EE3838"/>
    <w:rsid w:val="00EE3D18"/>
    <w:rsid w:val="00EE3DBE"/>
    <w:rsid w:val="00EE4253"/>
    <w:rsid w:val="00EE4A3C"/>
    <w:rsid w:val="00EE5B8C"/>
    <w:rsid w:val="00EE5E8C"/>
    <w:rsid w:val="00EE7371"/>
    <w:rsid w:val="00EE7F65"/>
    <w:rsid w:val="00EF2A90"/>
    <w:rsid w:val="00EF37DB"/>
    <w:rsid w:val="00EF37EB"/>
    <w:rsid w:val="00EF4390"/>
    <w:rsid w:val="00EF5401"/>
    <w:rsid w:val="00EF5643"/>
    <w:rsid w:val="00EF6090"/>
    <w:rsid w:val="00EF62E0"/>
    <w:rsid w:val="00EF72BE"/>
    <w:rsid w:val="00EF7BD8"/>
    <w:rsid w:val="00F0075B"/>
    <w:rsid w:val="00F00D94"/>
    <w:rsid w:val="00F00E4F"/>
    <w:rsid w:val="00F02399"/>
    <w:rsid w:val="00F02EB6"/>
    <w:rsid w:val="00F04C0E"/>
    <w:rsid w:val="00F102AD"/>
    <w:rsid w:val="00F10519"/>
    <w:rsid w:val="00F10A9C"/>
    <w:rsid w:val="00F10DBE"/>
    <w:rsid w:val="00F10FD7"/>
    <w:rsid w:val="00F1118C"/>
    <w:rsid w:val="00F118A3"/>
    <w:rsid w:val="00F11C00"/>
    <w:rsid w:val="00F11C6C"/>
    <w:rsid w:val="00F11DE9"/>
    <w:rsid w:val="00F126AC"/>
    <w:rsid w:val="00F1296B"/>
    <w:rsid w:val="00F12BAB"/>
    <w:rsid w:val="00F13D2A"/>
    <w:rsid w:val="00F1656A"/>
    <w:rsid w:val="00F16E7B"/>
    <w:rsid w:val="00F173A3"/>
    <w:rsid w:val="00F20E47"/>
    <w:rsid w:val="00F20EFB"/>
    <w:rsid w:val="00F22273"/>
    <w:rsid w:val="00F22602"/>
    <w:rsid w:val="00F22BF1"/>
    <w:rsid w:val="00F239DF"/>
    <w:rsid w:val="00F24287"/>
    <w:rsid w:val="00F245E7"/>
    <w:rsid w:val="00F250CB"/>
    <w:rsid w:val="00F25C2B"/>
    <w:rsid w:val="00F260A7"/>
    <w:rsid w:val="00F262C9"/>
    <w:rsid w:val="00F263C7"/>
    <w:rsid w:val="00F268E9"/>
    <w:rsid w:val="00F26B32"/>
    <w:rsid w:val="00F26E20"/>
    <w:rsid w:val="00F26F76"/>
    <w:rsid w:val="00F27636"/>
    <w:rsid w:val="00F27D42"/>
    <w:rsid w:val="00F30FB0"/>
    <w:rsid w:val="00F3120D"/>
    <w:rsid w:val="00F32C54"/>
    <w:rsid w:val="00F3350D"/>
    <w:rsid w:val="00F335FA"/>
    <w:rsid w:val="00F33876"/>
    <w:rsid w:val="00F33994"/>
    <w:rsid w:val="00F34270"/>
    <w:rsid w:val="00F344FD"/>
    <w:rsid w:val="00F34927"/>
    <w:rsid w:val="00F35950"/>
    <w:rsid w:val="00F35EF8"/>
    <w:rsid w:val="00F360A7"/>
    <w:rsid w:val="00F365FD"/>
    <w:rsid w:val="00F37BA3"/>
    <w:rsid w:val="00F406FD"/>
    <w:rsid w:val="00F40780"/>
    <w:rsid w:val="00F40D2D"/>
    <w:rsid w:val="00F40E2A"/>
    <w:rsid w:val="00F4228A"/>
    <w:rsid w:val="00F432A5"/>
    <w:rsid w:val="00F44439"/>
    <w:rsid w:val="00F457C0"/>
    <w:rsid w:val="00F45EA7"/>
    <w:rsid w:val="00F47675"/>
    <w:rsid w:val="00F47E18"/>
    <w:rsid w:val="00F502B3"/>
    <w:rsid w:val="00F506EF"/>
    <w:rsid w:val="00F50EAD"/>
    <w:rsid w:val="00F50F3F"/>
    <w:rsid w:val="00F52126"/>
    <w:rsid w:val="00F52E52"/>
    <w:rsid w:val="00F5385C"/>
    <w:rsid w:val="00F53B49"/>
    <w:rsid w:val="00F5409D"/>
    <w:rsid w:val="00F544CB"/>
    <w:rsid w:val="00F54C46"/>
    <w:rsid w:val="00F54EF0"/>
    <w:rsid w:val="00F55B59"/>
    <w:rsid w:val="00F56121"/>
    <w:rsid w:val="00F56A62"/>
    <w:rsid w:val="00F56EB7"/>
    <w:rsid w:val="00F570F4"/>
    <w:rsid w:val="00F579BE"/>
    <w:rsid w:val="00F57FEC"/>
    <w:rsid w:val="00F603AA"/>
    <w:rsid w:val="00F61875"/>
    <w:rsid w:val="00F61A82"/>
    <w:rsid w:val="00F61C8C"/>
    <w:rsid w:val="00F61D89"/>
    <w:rsid w:val="00F61FD9"/>
    <w:rsid w:val="00F6219F"/>
    <w:rsid w:val="00F63335"/>
    <w:rsid w:val="00F634D8"/>
    <w:rsid w:val="00F63B09"/>
    <w:rsid w:val="00F6507D"/>
    <w:rsid w:val="00F65A7A"/>
    <w:rsid w:val="00F65C12"/>
    <w:rsid w:val="00F66BBB"/>
    <w:rsid w:val="00F70BAD"/>
    <w:rsid w:val="00F713AC"/>
    <w:rsid w:val="00F719DF"/>
    <w:rsid w:val="00F71BBE"/>
    <w:rsid w:val="00F72F52"/>
    <w:rsid w:val="00F7482A"/>
    <w:rsid w:val="00F74AAE"/>
    <w:rsid w:val="00F75651"/>
    <w:rsid w:val="00F75D32"/>
    <w:rsid w:val="00F75FCC"/>
    <w:rsid w:val="00F761F7"/>
    <w:rsid w:val="00F76DA1"/>
    <w:rsid w:val="00F77B50"/>
    <w:rsid w:val="00F817C8"/>
    <w:rsid w:val="00F82625"/>
    <w:rsid w:val="00F82B58"/>
    <w:rsid w:val="00F82D41"/>
    <w:rsid w:val="00F84163"/>
    <w:rsid w:val="00F85560"/>
    <w:rsid w:val="00F85E65"/>
    <w:rsid w:val="00F86CF3"/>
    <w:rsid w:val="00F86CFE"/>
    <w:rsid w:val="00F87422"/>
    <w:rsid w:val="00F87675"/>
    <w:rsid w:val="00F87C07"/>
    <w:rsid w:val="00F9272B"/>
    <w:rsid w:val="00F92880"/>
    <w:rsid w:val="00F92D6D"/>
    <w:rsid w:val="00F938B3"/>
    <w:rsid w:val="00F942FC"/>
    <w:rsid w:val="00F950CD"/>
    <w:rsid w:val="00F965ED"/>
    <w:rsid w:val="00F974B6"/>
    <w:rsid w:val="00F979E0"/>
    <w:rsid w:val="00FA0668"/>
    <w:rsid w:val="00FA0822"/>
    <w:rsid w:val="00FA0DC8"/>
    <w:rsid w:val="00FA11B4"/>
    <w:rsid w:val="00FA1393"/>
    <w:rsid w:val="00FA19B9"/>
    <w:rsid w:val="00FA1A24"/>
    <w:rsid w:val="00FA35AC"/>
    <w:rsid w:val="00FA4644"/>
    <w:rsid w:val="00FA4B61"/>
    <w:rsid w:val="00FA5938"/>
    <w:rsid w:val="00FA5CEF"/>
    <w:rsid w:val="00FA6265"/>
    <w:rsid w:val="00FA6441"/>
    <w:rsid w:val="00FA6EC9"/>
    <w:rsid w:val="00FA794E"/>
    <w:rsid w:val="00FA7A8F"/>
    <w:rsid w:val="00FB048A"/>
    <w:rsid w:val="00FB099E"/>
    <w:rsid w:val="00FB09D5"/>
    <w:rsid w:val="00FB1063"/>
    <w:rsid w:val="00FB10B0"/>
    <w:rsid w:val="00FB178E"/>
    <w:rsid w:val="00FB194E"/>
    <w:rsid w:val="00FB20C2"/>
    <w:rsid w:val="00FB2E67"/>
    <w:rsid w:val="00FB35DA"/>
    <w:rsid w:val="00FB3846"/>
    <w:rsid w:val="00FB3ADA"/>
    <w:rsid w:val="00FB3DD3"/>
    <w:rsid w:val="00FB56F6"/>
    <w:rsid w:val="00FB5BD7"/>
    <w:rsid w:val="00FB7921"/>
    <w:rsid w:val="00FB7D24"/>
    <w:rsid w:val="00FB7E13"/>
    <w:rsid w:val="00FC10F4"/>
    <w:rsid w:val="00FC2085"/>
    <w:rsid w:val="00FC282F"/>
    <w:rsid w:val="00FC30CC"/>
    <w:rsid w:val="00FC3B1B"/>
    <w:rsid w:val="00FC418A"/>
    <w:rsid w:val="00FC66CD"/>
    <w:rsid w:val="00FC6DD9"/>
    <w:rsid w:val="00FC76F1"/>
    <w:rsid w:val="00FC7CBD"/>
    <w:rsid w:val="00FD18CC"/>
    <w:rsid w:val="00FD1A40"/>
    <w:rsid w:val="00FD1AAB"/>
    <w:rsid w:val="00FD1B80"/>
    <w:rsid w:val="00FD1F90"/>
    <w:rsid w:val="00FD24EF"/>
    <w:rsid w:val="00FD2D0D"/>
    <w:rsid w:val="00FD3139"/>
    <w:rsid w:val="00FD36AB"/>
    <w:rsid w:val="00FD39F4"/>
    <w:rsid w:val="00FD3E8A"/>
    <w:rsid w:val="00FD4160"/>
    <w:rsid w:val="00FD5FDB"/>
    <w:rsid w:val="00FD6097"/>
    <w:rsid w:val="00FD666F"/>
    <w:rsid w:val="00FD6DB4"/>
    <w:rsid w:val="00FD721D"/>
    <w:rsid w:val="00FD7DA9"/>
    <w:rsid w:val="00FD7FBE"/>
    <w:rsid w:val="00FE0029"/>
    <w:rsid w:val="00FE0430"/>
    <w:rsid w:val="00FE0472"/>
    <w:rsid w:val="00FE0480"/>
    <w:rsid w:val="00FE0899"/>
    <w:rsid w:val="00FE0A40"/>
    <w:rsid w:val="00FE0AAA"/>
    <w:rsid w:val="00FE30D7"/>
    <w:rsid w:val="00FE4852"/>
    <w:rsid w:val="00FE4962"/>
    <w:rsid w:val="00FE4FEE"/>
    <w:rsid w:val="00FE52BE"/>
    <w:rsid w:val="00FE5BE6"/>
    <w:rsid w:val="00FE62A2"/>
    <w:rsid w:val="00FE6423"/>
    <w:rsid w:val="00FE6D40"/>
    <w:rsid w:val="00FE6F98"/>
    <w:rsid w:val="00FE78F8"/>
    <w:rsid w:val="00FF1018"/>
    <w:rsid w:val="00FF1332"/>
    <w:rsid w:val="00FF1B48"/>
    <w:rsid w:val="00FF1C4D"/>
    <w:rsid w:val="00FF28F0"/>
    <w:rsid w:val="00FF2C3C"/>
    <w:rsid w:val="00FF413E"/>
    <w:rsid w:val="00FF499A"/>
    <w:rsid w:val="00FF4B7E"/>
    <w:rsid w:val="00FF5629"/>
    <w:rsid w:val="00FF589C"/>
    <w:rsid w:val="00FF58F8"/>
    <w:rsid w:val="00FF5FDB"/>
    <w:rsid w:val="00FF65E7"/>
    <w:rsid w:val="00FF6AC4"/>
    <w:rsid w:val="00FF7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4FC8D5"/>
  <w15:docId w15:val="{3079B932-801B-4984-9363-BBE3D050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60B63"/>
    <w:rPr>
      <w:rFonts w:ascii="Arial" w:hAnsi="Arial"/>
      <w:sz w:val="22"/>
      <w:lang w:eastAsia="en-US"/>
    </w:rPr>
  </w:style>
  <w:style w:type="paragraph" w:styleId="Heading1">
    <w:name w:val="heading 1"/>
    <w:aliases w:val="Part"/>
    <w:basedOn w:val="Normal"/>
    <w:next w:val="Heading2"/>
    <w:qFormat/>
    <w:rsid w:val="00A24A33"/>
    <w:pPr>
      <w:widowControl w:val="0"/>
      <w:numPr>
        <w:numId w:val="4"/>
      </w:numPr>
      <w:spacing w:before="180" w:after="180"/>
      <w:outlineLvl w:val="0"/>
    </w:pPr>
    <w:rPr>
      <w:b/>
      <w:sz w:val="28"/>
    </w:rPr>
  </w:style>
  <w:style w:type="paragraph" w:styleId="Heading2">
    <w:name w:val="heading 2"/>
    <w:aliases w:val="Chapter Title"/>
    <w:basedOn w:val="Normal"/>
    <w:next w:val="BlockText"/>
    <w:autoRedefine/>
    <w:qFormat/>
    <w:rsid w:val="007D19C9"/>
    <w:pPr>
      <w:keepNext/>
      <w:spacing w:before="180" w:after="180"/>
      <w:outlineLvl w:val="1"/>
    </w:pPr>
    <w:rPr>
      <w:rFonts w:ascii="Times New Roman" w:hAnsi="Times New Roman"/>
      <w:b/>
      <w:sz w:val="24"/>
      <w:szCs w:val="24"/>
      <w:lang w:eastAsia="zh-CN"/>
    </w:rPr>
  </w:style>
  <w:style w:type="paragraph" w:styleId="Heading3">
    <w:name w:val="heading 3"/>
    <w:aliases w:val="Section"/>
    <w:basedOn w:val="Normal"/>
    <w:next w:val="BlockText"/>
    <w:autoRedefine/>
    <w:qFormat/>
    <w:rsid w:val="00E9605D"/>
    <w:pPr>
      <w:keepNext/>
      <w:numPr>
        <w:ilvl w:val="2"/>
        <w:numId w:val="4"/>
      </w:numPr>
      <w:tabs>
        <w:tab w:val="left" w:pos="864"/>
      </w:tabs>
      <w:spacing w:before="180" w:after="180"/>
      <w:outlineLvl w:val="2"/>
    </w:pPr>
    <w:rPr>
      <w:b/>
      <w:sz w:val="28"/>
      <w:szCs w:val="28"/>
    </w:rPr>
  </w:style>
  <w:style w:type="paragraph" w:styleId="Heading4">
    <w:name w:val="heading 4"/>
    <w:aliases w:val="Map Title"/>
    <w:basedOn w:val="Normal"/>
    <w:next w:val="Normal"/>
    <w:autoRedefine/>
    <w:qFormat/>
    <w:rsid w:val="005F6145"/>
    <w:pPr>
      <w:numPr>
        <w:ilvl w:val="3"/>
        <w:numId w:val="4"/>
      </w:numPr>
      <w:tabs>
        <w:tab w:val="left" w:pos="1080"/>
      </w:tabs>
      <w:spacing w:after="240"/>
      <w:outlineLvl w:val="3"/>
    </w:pPr>
    <w:rPr>
      <w:b/>
      <w:sz w:val="28"/>
      <w:szCs w:val="28"/>
    </w:rPr>
  </w:style>
  <w:style w:type="paragraph" w:styleId="Heading5">
    <w:name w:val="heading 5"/>
    <w:aliases w:val="Block Label"/>
    <w:basedOn w:val="Normal"/>
    <w:next w:val="Normal"/>
    <w:autoRedefine/>
    <w:qFormat/>
    <w:rsid w:val="005F6145"/>
    <w:pPr>
      <w:numPr>
        <w:ilvl w:val="4"/>
        <w:numId w:val="4"/>
      </w:numPr>
      <w:tabs>
        <w:tab w:val="left" w:pos="1440"/>
      </w:tabs>
      <w:outlineLvl w:val="4"/>
    </w:pPr>
    <w:rPr>
      <w:b/>
      <w:sz w:val="28"/>
    </w:rPr>
  </w:style>
  <w:style w:type="paragraph" w:styleId="Heading6">
    <w:name w:val="heading 6"/>
    <w:basedOn w:val="Normal"/>
    <w:next w:val="Normal"/>
    <w:autoRedefine/>
    <w:qFormat/>
    <w:rsid w:val="006877A5"/>
    <w:pPr>
      <w:tabs>
        <w:tab w:val="left" w:pos="1584"/>
      </w:tabs>
      <w:spacing w:before="240" w:after="60"/>
      <w:outlineLvl w:val="5"/>
    </w:pPr>
    <w:rPr>
      <w:b/>
      <w:sz w:val="28"/>
    </w:rPr>
  </w:style>
  <w:style w:type="paragraph" w:styleId="Heading7">
    <w:name w:val="heading 7"/>
    <w:basedOn w:val="Normal"/>
    <w:next w:val="Normal"/>
    <w:autoRedefine/>
    <w:qFormat/>
    <w:rsid w:val="00960B63"/>
    <w:pPr>
      <w:numPr>
        <w:ilvl w:val="6"/>
        <w:numId w:val="4"/>
      </w:numPr>
      <w:spacing w:before="240" w:after="60"/>
      <w:outlineLvl w:val="6"/>
    </w:pPr>
    <w:rPr>
      <w:b/>
      <w:sz w:val="28"/>
    </w:rPr>
  </w:style>
  <w:style w:type="paragraph" w:styleId="Heading8">
    <w:name w:val="heading 8"/>
    <w:basedOn w:val="Normal"/>
    <w:next w:val="Normal"/>
    <w:autoRedefine/>
    <w:qFormat/>
    <w:rsid w:val="00960B63"/>
    <w:pPr>
      <w:framePr w:wrap="around" w:vAnchor="text" w:hAnchor="text" w:y="1"/>
      <w:numPr>
        <w:ilvl w:val="7"/>
        <w:numId w:val="4"/>
      </w:numPr>
      <w:spacing w:before="240" w:after="60"/>
      <w:outlineLvl w:val="7"/>
    </w:pPr>
    <w:rPr>
      <w:b/>
      <w:sz w:val="28"/>
    </w:rPr>
  </w:style>
  <w:style w:type="paragraph" w:styleId="Heading9">
    <w:name w:val="heading 9"/>
    <w:basedOn w:val="Normal"/>
    <w:next w:val="Normal"/>
    <w:autoRedefine/>
    <w:qFormat/>
    <w:rsid w:val="00960B63"/>
    <w:pPr>
      <w:numPr>
        <w:ilvl w:val="8"/>
        <w:numId w:val="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60B63"/>
    <w:rPr>
      <w:rFonts w:ascii="Tahoma" w:hAnsi="Tahoma" w:cs="Tahoma"/>
      <w:sz w:val="16"/>
      <w:szCs w:val="16"/>
    </w:rPr>
  </w:style>
  <w:style w:type="paragraph" w:styleId="BlockText">
    <w:name w:val="Block Text"/>
    <w:basedOn w:val="Normal"/>
    <w:autoRedefine/>
    <w:rsid w:val="0004359A"/>
    <w:pPr>
      <w:numPr>
        <w:ilvl w:val="3"/>
      </w:numPr>
      <w:spacing w:before="60" w:after="120"/>
      <w:ind w:left="1680" w:right="220" w:hanging="420"/>
    </w:pPr>
    <w:rPr>
      <w:rFonts w:ascii="Times New Roman" w:eastAsia="PMingLiU" w:hAnsi="Times New Roman"/>
      <w:sz w:val="20"/>
      <w:lang w:eastAsia="zh-TW"/>
    </w:rPr>
  </w:style>
  <w:style w:type="paragraph" w:styleId="BodyText">
    <w:name w:val="Body Text"/>
    <w:basedOn w:val="Normal"/>
    <w:rsid w:val="00975F1D"/>
    <w:pPr>
      <w:spacing w:before="60" w:after="120"/>
      <w:ind w:left="432"/>
    </w:pPr>
    <w:rPr>
      <w:rFonts w:cs="Arial"/>
    </w:rPr>
  </w:style>
  <w:style w:type="paragraph" w:customStyle="1" w:styleId="SectionTitle2">
    <w:name w:val="Section Title 2"/>
    <w:basedOn w:val="Normal"/>
    <w:rsid w:val="00B51DD5"/>
    <w:pPr>
      <w:spacing w:before="400" w:after="240"/>
      <w:jc w:val="center"/>
    </w:pPr>
    <w:rPr>
      <w:b/>
      <w:bCs/>
      <w:sz w:val="28"/>
    </w:rPr>
  </w:style>
  <w:style w:type="paragraph" w:customStyle="1" w:styleId="BulletText1">
    <w:name w:val="Bullet Text 1"/>
    <w:basedOn w:val="Normal"/>
    <w:rsid w:val="007A68FF"/>
    <w:pPr>
      <w:numPr>
        <w:numId w:val="1"/>
      </w:numPr>
      <w:tabs>
        <w:tab w:val="clear" w:pos="360"/>
        <w:tab w:val="left" w:pos="720"/>
      </w:tabs>
      <w:spacing w:before="20" w:after="20"/>
      <w:ind w:left="720"/>
    </w:pPr>
    <w:rPr>
      <w:szCs w:val="22"/>
    </w:rPr>
  </w:style>
  <w:style w:type="paragraph" w:customStyle="1" w:styleId="BulletTable1">
    <w:name w:val="Bullet Table 1"/>
    <w:basedOn w:val="BulletText1"/>
    <w:rsid w:val="007A68FF"/>
    <w:pPr>
      <w:numPr>
        <w:numId w:val="2"/>
      </w:numPr>
      <w:tabs>
        <w:tab w:val="clear" w:pos="720"/>
        <w:tab w:val="left" w:pos="346"/>
      </w:tabs>
      <w:ind w:left="345" w:hanging="187"/>
    </w:pPr>
  </w:style>
  <w:style w:type="paragraph" w:customStyle="1" w:styleId="BulletTable2">
    <w:name w:val="Bullet Table 2"/>
    <w:basedOn w:val="BulletTable1"/>
    <w:rsid w:val="007A68FF"/>
    <w:pPr>
      <w:numPr>
        <w:numId w:val="8"/>
      </w:numPr>
      <w:tabs>
        <w:tab w:val="clear" w:pos="346"/>
        <w:tab w:val="clear" w:pos="1080"/>
        <w:tab w:val="left" w:pos="619"/>
      </w:tabs>
      <w:ind w:left="619" w:hanging="187"/>
    </w:pPr>
  </w:style>
  <w:style w:type="paragraph" w:customStyle="1" w:styleId="BulletText2">
    <w:name w:val="Bullet Text 2"/>
    <w:basedOn w:val="BulletText1"/>
    <w:rsid w:val="007A68FF"/>
    <w:pPr>
      <w:numPr>
        <w:numId w:val="3"/>
      </w:numPr>
      <w:tabs>
        <w:tab w:val="clear" w:pos="360"/>
        <w:tab w:val="clear" w:pos="720"/>
        <w:tab w:val="left" w:pos="1080"/>
      </w:tabs>
      <w:ind w:left="1080"/>
    </w:pPr>
  </w:style>
  <w:style w:type="paragraph" w:customStyle="1" w:styleId="BulletText3">
    <w:name w:val="Bullet Text 3"/>
    <w:basedOn w:val="BulletText2"/>
    <w:rsid w:val="007A68FF"/>
    <w:pPr>
      <w:numPr>
        <w:numId w:val="7"/>
      </w:numPr>
      <w:tabs>
        <w:tab w:val="clear" w:pos="360"/>
        <w:tab w:val="clear" w:pos="1080"/>
        <w:tab w:val="left" w:pos="1354"/>
      </w:tabs>
      <w:ind w:left="1354" w:hanging="274"/>
    </w:pPr>
  </w:style>
  <w:style w:type="paragraph" w:customStyle="1" w:styleId="BulletTable3">
    <w:name w:val="Bullet Table 3"/>
    <w:basedOn w:val="BulletText3"/>
    <w:rsid w:val="007A68FF"/>
    <w:pPr>
      <w:tabs>
        <w:tab w:val="clear" w:pos="1354"/>
        <w:tab w:val="left" w:pos="792"/>
      </w:tabs>
      <w:ind w:left="806" w:hanging="187"/>
    </w:pPr>
  </w:style>
  <w:style w:type="character" w:styleId="CommentReference">
    <w:name w:val="annotation reference"/>
    <w:basedOn w:val="DefaultParagraphFont"/>
    <w:semiHidden/>
    <w:rsid w:val="00960B63"/>
    <w:rPr>
      <w:sz w:val="16"/>
      <w:szCs w:val="16"/>
    </w:rPr>
  </w:style>
  <w:style w:type="paragraph" w:styleId="CommentText">
    <w:name w:val="annotation text"/>
    <w:basedOn w:val="Normal"/>
    <w:semiHidden/>
    <w:rsid w:val="00960B63"/>
    <w:rPr>
      <w:sz w:val="20"/>
    </w:rPr>
  </w:style>
  <w:style w:type="paragraph" w:styleId="CommentSubject">
    <w:name w:val="annotation subject"/>
    <w:basedOn w:val="CommentText"/>
    <w:next w:val="CommentText"/>
    <w:semiHidden/>
    <w:rsid w:val="00960B63"/>
    <w:rPr>
      <w:b/>
      <w:bCs/>
    </w:rPr>
  </w:style>
  <w:style w:type="character" w:styleId="FollowedHyperlink">
    <w:name w:val="FollowedHyperlink"/>
    <w:basedOn w:val="DefaultParagraphFont"/>
    <w:rsid w:val="00960B63"/>
    <w:rPr>
      <w:color w:val="0000FF"/>
      <w:u w:val="single"/>
    </w:rPr>
  </w:style>
  <w:style w:type="paragraph" w:styleId="Footer">
    <w:name w:val="footer"/>
    <w:basedOn w:val="Normal"/>
    <w:rsid w:val="00BD06E7"/>
    <w:pPr>
      <w:tabs>
        <w:tab w:val="center" w:pos="4320"/>
        <w:tab w:val="right" w:pos="8640"/>
      </w:tabs>
      <w:ind w:left="432" w:right="432"/>
      <w:jc w:val="both"/>
    </w:pPr>
    <w:rPr>
      <w:sz w:val="16"/>
    </w:rPr>
  </w:style>
  <w:style w:type="paragraph" w:styleId="Header">
    <w:name w:val="header"/>
    <w:basedOn w:val="Normal"/>
    <w:next w:val="Heading1"/>
    <w:rsid w:val="00AD63E7"/>
    <w:pPr>
      <w:tabs>
        <w:tab w:val="right" w:pos="9360"/>
      </w:tabs>
      <w:spacing w:before="60" w:after="180"/>
      <w:ind w:left="-86" w:right="-86"/>
    </w:pPr>
    <w:rPr>
      <w:b/>
      <w:sz w:val="32"/>
      <w:szCs w:val="32"/>
    </w:rPr>
  </w:style>
  <w:style w:type="character" w:styleId="Hyperlink">
    <w:name w:val="Hyperlink"/>
    <w:basedOn w:val="DefaultParagraphFont"/>
    <w:uiPriority w:val="99"/>
    <w:rsid w:val="00960B63"/>
    <w:rPr>
      <w:color w:val="0000FF"/>
      <w:u w:val="single"/>
    </w:rPr>
  </w:style>
  <w:style w:type="paragraph" w:styleId="MacroText">
    <w:name w:val="macro"/>
    <w:semiHidden/>
    <w:rsid w:val="00960B63"/>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customStyle="1" w:styleId="NumberedList">
    <w:name w:val="Numbered List"/>
    <w:basedOn w:val="BlockText"/>
    <w:rsid w:val="00960B63"/>
    <w:pPr>
      <w:numPr>
        <w:numId w:val="5"/>
      </w:numPr>
      <w:spacing w:before="20" w:after="20"/>
    </w:pPr>
  </w:style>
  <w:style w:type="paragraph" w:customStyle="1" w:styleId="NumberedTableList">
    <w:name w:val="Numbered Table List"/>
    <w:basedOn w:val="NumberedList"/>
    <w:autoRedefine/>
    <w:rsid w:val="00960B63"/>
    <w:pPr>
      <w:numPr>
        <w:numId w:val="6"/>
      </w:numPr>
    </w:pPr>
  </w:style>
  <w:style w:type="paragraph" w:styleId="PlainText">
    <w:name w:val="Plain Text"/>
    <w:basedOn w:val="Normal"/>
    <w:rsid w:val="00960B63"/>
    <w:rPr>
      <w:rFonts w:ascii="Courier New" w:hAnsi="Courier New" w:cs="Courier New"/>
      <w:sz w:val="20"/>
    </w:rPr>
  </w:style>
  <w:style w:type="table" w:styleId="TableGrid">
    <w:name w:val="Table Grid"/>
    <w:basedOn w:val="TableNormal"/>
    <w:rsid w:val="00960B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link w:val="TableTextChar"/>
    <w:autoRedefine/>
    <w:rsid w:val="009B03C6"/>
    <w:pPr>
      <w:tabs>
        <w:tab w:val="right" w:pos="6624"/>
      </w:tabs>
      <w:spacing w:before="40" w:after="40"/>
      <w:ind w:left="120"/>
    </w:pPr>
    <w:rPr>
      <w:rFonts w:ascii="Times New Roman" w:hAnsi="Times New Roman"/>
      <w:color w:val="000000"/>
      <w:sz w:val="20"/>
      <w:lang w:eastAsia="zh-CN"/>
    </w:rPr>
  </w:style>
  <w:style w:type="paragraph" w:customStyle="1" w:styleId="TableHeaderText">
    <w:name w:val="Table Header Text"/>
    <w:basedOn w:val="TableText"/>
    <w:rsid w:val="00960B63"/>
    <w:pPr>
      <w:jc w:val="center"/>
    </w:pPr>
    <w:rPr>
      <w:b/>
    </w:rPr>
  </w:style>
  <w:style w:type="paragraph" w:customStyle="1" w:styleId="AuthorNote">
    <w:name w:val="AuthorNote"/>
    <w:basedOn w:val="Normal"/>
    <w:next w:val="BodyText"/>
    <w:link w:val="AuthorNoteChar"/>
    <w:rsid w:val="006F2D05"/>
    <w:pPr>
      <w:spacing w:before="60" w:after="60"/>
      <w:jc w:val="both"/>
    </w:pPr>
    <w:rPr>
      <w:color w:val="0000FF"/>
    </w:rPr>
  </w:style>
  <w:style w:type="paragraph" w:styleId="TOC1">
    <w:name w:val="toc 1"/>
    <w:basedOn w:val="Normal"/>
    <w:next w:val="Normal"/>
    <w:autoRedefine/>
    <w:uiPriority w:val="39"/>
    <w:rsid w:val="000F508E"/>
    <w:pPr>
      <w:tabs>
        <w:tab w:val="left" w:pos="360"/>
        <w:tab w:val="right" w:pos="9000"/>
      </w:tabs>
      <w:spacing w:before="40" w:after="40"/>
    </w:pPr>
  </w:style>
  <w:style w:type="paragraph" w:customStyle="1" w:styleId="SectionTitle12">
    <w:name w:val="Section Title 1_2"/>
    <w:basedOn w:val="SectionTitle1"/>
    <w:rsid w:val="00987DB2"/>
    <w:rPr>
      <w:bCs/>
      <w:sz w:val="24"/>
    </w:rPr>
  </w:style>
  <w:style w:type="paragraph" w:customStyle="1" w:styleId="SectionTitle1">
    <w:name w:val="Section Title 1"/>
    <w:basedOn w:val="Normal"/>
    <w:rsid w:val="00330AA8"/>
    <w:pPr>
      <w:spacing w:before="60" w:after="60"/>
      <w:jc w:val="center"/>
    </w:pPr>
    <w:rPr>
      <w:b/>
      <w:color w:val="800000"/>
      <w:sz w:val="36"/>
    </w:rPr>
  </w:style>
  <w:style w:type="paragraph" w:customStyle="1" w:styleId="BodyTextBold">
    <w:name w:val="Body Text Bold"/>
    <w:basedOn w:val="BodyText"/>
    <w:rsid w:val="001A788D"/>
    <w:pPr>
      <w:ind w:left="0"/>
    </w:pPr>
    <w:rPr>
      <w:b/>
      <w:bCs/>
    </w:rPr>
  </w:style>
  <w:style w:type="paragraph" w:customStyle="1" w:styleId="TableTextBold">
    <w:name w:val="Table Text Bold"/>
    <w:basedOn w:val="TableText"/>
    <w:link w:val="TableTextBoldChar"/>
    <w:rsid w:val="000B7912"/>
    <w:rPr>
      <w:b/>
    </w:rPr>
  </w:style>
  <w:style w:type="character" w:customStyle="1" w:styleId="AuthorNoteChar">
    <w:name w:val="AuthorNote Char"/>
    <w:basedOn w:val="DefaultParagraphFont"/>
    <w:link w:val="AuthorNote"/>
    <w:rsid w:val="006F2D05"/>
    <w:rPr>
      <w:rFonts w:ascii="Arial" w:hAnsi="Arial"/>
      <w:color w:val="0000FF"/>
      <w:sz w:val="22"/>
      <w:lang w:val="en-US" w:eastAsia="en-US" w:bidi="ar-SA"/>
    </w:rPr>
  </w:style>
  <w:style w:type="paragraph" w:customStyle="1" w:styleId="BulletTable4">
    <w:name w:val="Bullet Table 4"/>
    <w:basedOn w:val="BulletTable3"/>
    <w:rsid w:val="006864B7"/>
    <w:pPr>
      <w:tabs>
        <w:tab w:val="clear" w:pos="792"/>
        <w:tab w:val="left" w:pos="1080"/>
      </w:tabs>
      <w:ind w:left="1022"/>
    </w:pPr>
  </w:style>
  <w:style w:type="paragraph" w:customStyle="1" w:styleId="AuthorNote1">
    <w:name w:val="AuthorNote 1"/>
    <w:basedOn w:val="Normal"/>
    <w:link w:val="AuthorNote1CharChar"/>
    <w:rsid w:val="00D310D5"/>
    <w:pPr>
      <w:spacing w:before="200" w:after="60"/>
      <w:jc w:val="both"/>
    </w:pPr>
    <w:rPr>
      <w:b/>
      <w:bCs/>
      <w:color w:val="0000FF"/>
      <w:sz w:val="16"/>
    </w:rPr>
  </w:style>
  <w:style w:type="character" w:customStyle="1" w:styleId="AuthorNote1CharChar">
    <w:name w:val="AuthorNote 1 Char Char"/>
    <w:basedOn w:val="DefaultParagraphFont"/>
    <w:link w:val="AuthorNote1"/>
    <w:rsid w:val="00D310D5"/>
    <w:rPr>
      <w:rFonts w:ascii="Arial" w:hAnsi="Arial"/>
      <w:b/>
      <w:bCs/>
      <w:color w:val="0000FF"/>
      <w:sz w:val="16"/>
      <w:lang w:val="en-US" w:eastAsia="en-US" w:bidi="ar-SA"/>
    </w:rPr>
  </w:style>
  <w:style w:type="paragraph" w:customStyle="1" w:styleId="TableHeaderTextRevision">
    <w:name w:val="Table Header Text Revision"/>
    <w:basedOn w:val="TableHeaderText"/>
    <w:rsid w:val="000145BF"/>
    <w:pPr>
      <w:jc w:val="left"/>
    </w:pPr>
    <w:rPr>
      <w:bCs/>
      <w:sz w:val="16"/>
    </w:rPr>
  </w:style>
  <w:style w:type="paragraph" w:customStyle="1" w:styleId="AuthorNote2">
    <w:name w:val="AuthorNote 2"/>
    <w:basedOn w:val="AuthorNote1"/>
    <w:rsid w:val="008C70F2"/>
    <w:pPr>
      <w:numPr>
        <w:numId w:val="9"/>
      </w:numPr>
      <w:tabs>
        <w:tab w:val="clear" w:pos="2160"/>
        <w:tab w:val="left" w:pos="720"/>
      </w:tabs>
      <w:spacing w:before="60"/>
      <w:ind w:left="720"/>
    </w:pPr>
  </w:style>
  <w:style w:type="paragraph" w:customStyle="1" w:styleId="BulletText4">
    <w:name w:val="Bullet Text 4"/>
    <w:basedOn w:val="BulletText3"/>
    <w:rsid w:val="006864B7"/>
    <w:pPr>
      <w:tabs>
        <w:tab w:val="clear" w:pos="1354"/>
        <w:tab w:val="left" w:pos="1440"/>
      </w:tabs>
      <w:ind w:left="1628"/>
    </w:pPr>
  </w:style>
  <w:style w:type="paragraph" w:customStyle="1" w:styleId="BodyTextCentered">
    <w:name w:val="Body Text Centered"/>
    <w:basedOn w:val="BodyText"/>
    <w:rsid w:val="00D04271"/>
    <w:pPr>
      <w:ind w:left="0"/>
      <w:jc w:val="center"/>
    </w:pPr>
    <w:rPr>
      <w:rFonts w:cs="Times New Roman"/>
    </w:rPr>
  </w:style>
  <w:style w:type="paragraph" w:customStyle="1" w:styleId="BodyTextLeft">
    <w:name w:val="Body Text  Left"/>
    <w:basedOn w:val="BodyText"/>
    <w:rsid w:val="001B585C"/>
    <w:pPr>
      <w:ind w:left="0"/>
    </w:pPr>
    <w:rPr>
      <w:rFonts w:cs="Times New Roman"/>
    </w:rPr>
  </w:style>
  <w:style w:type="paragraph" w:customStyle="1" w:styleId="FooterCenter">
    <w:name w:val="Footer Center"/>
    <w:basedOn w:val="Footer"/>
    <w:rsid w:val="00BD06E7"/>
    <w:pPr>
      <w:widowControl w:val="0"/>
      <w:spacing w:before="40" w:after="60"/>
      <w:jc w:val="center"/>
    </w:pPr>
    <w:rPr>
      <w:b/>
      <w:szCs w:val="12"/>
    </w:rPr>
  </w:style>
  <w:style w:type="paragraph" w:customStyle="1" w:styleId="BodyTextLeft0">
    <w:name w:val="Body Text Left"/>
    <w:basedOn w:val="BodyText"/>
    <w:rsid w:val="00AD37EC"/>
    <w:pPr>
      <w:ind w:left="0"/>
    </w:pPr>
    <w:rPr>
      <w:rFonts w:cs="Times New Roman"/>
    </w:rPr>
  </w:style>
  <w:style w:type="paragraph" w:styleId="TOC2">
    <w:name w:val="toc 2"/>
    <w:basedOn w:val="Normal"/>
    <w:next w:val="Normal"/>
    <w:autoRedefine/>
    <w:uiPriority w:val="39"/>
    <w:rsid w:val="001A788D"/>
    <w:pPr>
      <w:ind w:left="360"/>
    </w:pPr>
  </w:style>
  <w:style w:type="paragraph" w:customStyle="1" w:styleId="SectionTitle11">
    <w:name w:val="Section Title 1_1"/>
    <w:basedOn w:val="SectionTitle1"/>
    <w:rsid w:val="00B51DD5"/>
    <w:pPr>
      <w:spacing w:before="3000"/>
    </w:pPr>
    <w:rPr>
      <w:bCs/>
    </w:rPr>
  </w:style>
  <w:style w:type="paragraph" w:customStyle="1" w:styleId="TOCHeader">
    <w:name w:val="TOC Header"/>
    <w:basedOn w:val="Normal"/>
    <w:rsid w:val="00D310D5"/>
    <w:pPr>
      <w:spacing w:before="60" w:after="120"/>
    </w:pPr>
    <w:rPr>
      <w:rFonts w:cs="Arial"/>
      <w:b/>
      <w:bCs/>
    </w:rPr>
  </w:style>
  <w:style w:type="paragraph" w:customStyle="1" w:styleId="TableHeading">
    <w:name w:val="Table Heading"/>
    <w:basedOn w:val="Heading4"/>
    <w:rsid w:val="004A25F7"/>
    <w:pPr>
      <w:keepNext/>
      <w:numPr>
        <w:ilvl w:val="0"/>
        <w:numId w:val="0"/>
      </w:numPr>
      <w:tabs>
        <w:tab w:val="clear" w:pos="1080"/>
      </w:tabs>
      <w:spacing w:before="60" w:after="60"/>
      <w:jc w:val="center"/>
    </w:pPr>
    <w:rPr>
      <w:rFonts w:ascii="Times New Roman" w:hAnsi="Times New Roman"/>
      <w:sz w:val="20"/>
    </w:rPr>
  </w:style>
  <w:style w:type="character" w:customStyle="1" w:styleId="TableTextChar">
    <w:name w:val="Table Text Char"/>
    <w:basedOn w:val="DefaultParagraphFont"/>
    <w:link w:val="TableText"/>
    <w:rsid w:val="009B03C6"/>
    <w:rPr>
      <w:color w:val="000000"/>
    </w:rPr>
  </w:style>
  <w:style w:type="character" w:customStyle="1" w:styleId="TableTextBoldChar">
    <w:name w:val="Table Text Bold Char"/>
    <w:basedOn w:val="TableTextChar"/>
    <w:link w:val="TableTextBold"/>
    <w:rsid w:val="004A25F7"/>
    <w:rPr>
      <w:rFonts w:eastAsia="宋体"/>
      <w:b/>
      <w:color w:val="000000"/>
      <w:lang w:val="en-US" w:eastAsia="zh-CN" w:bidi="ar-SA"/>
    </w:rPr>
  </w:style>
  <w:style w:type="paragraph" w:styleId="TOC4">
    <w:name w:val="toc 4"/>
    <w:basedOn w:val="Normal"/>
    <w:next w:val="Normal"/>
    <w:autoRedefine/>
    <w:semiHidden/>
    <w:rsid w:val="000D2016"/>
    <w:pPr>
      <w:ind w:left="660"/>
    </w:pPr>
  </w:style>
  <w:style w:type="paragraph" w:styleId="TOC3">
    <w:name w:val="toc 3"/>
    <w:basedOn w:val="Normal"/>
    <w:next w:val="Normal"/>
    <w:autoRedefine/>
    <w:semiHidden/>
    <w:rsid w:val="00DC1109"/>
    <w:pPr>
      <w:ind w:left="440"/>
    </w:pPr>
  </w:style>
  <w:style w:type="paragraph" w:customStyle="1" w:styleId="CellHeading">
    <w:name w:val="CellHeading"/>
    <w:basedOn w:val="Normal"/>
    <w:rsid w:val="00DD3E6C"/>
    <w:pPr>
      <w:keepNext/>
      <w:keepLines/>
      <w:suppressAutoHyphens/>
      <w:spacing w:before="60" w:after="80"/>
      <w:jc w:val="center"/>
    </w:pPr>
    <w:rPr>
      <w:rFonts w:ascii="Helvetica" w:hAnsi="Helvetica"/>
      <w:b/>
      <w:sz w:val="18"/>
    </w:rPr>
  </w:style>
  <w:style w:type="paragraph" w:styleId="TOC7">
    <w:name w:val="toc 7"/>
    <w:basedOn w:val="Normal"/>
    <w:next w:val="Normal"/>
    <w:autoRedefine/>
    <w:semiHidden/>
    <w:rsid w:val="00FF7D0B"/>
    <w:pPr>
      <w:ind w:left="1200"/>
    </w:pPr>
    <w:rPr>
      <w:rFonts w:ascii="Times New Roman" w:hAnsi="Times New Roman"/>
      <w:sz w:val="20"/>
    </w:rPr>
  </w:style>
  <w:style w:type="paragraph" w:customStyle="1" w:styleId="tabletext0">
    <w:name w:val="tabletext"/>
    <w:basedOn w:val="Normal"/>
    <w:rsid w:val="000B2B4C"/>
    <w:pPr>
      <w:spacing w:before="40" w:after="40"/>
      <w:ind w:left="120"/>
    </w:pPr>
    <w:rPr>
      <w:rFonts w:cs="Arial"/>
      <w:color w:val="000000"/>
      <w:szCs w:val="22"/>
      <w:lang w:eastAsia="zh-CN"/>
    </w:rPr>
  </w:style>
  <w:style w:type="paragraph" w:styleId="DocumentMap">
    <w:name w:val="Document Map"/>
    <w:basedOn w:val="Normal"/>
    <w:semiHidden/>
    <w:rsid w:val="00D87AF9"/>
    <w:pPr>
      <w:shd w:val="clear" w:color="auto" w:fill="000080"/>
    </w:pPr>
    <w:rPr>
      <w:rFonts w:ascii="Tahoma" w:hAnsi="Tahoma" w:cs="Tahoma"/>
      <w:sz w:val="20"/>
    </w:rPr>
  </w:style>
  <w:style w:type="paragraph" w:customStyle="1" w:styleId="TitleLines">
    <w:name w:val="TitleLines"/>
    <w:basedOn w:val="Normal"/>
    <w:rsid w:val="00AD118D"/>
    <w:pPr>
      <w:tabs>
        <w:tab w:val="left" w:pos="720"/>
        <w:tab w:val="left" w:pos="1440"/>
        <w:tab w:val="left" w:pos="2160"/>
      </w:tabs>
      <w:spacing w:after="144" w:line="18" w:lineRule="atLeast"/>
      <w:jc w:val="center"/>
    </w:pPr>
    <w:rPr>
      <w:rFonts w:ascii="Times New Roman" w:hAnsi="Times New Roman"/>
      <w:b/>
      <w:sz w:val="36"/>
    </w:rPr>
  </w:style>
  <w:style w:type="paragraph" w:customStyle="1" w:styleId="Centered">
    <w:name w:val="Centered"/>
    <w:basedOn w:val="Normal"/>
    <w:next w:val="Normal"/>
    <w:rsid w:val="00E97743"/>
    <w:pPr>
      <w:widowControl w:val="0"/>
      <w:spacing w:after="144"/>
      <w:jc w:val="center"/>
    </w:pPr>
    <w:rPr>
      <w:rFonts w:ascii="Times New Roman" w:hAnsi="Times New Roman"/>
      <w:sz w:val="24"/>
    </w:rPr>
  </w:style>
  <w:style w:type="character" w:customStyle="1" w:styleId="EmailStyle70">
    <w:name w:val="EmailStyle70"/>
    <w:basedOn w:val="DefaultParagraphFont"/>
    <w:semiHidden/>
    <w:rsid w:val="00D6723A"/>
    <w:rPr>
      <w:rFonts w:ascii="Arial" w:hAnsi="Arial" w:cs="Arial"/>
      <w:color w:val="000080"/>
      <w:sz w:val="20"/>
      <w:szCs w:val="20"/>
    </w:rPr>
  </w:style>
  <w:style w:type="paragraph" w:styleId="ListParagraph">
    <w:name w:val="List Paragraph"/>
    <w:basedOn w:val="Normal"/>
    <w:uiPriority w:val="34"/>
    <w:qFormat/>
    <w:rsid w:val="00A67238"/>
    <w:pPr>
      <w:ind w:firstLine="420"/>
      <w:jc w:val="both"/>
    </w:pPr>
    <w:rPr>
      <w:rFonts w:ascii="Calibri" w:eastAsia="MS PGothic" w:hAnsi="Calibri" w:cs="MS PGothic"/>
      <w:szCs w:val="22"/>
      <w:lang w:eastAsia="ja-JP"/>
    </w:rPr>
  </w:style>
  <w:style w:type="character" w:customStyle="1" w:styleId="shorttext">
    <w:name w:val="short_text"/>
    <w:basedOn w:val="DefaultParagraphFont"/>
    <w:rsid w:val="00402DB8"/>
  </w:style>
  <w:style w:type="character" w:customStyle="1" w:styleId="hps">
    <w:name w:val="hps"/>
    <w:basedOn w:val="DefaultParagraphFont"/>
    <w:rsid w:val="00402DB8"/>
  </w:style>
  <w:style w:type="paragraph" w:customStyle="1" w:styleId="ENNormal">
    <w:name w:val="EN Normal"/>
    <w:basedOn w:val="Normal"/>
    <w:rsid w:val="005D0FE0"/>
    <w:pPr>
      <w:adjustRightInd w:val="0"/>
      <w:snapToGrid w:val="0"/>
      <w:spacing w:before="120" w:after="120"/>
      <w:ind w:left="1958"/>
    </w:pPr>
    <w:rPr>
      <w:rFonts w:ascii="Helvetica" w:hAnsi="Helvetica"/>
      <w:sz w:val="18"/>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3376">
      <w:bodyDiv w:val="1"/>
      <w:marLeft w:val="0"/>
      <w:marRight w:val="0"/>
      <w:marTop w:val="0"/>
      <w:marBottom w:val="0"/>
      <w:divBdr>
        <w:top w:val="none" w:sz="0" w:space="0" w:color="auto"/>
        <w:left w:val="none" w:sz="0" w:space="0" w:color="auto"/>
        <w:bottom w:val="none" w:sz="0" w:space="0" w:color="auto"/>
        <w:right w:val="none" w:sz="0" w:space="0" w:color="auto"/>
      </w:divBdr>
    </w:div>
    <w:div w:id="45031130">
      <w:bodyDiv w:val="1"/>
      <w:marLeft w:val="0"/>
      <w:marRight w:val="0"/>
      <w:marTop w:val="0"/>
      <w:marBottom w:val="0"/>
      <w:divBdr>
        <w:top w:val="none" w:sz="0" w:space="0" w:color="auto"/>
        <w:left w:val="none" w:sz="0" w:space="0" w:color="auto"/>
        <w:bottom w:val="none" w:sz="0" w:space="0" w:color="auto"/>
        <w:right w:val="none" w:sz="0" w:space="0" w:color="auto"/>
      </w:divBdr>
    </w:div>
    <w:div w:id="106432631">
      <w:bodyDiv w:val="1"/>
      <w:marLeft w:val="0"/>
      <w:marRight w:val="0"/>
      <w:marTop w:val="0"/>
      <w:marBottom w:val="0"/>
      <w:divBdr>
        <w:top w:val="none" w:sz="0" w:space="0" w:color="auto"/>
        <w:left w:val="none" w:sz="0" w:space="0" w:color="auto"/>
        <w:bottom w:val="none" w:sz="0" w:space="0" w:color="auto"/>
        <w:right w:val="none" w:sz="0" w:space="0" w:color="auto"/>
      </w:divBdr>
    </w:div>
    <w:div w:id="119424887">
      <w:bodyDiv w:val="1"/>
      <w:marLeft w:val="0"/>
      <w:marRight w:val="0"/>
      <w:marTop w:val="0"/>
      <w:marBottom w:val="0"/>
      <w:divBdr>
        <w:top w:val="none" w:sz="0" w:space="0" w:color="auto"/>
        <w:left w:val="none" w:sz="0" w:space="0" w:color="auto"/>
        <w:bottom w:val="none" w:sz="0" w:space="0" w:color="auto"/>
        <w:right w:val="none" w:sz="0" w:space="0" w:color="auto"/>
      </w:divBdr>
    </w:div>
    <w:div w:id="223762069">
      <w:bodyDiv w:val="1"/>
      <w:marLeft w:val="0"/>
      <w:marRight w:val="0"/>
      <w:marTop w:val="0"/>
      <w:marBottom w:val="0"/>
      <w:divBdr>
        <w:top w:val="none" w:sz="0" w:space="0" w:color="auto"/>
        <w:left w:val="none" w:sz="0" w:space="0" w:color="auto"/>
        <w:bottom w:val="none" w:sz="0" w:space="0" w:color="auto"/>
        <w:right w:val="none" w:sz="0" w:space="0" w:color="auto"/>
      </w:divBdr>
    </w:div>
    <w:div w:id="268777543">
      <w:bodyDiv w:val="1"/>
      <w:marLeft w:val="0"/>
      <w:marRight w:val="0"/>
      <w:marTop w:val="0"/>
      <w:marBottom w:val="0"/>
      <w:divBdr>
        <w:top w:val="none" w:sz="0" w:space="0" w:color="auto"/>
        <w:left w:val="none" w:sz="0" w:space="0" w:color="auto"/>
        <w:bottom w:val="none" w:sz="0" w:space="0" w:color="auto"/>
        <w:right w:val="none" w:sz="0" w:space="0" w:color="auto"/>
      </w:divBdr>
    </w:div>
    <w:div w:id="271405115">
      <w:bodyDiv w:val="1"/>
      <w:marLeft w:val="0"/>
      <w:marRight w:val="0"/>
      <w:marTop w:val="0"/>
      <w:marBottom w:val="0"/>
      <w:divBdr>
        <w:top w:val="none" w:sz="0" w:space="0" w:color="auto"/>
        <w:left w:val="none" w:sz="0" w:space="0" w:color="auto"/>
        <w:bottom w:val="none" w:sz="0" w:space="0" w:color="auto"/>
        <w:right w:val="none" w:sz="0" w:space="0" w:color="auto"/>
      </w:divBdr>
    </w:div>
    <w:div w:id="323124888">
      <w:bodyDiv w:val="1"/>
      <w:marLeft w:val="0"/>
      <w:marRight w:val="0"/>
      <w:marTop w:val="0"/>
      <w:marBottom w:val="0"/>
      <w:divBdr>
        <w:top w:val="none" w:sz="0" w:space="0" w:color="auto"/>
        <w:left w:val="none" w:sz="0" w:space="0" w:color="auto"/>
        <w:bottom w:val="none" w:sz="0" w:space="0" w:color="auto"/>
        <w:right w:val="none" w:sz="0" w:space="0" w:color="auto"/>
      </w:divBdr>
    </w:div>
    <w:div w:id="328102153">
      <w:bodyDiv w:val="1"/>
      <w:marLeft w:val="0"/>
      <w:marRight w:val="0"/>
      <w:marTop w:val="0"/>
      <w:marBottom w:val="0"/>
      <w:divBdr>
        <w:top w:val="none" w:sz="0" w:space="0" w:color="auto"/>
        <w:left w:val="none" w:sz="0" w:space="0" w:color="auto"/>
        <w:bottom w:val="none" w:sz="0" w:space="0" w:color="auto"/>
        <w:right w:val="none" w:sz="0" w:space="0" w:color="auto"/>
      </w:divBdr>
    </w:div>
    <w:div w:id="335379093">
      <w:bodyDiv w:val="1"/>
      <w:marLeft w:val="0"/>
      <w:marRight w:val="0"/>
      <w:marTop w:val="0"/>
      <w:marBottom w:val="0"/>
      <w:divBdr>
        <w:top w:val="none" w:sz="0" w:space="0" w:color="auto"/>
        <w:left w:val="none" w:sz="0" w:space="0" w:color="auto"/>
        <w:bottom w:val="none" w:sz="0" w:space="0" w:color="auto"/>
        <w:right w:val="none" w:sz="0" w:space="0" w:color="auto"/>
      </w:divBdr>
    </w:div>
    <w:div w:id="440417109">
      <w:bodyDiv w:val="1"/>
      <w:marLeft w:val="0"/>
      <w:marRight w:val="0"/>
      <w:marTop w:val="0"/>
      <w:marBottom w:val="0"/>
      <w:divBdr>
        <w:top w:val="none" w:sz="0" w:space="0" w:color="auto"/>
        <w:left w:val="none" w:sz="0" w:space="0" w:color="auto"/>
        <w:bottom w:val="none" w:sz="0" w:space="0" w:color="auto"/>
        <w:right w:val="none" w:sz="0" w:space="0" w:color="auto"/>
      </w:divBdr>
    </w:div>
    <w:div w:id="467624615">
      <w:bodyDiv w:val="1"/>
      <w:marLeft w:val="0"/>
      <w:marRight w:val="0"/>
      <w:marTop w:val="0"/>
      <w:marBottom w:val="0"/>
      <w:divBdr>
        <w:top w:val="none" w:sz="0" w:space="0" w:color="auto"/>
        <w:left w:val="none" w:sz="0" w:space="0" w:color="auto"/>
        <w:bottom w:val="none" w:sz="0" w:space="0" w:color="auto"/>
        <w:right w:val="none" w:sz="0" w:space="0" w:color="auto"/>
      </w:divBdr>
    </w:div>
    <w:div w:id="591279880">
      <w:bodyDiv w:val="1"/>
      <w:marLeft w:val="0"/>
      <w:marRight w:val="0"/>
      <w:marTop w:val="0"/>
      <w:marBottom w:val="0"/>
      <w:divBdr>
        <w:top w:val="none" w:sz="0" w:space="0" w:color="auto"/>
        <w:left w:val="none" w:sz="0" w:space="0" w:color="auto"/>
        <w:bottom w:val="none" w:sz="0" w:space="0" w:color="auto"/>
        <w:right w:val="none" w:sz="0" w:space="0" w:color="auto"/>
      </w:divBdr>
    </w:div>
    <w:div w:id="618605218">
      <w:bodyDiv w:val="1"/>
      <w:marLeft w:val="0"/>
      <w:marRight w:val="0"/>
      <w:marTop w:val="0"/>
      <w:marBottom w:val="0"/>
      <w:divBdr>
        <w:top w:val="none" w:sz="0" w:space="0" w:color="auto"/>
        <w:left w:val="none" w:sz="0" w:space="0" w:color="auto"/>
        <w:bottom w:val="none" w:sz="0" w:space="0" w:color="auto"/>
        <w:right w:val="none" w:sz="0" w:space="0" w:color="auto"/>
      </w:divBdr>
    </w:div>
    <w:div w:id="630863885">
      <w:bodyDiv w:val="1"/>
      <w:marLeft w:val="0"/>
      <w:marRight w:val="0"/>
      <w:marTop w:val="0"/>
      <w:marBottom w:val="0"/>
      <w:divBdr>
        <w:top w:val="none" w:sz="0" w:space="0" w:color="auto"/>
        <w:left w:val="none" w:sz="0" w:space="0" w:color="auto"/>
        <w:bottom w:val="none" w:sz="0" w:space="0" w:color="auto"/>
        <w:right w:val="none" w:sz="0" w:space="0" w:color="auto"/>
      </w:divBdr>
    </w:div>
    <w:div w:id="666399145">
      <w:bodyDiv w:val="1"/>
      <w:marLeft w:val="0"/>
      <w:marRight w:val="0"/>
      <w:marTop w:val="0"/>
      <w:marBottom w:val="0"/>
      <w:divBdr>
        <w:top w:val="none" w:sz="0" w:space="0" w:color="auto"/>
        <w:left w:val="none" w:sz="0" w:space="0" w:color="auto"/>
        <w:bottom w:val="none" w:sz="0" w:space="0" w:color="auto"/>
        <w:right w:val="none" w:sz="0" w:space="0" w:color="auto"/>
      </w:divBdr>
    </w:div>
    <w:div w:id="700865289">
      <w:bodyDiv w:val="1"/>
      <w:marLeft w:val="0"/>
      <w:marRight w:val="0"/>
      <w:marTop w:val="0"/>
      <w:marBottom w:val="0"/>
      <w:divBdr>
        <w:top w:val="none" w:sz="0" w:space="0" w:color="auto"/>
        <w:left w:val="none" w:sz="0" w:space="0" w:color="auto"/>
        <w:bottom w:val="none" w:sz="0" w:space="0" w:color="auto"/>
        <w:right w:val="none" w:sz="0" w:space="0" w:color="auto"/>
      </w:divBdr>
    </w:div>
    <w:div w:id="704136178">
      <w:bodyDiv w:val="1"/>
      <w:marLeft w:val="0"/>
      <w:marRight w:val="0"/>
      <w:marTop w:val="0"/>
      <w:marBottom w:val="0"/>
      <w:divBdr>
        <w:top w:val="none" w:sz="0" w:space="0" w:color="auto"/>
        <w:left w:val="none" w:sz="0" w:space="0" w:color="auto"/>
        <w:bottom w:val="none" w:sz="0" w:space="0" w:color="auto"/>
        <w:right w:val="none" w:sz="0" w:space="0" w:color="auto"/>
      </w:divBdr>
    </w:div>
    <w:div w:id="711537471">
      <w:bodyDiv w:val="1"/>
      <w:marLeft w:val="0"/>
      <w:marRight w:val="0"/>
      <w:marTop w:val="0"/>
      <w:marBottom w:val="0"/>
      <w:divBdr>
        <w:top w:val="none" w:sz="0" w:space="0" w:color="auto"/>
        <w:left w:val="none" w:sz="0" w:space="0" w:color="auto"/>
        <w:bottom w:val="none" w:sz="0" w:space="0" w:color="auto"/>
        <w:right w:val="none" w:sz="0" w:space="0" w:color="auto"/>
      </w:divBdr>
    </w:div>
    <w:div w:id="791099540">
      <w:bodyDiv w:val="1"/>
      <w:marLeft w:val="0"/>
      <w:marRight w:val="0"/>
      <w:marTop w:val="0"/>
      <w:marBottom w:val="0"/>
      <w:divBdr>
        <w:top w:val="none" w:sz="0" w:space="0" w:color="auto"/>
        <w:left w:val="none" w:sz="0" w:space="0" w:color="auto"/>
        <w:bottom w:val="none" w:sz="0" w:space="0" w:color="auto"/>
        <w:right w:val="none" w:sz="0" w:space="0" w:color="auto"/>
      </w:divBdr>
    </w:div>
    <w:div w:id="798960836">
      <w:bodyDiv w:val="1"/>
      <w:marLeft w:val="0"/>
      <w:marRight w:val="0"/>
      <w:marTop w:val="0"/>
      <w:marBottom w:val="0"/>
      <w:divBdr>
        <w:top w:val="none" w:sz="0" w:space="0" w:color="auto"/>
        <w:left w:val="none" w:sz="0" w:space="0" w:color="auto"/>
        <w:bottom w:val="none" w:sz="0" w:space="0" w:color="auto"/>
        <w:right w:val="none" w:sz="0" w:space="0" w:color="auto"/>
      </w:divBdr>
    </w:div>
    <w:div w:id="869142697">
      <w:bodyDiv w:val="1"/>
      <w:marLeft w:val="0"/>
      <w:marRight w:val="0"/>
      <w:marTop w:val="0"/>
      <w:marBottom w:val="0"/>
      <w:divBdr>
        <w:top w:val="none" w:sz="0" w:space="0" w:color="auto"/>
        <w:left w:val="none" w:sz="0" w:space="0" w:color="auto"/>
        <w:bottom w:val="none" w:sz="0" w:space="0" w:color="auto"/>
        <w:right w:val="none" w:sz="0" w:space="0" w:color="auto"/>
      </w:divBdr>
    </w:div>
    <w:div w:id="894118452">
      <w:bodyDiv w:val="1"/>
      <w:marLeft w:val="0"/>
      <w:marRight w:val="0"/>
      <w:marTop w:val="0"/>
      <w:marBottom w:val="0"/>
      <w:divBdr>
        <w:top w:val="none" w:sz="0" w:space="0" w:color="auto"/>
        <w:left w:val="none" w:sz="0" w:space="0" w:color="auto"/>
        <w:bottom w:val="none" w:sz="0" w:space="0" w:color="auto"/>
        <w:right w:val="none" w:sz="0" w:space="0" w:color="auto"/>
      </w:divBdr>
    </w:div>
    <w:div w:id="905146501">
      <w:bodyDiv w:val="1"/>
      <w:marLeft w:val="0"/>
      <w:marRight w:val="0"/>
      <w:marTop w:val="0"/>
      <w:marBottom w:val="0"/>
      <w:divBdr>
        <w:top w:val="none" w:sz="0" w:space="0" w:color="auto"/>
        <w:left w:val="none" w:sz="0" w:space="0" w:color="auto"/>
        <w:bottom w:val="none" w:sz="0" w:space="0" w:color="auto"/>
        <w:right w:val="none" w:sz="0" w:space="0" w:color="auto"/>
      </w:divBdr>
    </w:div>
    <w:div w:id="911308195">
      <w:bodyDiv w:val="1"/>
      <w:marLeft w:val="0"/>
      <w:marRight w:val="0"/>
      <w:marTop w:val="0"/>
      <w:marBottom w:val="0"/>
      <w:divBdr>
        <w:top w:val="none" w:sz="0" w:space="0" w:color="auto"/>
        <w:left w:val="none" w:sz="0" w:space="0" w:color="auto"/>
        <w:bottom w:val="none" w:sz="0" w:space="0" w:color="auto"/>
        <w:right w:val="none" w:sz="0" w:space="0" w:color="auto"/>
      </w:divBdr>
    </w:div>
    <w:div w:id="936715423">
      <w:bodyDiv w:val="1"/>
      <w:marLeft w:val="0"/>
      <w:marRight w:val="0"/>
      <w:marTop w:val="0"/>
      <w:marBottom w:val="0"/>
      <w:divBdr>
        <w:top w:val="none" w:sz="0" w:space="0" w:color="auto"/>
        <w:left w:val="none" w:sz="0" w:space="0" w:color="auto"/>
        <w:bottom w:val="none" w:sz="0" w:space="0" w:color="auto"/>
        <w:right w:val="none" w:sz="0" w:space="0" w:color="auto"/>
      </w:divBdr>
    </w:div>
    <w:div w:id="949242697">
      <w:bodyDiv w:val="1"/>
      <w:marLeft w:val="0"/>
      <w:marRight w:val="0"/>
      <w:marTop w:val="0"/>
      <w:marBottom w:val="0"/>
      <w:divBdr>
        <w:top w:val="none" w:sz="0" w:space="0" w:color="auto"/>
        <w:left w:val="none" w:sz="0" w:space="0" w:color="auto"/>
        <w:bottom w:val="none" w:sz="0" w:space="0" w:color="auto"/>
        <w:right w:val="none" w:sz="0" w:space="0" w:color="auto"/>
      </w:divBdr>
    </w:div>
    <w:div w:id="1008410774">
      <w:bodyDiv w:val="1"/>
      <w:marLeft w:val="0"/>
      <w:marRight w:val="0"/>
      <w:marTop w:val="0"/>
      <w:marBottom w:val="0"/>
      <w:divBdr>
        <w:top w:val="none" w:sz="0" w:space="0" w:color="auto"/>
        <w:left w:val="none" w:sz="0" w:space="0" w:color="auto"/>
        <w:bottom w:val="none" w:sz="0" w:space="0" w:color="auto"/>
        <w:right w:val="none" w:sz="0" w:space="0" w:color="auto"/>
      </w:divBdr>
    </w:div>
    <w:div w:id="1061442527">
      <w:bodyDiv w:val="1"/>
      <w:marLeft w:val="0"/>
      <w:marRight w:val="0"/>
      <w:marTop w:val="0"/>
      <w:marBottom w:val="0"/>
      <w:divBdr>
        <w:top w:val="none" w:sz="0" w:space="0" w:color="auto"/>
        <w:left w:val="none" w:sz="0" w:space="0" w:color="auto"/>
        <w:bottom w:val="none" w:sz="0" w:space="0" w:color="auto"/>
        <w:right w:val="none" w:sz="0" w:space="0" w:color="auto"/>
      </w:divBdr>
    </w:div>
    <w:div w:id="1135492696">
      <w:bodyDiv w:val="1"/>
      <w:marLeft w:val="0"/>
      <w:marRight w:val="0"/>
      <w:marTop w:val="0"/>
      <w:marBottom w:val="0"/>
      <w:divBdr>
        <w:top w:val="none" w:sz="0" w:space="0" w:color="auto"/>
        <w:left w:val="none" w:sz="0" w:space="0" w:color="auto"/>
        <w:bottom w:val="none" w:sz="0" w:space="0" w:color="auto"/>
        <w:right w:val="none" w:sz="0" w:space="0" w:color="auto"/>
      </w:divBdr>
    </w:div>
    <w:div w:id="1217618097">
      <w:bodyDiv w:val="1"/>
      <w:marLeft w:val="0"/>
      <w:marRight w:val="0"/>
      <w:marTop w:val="0"/>
      <w:marBottom w:val="0"/>
      <w:divBdr>
        <w:top w:val="none" w:sz="0" w:space="0" w:color="auto"/>
        <w:left w:val="none" w:sz="0" w:space="0" w:color="auto"/>
        <w:bottom w:val="none" w:sz="0" w:space="0" w:color="auto"/>
        <w:right w:val="none" w:sz="0" w:space="0" w:color="auto"/>
      </w:divBdr>
    </w:div>
    <w:div w:id="1365521968">
      <w:bodyDiv w:val="1"/>
      <w:marLeft w:val="0"/>
      <w:marRight w:val="0"/>
      <w:marTop w:val="0"/>
      <w:marBottom w:val="0"/>
      <w:divBdr>
        <w:top w:val="none" w:sz="0" w:space="0" w:color="auto"/>
        <w:left w:val="none" w:sz="0" w:space="0" w:color="auto"/>
        <w:bottom w:val="none" w:sz="0" w:space="0" w:color="auto"/>
        <w:right w:val="none" w:sz="0" w:space="0" w:color="auto"/>
      </w:divBdr>
    </w:div>
    <w:div w:id="1391734318">
      <w:bodyDiv w:val="1"/>
      <w:marLeft w:val="0"/>
      <w:marRight w:val="0"/>
      <w:marTop w:val="0"/>
      <w:marBottom w:val="0"/>
      <w:divBdr>
        <w:top w:val="none" w:sz="0" w:space="0" w:color="auto"/>
        <w:left w:val="none" w:sz="0" w:space="0" w:color="auto"/>
        <w:bottom w:val="none" w:sz="0" w:space="0" w:color="auto"/>
        <w:right w:val="none" w:sz="0" w:space="0" w:color="auto"/>
      </w:divBdr>
    </w:div>
    <w:div w:id="1445035752">
      <w:bodyDiv w:val="1"/>
      <w:marLeft w:val="0"/>
      <w:marRight w:val="0"/>
      <w:marTop w:val="0"/>
      <w:marBottom w:val="0"/>
      <w:divBdr>
        <w:top w:val="none" w:sz="0" w:space="0" w:color="auto"/>
        <w:left w:val="none" w:sz="0" w:space="0" w:color="auto"/>
        <w:bottom w:val="none" w:sz="0" w:space="0" w:color="auto"/>
        <w:right w:val="none" w:sz="0" w:space="0" w:color="auto"/>
      </w:divBdr>
    </w:div>
    <w:div w:id="1453397903">
      <w:bodyDiv w:val="1"/>
      <w:marLeft w:val="0"/>
      <w:marRight w:val="0"/>
      <w:marTop w:val="0"/>
      <w:marBottom w:val="0"/>
      <w:divBdr>
        <w:top w:val="none" w:sz="0" w:space="0" w:color="auto"/>
        <w:left w:val="none" w:sz="0" w:space="0" w:color="auto"/>
        <w:bottom w:val="none" w:sz="0" w:space="0" w:color="auto"/>
        <w:right w:val="none" w:sz="0" w:space="0" w:color="auto"/>
      </w:divBdr>
    </w:div>
    <w:div w:id="1459102220">
      <w:bodyDiv w:val="1"/>
      <w:marLeft w:val="0"/>
      <w:marRight w:val="0"/>
      <w:marTop w:val="0"/>
      <w:marBottom w:val="0"/>
      <w:divBdr>
        <w:top w:val="none" w:sz="0" w:space="0" w:color="auto"/>
        <w:left w:val="none" w:sz="0" w:space="0" w:color="auto"/>
        <w:bottom w:val="none" w:sz="0" w:space="0" w:color="auto"/>
        <w:right w:val="none" w:sz="0" w:space="0" w:color="auto"/>
      </w:divBdr>
    </w:div>
    <w:div w:id="1480683173">
      <w:bodyDiv w:val="1"/>
      <w:marLeft w:val="0"/>
      <w:marRight w:val="0"/>
      <w:marTop w:val="0"/>
      <w:marBottom w:val="0"/>
      <w:divBdr>
        <w:top w:val="none" w:sz="0" w:space="0" w:color="auto"/>
        <w:left w:val="none" w:sz="0" w:space="0" w:color="auto"/>
        <w:bottom w:val="none" w:sz="0" w:space="0" w:color="auto"/>
        <w:right w:val="none" w:sz="0" w:space="0" w:color="auto"/>
      </w:divBdr>
    </w:div>
    <w:div w:id="1533151989">
      <w:bodyDiv w:val="1"/>
      <w:marLeft w:val="0"/>
      <w:marRight w:val="0"/>
      <w:marTop w:val="0"/>
      <w:marBottom w:val="0"/>
      <w:divBdr>
        <w:top w:val="none" w:sz="0" w:space="0" w:color="auto"/>
        <w:left w:val="none" w:sz="0" w:space="0" w:color="auto"/>
        <w:bottom w:val="none" w:sz="0" w:space="0" w:color="auto"/>
        <w:right w:val="none" w:sz="0" w:space="0" w:color="auto"/>
      </w:divBdr>
    </w:div>
    <w:div w:id="1613172470">
      <w:bodyDiv w:val="1"/>
      <w:marLeft w:val="0"/>
      <w:marRight w:val="0"/>
      <w:marTop w:val="0"/>
      <w:marBottom w:val="0"/>
      <w:divBdr>
        <w:top w:val="none" w:sz="0" w:space="0" w:color="auto"/>
        <w:left w:val="none" w:sz="0" w:space="0" w:color="auto"/>
        <w:bottom w:val="none" w:sz="0" w:space="0" w:color="auto"/>
        <w:right w:val="none" w:sz="0" w:space="0" w:color="auto"/>
      </w:divBdr>
    </w:div>
    <w:div w:id="1644390118">
      <w:bodyDiv w:val="1"/>
      <w:marLeft w:val="0"/>
      <w:marRight w:val="0"/>
      <w:marTop w:val="0"/>
      <w:marBottom w:val="0"/>
      <w:divBdr>
        <w:top w:val="none" w:sz="0" w:space="0" w:color="auto"/>
        <w:left w:val="none" w:sz="0" w:space="0" w:color="auto"/>
        <w:bottom w:val="none" w:sz="0" w:space="0" w:color="auto"/>
        <w:right w:val="none" w:sz="0" w:space="0" w:color="auto"/>
      </w:divBdr>
    </w:div>
    <w:div w:id="1669167212">
      <w:bodyDiv w:val="1"/>
      <w:marLeft w:val="0"/>
      <w:marRight w:val="0"/>
      <w:marTop w:val="0"/>
      <w:marBottom w:val="0"/>
      <w:divBdr>
        <w:top w:val="none" w:sz="0" w:space="0" w:color="auto"/>
        <w:left w:val="none" w:sz="0" w:space="0" w:color="auto"/>
        <w:bottom w:val="none" w:sz="0" w:space="0" w:color="auto"/>
        <w:right w:val="none" w:sz="0" w:space="0" w:color="auto"/>
      </w:divBdr>
    </w:div>
    <w:div w:id="1745106382">
      <w:bodyDiv w:val="1"/>
      <w:marLeft w:val="0"/>
      <w:marRight w:val="0"/>
      <w:marTop w:val="0"/>
      <w:marBottom w:val="0"/>
      <w:divBdr>
        <w:top w:val="none" w:sz="0" w:space="0" w:color="auto"/>
        <w:left w:val="none" w:sz="0" w:space="0" w:color="auto"/>
        <w:bottom w:val="none" w:sz="0" w:space="0" w:color="auto"/>
        <w:right w:val="none" w:sz="0" w:space="0" w:color="auto"/>
      </w:divBdr>
    </w:div>
    <w:div w:id="1759908035">
      <w:bodyDiv w:val="1"/>
      <w:marLeft w:val="0"/>
      <w:marRight w:val="0"/>
      <w:marTop w:val="0"/>
      <w:marBottom w:val="0"/>
      <w:divBdr>
        <w:top w:val="none" w:sz="0" w:space="0" w:color="auto"/>
        <w:left w:val="none" w:sz="0" w:space="0" w:color="auto"/>
        <w:bottom w:val="none" w:sz="0" w:space="0" w:color="auto"/>
        <w:right w:val="none" w:sz="0" w:space="0" w:color="auto"/>
      </w:divBdr>
      <w:divsChild>
        <w:div w:id="2038658516">
          <w:marLeft w:val="0"/>
          <w:marRight w:val="0"/>
          <w:marTop w:val="0"/>
          <w:marBottom w:val="0"/>
          <w:divBdr>
            <w:top w:val="none" w:sz="0" w:space="0" w:color="auto"/>
            <w:left w:val="none" w:sz="0" w:space="0" w:color="auto"/>
            <w:bottom w:val="none" w:sz="0" w:space="0" w:color="auto"/>
            <w:right w:val="none" w:sz="0" w:space="0" w:color="auto"/>
          </w:divBdr>
          <w:divsChild>
            <w:div w:id="139348984">
              <w:marLeft w:val="0"/>
              <w:marRight w:val="0"/>
              <w:marTop w:val="0"/>
              <w:marBottom w:val="0"/>
              <w:divBdr>
                <w:top w:val="none" w:sz="0" w:space="0" w:color="auto"/>
                <w:left w:val="none" w:sz="0" w:space="0" w:color="auto"/>
                <w:bottom w:val="none" w:sz="0" w:space="0" w:color="auto"/>
                <w:right w:val="none" w:sz="0" w:space="0" w:color="auto"/>
              </w:divBdr>
              <w:divsChild>
                <w:div w:id="365301935">
                  <w:marLeft w:val="0"/>
                  <w:marRight w:val="0"/>
                  <w:marTop w:val="0"/>
                  <w:marBottom w:val="0"/>
                  <w:divBdr>
                    <w:top w:val="none" w:sz="0" w:space="0" w:color="auto"/>
                    <w:left w:val="none" w:sz="0" w:space="0" w:color="auto"/>
                    <w:bottom w:val="none" w:sz="0" w:space="0" w:color="auto"/>
                    <w:right w:val="none" w:sz="0" w:space="0" w:color="auto"/>
                  </w:divBdr>
                  <w:divsChild>
                    <w:div w:id="418062035">
                      <w:marLeft w:val="0"/>
                      <w:marRight w:val="0"/>
                      <w:marTop w:val="0"/>
                      <w:marBottom w:val="0"/>
                      <w:divBdr>
                        <w:top w:val="none" w:sz="0" w:space="0" w:color="auto"/>
                        <w:left w:val="none" w:sz="0" w:space="0" w:color="auto"/>
                        <w:bottom w:val="none" w:sz="0" w:space="0" w:color="auto"/>
                        <w:right w:val="none" w:sz="0" w:space="0" w:color="auto"/>
                      </w:divBdr>
                      <w:divsChild>
                        <w:div w:id="1981692182">
                          <w:marLeft w:val="0"/>
                          <w:marRight w:val="0"/>
                          <w:marTop w:val="0"/>
                          <w:marBottom w:val="0"/>
                          <w:divBdr>
                            <w:top w:val="none" w:sz="0" w:space="0" w:color="auto"/>
                            <w:left w:val="none" w:sz="0" w:space="0" w:color="auto"/>
                            <w:bottom w:val="none" w:sz="0" w:space="0" w:color="auto"/>
                            <w:right w:val="none" w:sz="0" w:space="0" w:color="auto"/>
                          </w:divBdr>
                          <w:divsChild>
                            <w:div w:id="2146268174">
                              <w:marLeft w:val="0"/>
                              <w:marRight w:val="0"/>
                              <w:marTop w:val="0"/>
                              <w:marBottom w:val="0"/>
                              <w:divBdr>
                                <w:top w:val="none" w:sz="0" w:space="0" w:color="auto"/>
                                <w:left w:val="none" w:sz="0" w:space="0" w:color="auto"/>
                                <w:bottom w:val="none" w:sz="0" w:space="0" w:color="auto"/>
                                <w:right w:val="none" w:sz="0" w:space="0" w:color="auto"/>
                              </w:divBdr>
                              <w:divsChild>
                                <w:div w:id="610669853">
                                  <w:marLeft w:val="0"/>
                                  <w:marRight w:val="0"/>
                                  <w:marTop w:val="0"/>
                                  <w:marBottom w:val="0"/>
                                  <w:divBdr>
                                    <w:top w:val="none" w:sz="0" w:space="0" w:color="auto"/>
                                    <w:left w:val="none" w:sz="0" w:space="0" w:color="auto"/>
                                    <w:bottom w:val="none" w:sz="0" w:space="0" w:color="auto"/>
                                    <w:right w:val="none" w:sz="0" w:space="0" w:color="auto"/>
                                  </w:divBdr>
                                  <w:divsChild>
                                    <w:div w:id="753940395">
                                      <w:marLeft w:val="43"/>
                                      <w:marRight w:val="0"/>
                                      <w:marTop w:val="0"/>
                                      <w:marBottom w:val="0"/>
                                      <w:divBdr>
                                        <w:top w:val="none" w:sz="0" w:space="0" w:color="auto"/>
                                        <w:left w:val="none" w:sz="0" w:space="0" w:color="auto"/>
                                        <w:bottom w:val="none" w:sz="0" w:space="0" w:color="auto"/>
                                        <w:right w:val="none" w:sz="0" w:space="0" w:color="auto"/>
                                      </w:divBdr>
                                      <w:divsChild>
                                        <w:div w:id="264657027">
                                          <w:marLeft w:val="0"/>
                                          <w:marRight w:val="0"/>
                                          <w:marTop w:val="0"/>
                                          <w:marBottom w:val="0"/>
                                          <w:divBdr>
                                            <w:top w:val="none" w:sz="0" w:space="0" w:color="auto"/>
                                            <w:left w:val="none" w:sz="0" w:space="0" w:color="auto"/>
                                            <w:bottom w:val="none" w:sz="0" w:space="0" w:color="auto"/>
                                            <w:right w:val="none" w:sz="0" w:space="0" w:color="auto"/>
                                          </w:divBdr>
                                          <w:divsChild>
                                            <w:div w:id="1727220298">
                                              <w:marLeft w:val="0"/>
                                              <w:marRight w:val="0"/>
                                              <w:marTop w:val="0"/>
                                              <w:marBottom w:val="86"/>
                                              <w:divBdr>
                                                <w:top w:val="single" w:sz="4" w:space="0" w:color="F5F5F5"/>
                                                <w:left w:val="single" w:sz="4" w:space="0" w:color="F5F5F5"/>
                                                <w:bottom w:val="single" w:sz="4" w:space="0" w:color="F5F5F5"/>
                                                <w:right w:val="single" w:sz="4" w:space="0" w:color="F5F5F5"/>
                                              </w:divBdr>
                                              <w:divsChild>
                                                <w:div w:id="1435709146">
                                                  <w:marLeft w:val="0"/>
                                                  <w:marRight w:val="0"/>
                                                  <w:marTop w:val="0"/>
                                                  <w:marBottom w:val="0"/>
                                                  <w:divBdr>
                                                    <w:top w:val="none" w:sz="0" w:space="0" w:color="auto"/>
                                                    <w:left w:val="none" w:sz="0" w:space="0" w:color="auto"/>
                                                    <w:bottom w:val="none" w:sz="0" w:space="0" w:color="auto"/>
                                                    <w:right w:val="none" w:sz="0" w:space="0" w:color="auto"/>
                                                  </w:divBdr>
                                                  <w:divsChild>
                                                    <w:div w:id="121739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6238276">
      <w:bodyDiv w:val="1"/>
      <w:marLeft w:val="0"/>
      <w:marRight w:val="0"/>
      <w:marTop w:val="0"/>
      <w:marBottom w:val="0"/>
      <w:divBdr>
        <w:top w:val="none" w:sz="0" w:space="0" w:color="auto"/>
        <w:left w:val="none" w:sz="0" w:space="0" w:color="auto"/>
        <w:bottom w:val="none" w:sz="0" w:space="0" w:color="auto"/>
        <w:right w:val="none" w:sz="0" w:space="0" w:color="auto"/>
      </w:divBdr>
    </w:div>
    <w:div w:id="1846895831">
      <w:bodyDiv w:val="1"/>
      <w:marLeft w:val="0"/>
      <w:marRight w:val="0"/>
      <w:marTop w:val="0"/>
      <w:marBottom w:val="0"/>
      <w:divBdr>
        <w:top w:val="none" w:sz="0" w:space="0" w:color="auto"/>
        <w:left w:val="none" w:sz="0" w:space="0" w:color="auto"/>
        <w:bottom w:val="none" w:sz="0" w:space="0" w:color="auto"/>
        <w:right w:val="none" w:sz="0" w:space="0" w:color="auto"/>
      </w:divBdr>
    </w:div>
    <w:div w:id="1904101368">
      <w:bodyDiv w:val="1"/>
      <w:marLeft w:val="0"/>
      <w:marRight w:val="0"/>
      <w:marTop w:val="0"/>
      <w:marBottom w:val="0"/>
      <w:divBdr>
        <w:top w:val="none" w:sz="0" w:space="0" w:color="auto"/>
        <w:left w:val="none" w:sz="0" w:space="0" w:color="auto"/>
        <w:bottom w:val="none" w:sz="0" w:space="0" w:color="auto"/>
        <w:right w:val="none" w:sz="0" w:space="0" w:color="auto"/>
      </w:divBdr>
    </w:div>
    <w:div w:id="2012946196">
      <w:bodyDiv w:val="1"/>
      <w:marLeft w:val="0"/>
      <w:marRight w:val="0"/>
      <w:marTop w:val="0"/>
      <w:marBottom w:val="0"/>
      <w:divBdr>
        <w:top w:val="none" w:sz="0" w:space="0" w:color="auto"/>
        <w:left w:val="none" w:sz="0" w:space="0" w:color="auto"/>
        <w:bottom w:val="none" w:sz="0" w:space="0" w:color="auto"/>
        <w:right w:val="none" w:sz="0" w:space="0" w:color="auto"/>
      </w:divBdr>
    </w:div>
    <w:div w:id="2022853295">
      <w:bodyDiv w:val="1"/>
      <w:marLeft w:val="0"/>
      <w:marRight w:val="0"/>
      <w:marTop w:val="0"/>
      <w:marBottom w:val="0"/>
      <w:divBdr>
        <w:top w:val="none" w:sz="0" w:space="0" w:color="auto"/>
        <w:left w:val="none" w:sz="0" w:space="0" w:color="auto"/>
        <w:bottom w:val="none" w:sz="0" w:space="0" w:color="auto"/>
        <w:right w:val="none" w:sz="0" w:space="0" w:color="auto"/>
      </w:divBdr>
    </w:div>
    <w:div w:id="2032997302">
      <w:bodyDiv w:val="1"/>
      <w:marLeft w:val="0"/>
      <w:marRight w:val="0"/>
      <w:marTop w:val="0"/>
      <w:marBottom w:val="0"/>
      <w:divBdr>
        <w:top w:val="none" w:sz="0" w:space="0" w:color="auto"/>
        <w:left w:val="none" w:sz="0" w:space="0" w:color="auto"/>
        <w:bottom w:val="none" w:sz="0" w:space="0" w:color="auto"/>
        <w:right w:val="none" w:sz="0" w:space="0" w:color="auto"/>
      </w:divBdr>
    </w:div>
    <w:div w:id="2041851377">
      <w:bodyDiv w:val="1"/>
      <w:marLeft w:val="0"/>
      <w:marRight w:val="0"/>
      <w:marTop w:val="0"/>
      <w:marBottom w:val="0"/>
      <w:divBdr>
        <w:top w:val="none" w:sz="0" w:space="0" w:color="auto"/>
        <w:left w:val="none" w:sz="0" w:space="0" w:color="auto"/>
        <w:bottom w:val="none" w:sz="0" w:space="0" w:color="auto"/>
        <w:right w:val="none" w:sz="0" w:space="0" w:color="auto"/>
      </w:divBdr>
    </w:div>
    <w:div w:id="2084401953">
      <w:bodyDiv w:val="1"/>
      <w:marLeft w:val="0"/>
      <w:marRight w:val="0"/>
      <w:marTop w:val="0"/>
      <w:marBottom w:val="0"/>
      <w:divBdr>
        <w:top w:val="none" w:sz="0" w:space="0" w:color="auto"/>
        <w:left w:val="none" w:sz="0" w:space="0" w:color="auto"/>
        <w:bottom w:val="none" w:sz="0" w:space="0" w:color="auto"/>
        <w:right w:val="none" w:sz="0" w:space="0" w:color="auto"/>
      </w:divBdr>
    </w:div>
    <w:div w:id="209008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353151\Application%20Data\Microsoft\Templates\Template%20Ele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F832C-99B8-48C9-8B66-95C0E5E4C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Element Template.dot</Template>
  <TotalTime>24014</TotalTime>
  <Pages>4</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D2F_Firmware_Release_Notes</vt:lpstr>
    </vt:vector>
  </TitlesOfParts>
  <Company>HTS</Company>
  <LinksUpToDate>false</LinksUpToDate>
  <CharactersWithSpaces>2394</CharactersWithSpaces>
  <SharedDoc>false</SharedDoc>
  <HLinks>
    <vt:vector size="108" baseType="variant">
      <vt:variant>
        <vt:i4>3735581</vt:i4>
      </vt:variant>
      <vt:variant>
        <vt:i4>111</vt:i4>
      </vt:variant>
      <vt:variant>
        <vt:i4>0</vt:i4>
      </vt:variant>
      <vt:variant>
        <vt:i4>5</vt:i4>
      </vt:variant>
      <vt:variant>
        <vt:lpwstr>ftp://159.99.234.117/IPUtility/1.0.1.44/DIT_20120424/</vt:lpwstr>
      </vt:variant>
      <vt:variant>
        <vt:lpwstr/>
      </vt:variant>
      <vt:variant>
        <vt:i4>65582</vt:i4>
      </vt:variant>
      <vt:variant>
        <vt:i4>108</vt:i4>
      </vt:variant>
      <vt:variant>
        <vt:i4>0</vt:i4>
      </vt:variant>
      <vt:variant>
        <vt:i4>5</vt:i4>
      </vt:variant>
      <vt:variant>
        <vt:lpwstr>ftp://159.99.234.117/DM365/PSIA_Adapter_13.1.8.0/DIT_2012_06_8/</vt:lpwstr>
      </vt:variant>
      <vt:variant>
        <vt:lpwstr/>
      </vt:variant>
      <vt:variant>
        <vt:i4>4390922</vt:i4>
      </vt:variant>
      <vt:variant>
        <vt:i4>105</vt:i4>
      </vt:variant>
      <vt:variant>
        <vt:i4>0</vt:i4>
      </vt:variant>
      <vt:variant>
        <vt:i4>5</vt:i4>
      </vt:variant>
      <vt:variant>
        <vt:lpwstr>ftp://159.99.234.117/</vt:lpwstr>
      </vt:variant>
      <vt:variant>
        <vt:lpwstr/>
      </vt:variant>
      <vt:variant>
        <vt:i4>4390922</vt:i4>
      </vt:variant>
      <vt:variant>
        <vt:i4>87</vt:i4>
      </vt:variant>
      <vt:variant>
        <vt:i4>0</vt:i4>
      </vt:variant>
      <vt:variant>
        <vt:i4>5</vt:i4>
      </vt:variant>
      <vt:variant>
        <vt:lpwstr>ftp://159.99.234.117/</vt:lpwstr>
      </vt:variant>
      <vt:variant>
        <vt:lpwstr/>
      </vt:variant>
      <vt:variant>
        <vt:i4>1114164</vt:i4>
      </vt:variant>
      <vt:variant>
        <vt:i4>80</vt:i4>
      </vt:variant>
      <vt:variant>
        <vt:i4>0</vt:i4>
      </vt:variant>
      <vt:variant>
        <vt:i4>5</vt:i4>
      </vt:variant>
      <vt:variant>
        <vt:lpwstr/>
      </vt:variant>
      <vt:variant>
        <vt:lpwstr>_Toc310352264</vt:lpwstr>
      </vt:variant>
      <vt:variant>
        <vt:i4>1114164</vt:i4>
      </vt:variant>
      <vt:variant>
        <vt:i4>74</vt:i4>
      </vt:variant>
      <vt:variant>
        <vt:i4>0</vt:i4>
      </vt:variant>
      <vt:variant>
        <vt:i4>5</vt:i4>
      </vt:variant>
      <vt:variant>
        <vt:lpwstr/>
      </vt:variant>
      <vt:variant>
        <vt:lpwstr>_Toc310352263</vt:lpwstr>
      </vt:variant>
      <vt:variant>
        <vt:i4>1114164</vt:i4>
      </vt:variant>
      <vt:variant>
        <vt:i4>68</vt:i4>
      </vt:variant>
      <vt:variant>
        <vt:i4>0</vt:i4>
      </vt:variant>
      <vt:variant>
        <vt:i4>5</vt:i4>
      </vt:variant>
      <vt:variant>
        <vt:lpwstr/>
      </vt:variant>
      <vt:variant>
        <vt:lpwstr>_Toc310352262</vt:lpwstr>
      </vt:variant>
      <vt:variant>
        <vt:i4>1114164</vt:i4>
      </vt:variant>
      <vt:variant>
        <vt:i4>62</vt:i4>
      </vt:variant>
      <vt:variant>
        <vt:i4>0</vt:i4>
      </vt:variant>
      <vt:variant>
        <vt:i4>5</vt:i4>
      </vt:variant>
      <vt:variant>
        <vt:lpwstr/>
      </vt:variant>
      <vt:variant>
        <vt:lpwstr>_Toc310352261</vt:lpwstr>
      </vt:variant>
      <vt:variant>
        <vt:i4>1114164</vt:i4>
      </vt:variant>
      <vt:variant>
        <vt:i4>56</vt:i4>
      </vt:variant>
      <vt:variant>
        <vt:i4>0</vt:i4>
      </vt:variant>
      <vt:variant>
        <vt:i4>5</vt:i4>
      </vt:variant>
      <vt:variant>
        <vt:lpwstr/>
      </vt:variant>
      <vt:variant>
        <vt:lpwstr>_Toc310352260</vt:lpwstr>
      </vt:variant>
      <vt:variant>
        <vt:i4>1179700</vt:i4>
      </vt:variant>
      <vt:variant>
        <vt:i4>50</vt:i4>
      </vt:variant>
      <vt:variant>
        <vt:i4>0</vt:i4>
      </vt:variant>
      <vt:variant>
        <vt:i4>5</vt:i4>
      </vt:variant>
      <vt:variant>
        <vt:lpwstr/>
      </vt:variant>
      <vt:variant>
        <vt:lpwstr>_Toc310352259</vt:lpwstr>
      </vt:variant>
      <vt:variant>
        <vt:i4>1179700</vt:i4>
      </vt:variant>
      <vt:variant>
        <vt:i4>44</vt:i4>
      </vt:variant>
      <vt:variant>
        <vt:i4>0</vt:i4>
      </vt:variant>
      <vt:variant>
        <vt:i4>5</vt:i4>
      </vt:variant>
      <vt:variant>
        <vt:lpwstr/>
      </vt:variant>
      <vt:variant>
        <vt:lpwstr>_Toc310352258</vt:lpwstr>
      </vt:variant>
      <vt:variant>
        <vt:i4>1179700</vt:i4>
      </vt:variant>
      <vt:variant>
        <vt:i4>38</vt:i4>
      </vt:variant>
      <vt:variant>
        <vt:i4>0</vt:i4>
      </vt:variant>
      <vt:variant>
        <vt:i4>5</vt:i4>
      </vt:variant>
      <vt:variant>
        <vt:lpwstr/>
      </vt:variant>
      <vt:variant>
        <vt:lpwstr>_Toc310352257</vt:lpwstr>
      </vt:variant>
      <vt:variant>
        <vt:i4>1179700</vt:i4>
      </vt:variant>
      <vt:variant>
        <vt:i4>32</vt:i4>
      </vt:variant>
      <vt:variant>
        <vt:i4>0</vt:i4>
      </vt:variant>
      <vt:variant>
        <vt:i4>5</vt:i4>
      </vt:variant>
      <vt:variant>
        <vt:lpwstr/>
      </vt:variant>
      <vt:variant>
        <vt:lpwstr>_Toc310352256</vt:lpwstr>
      </vt:variant>
      <vt:variant>
        <vt:i4>1179700</vt:i4>
      </vt:variant>
      <vt:variant>
        <vt:i4>26</vt:i4>
      </vt:variant>
      <vt:variant>
        <vt:i4>0</vt:i4>
      </vt:variant>
      <vt:variant>
        <vt:i4>5</vt:i4>
      </vt:variant>
      <vt:variant>
        <vt:lpwstr/>
      </vt:variant>
      <vt:variant>
        <vt:lpwstr>_Toc310352255</vt:lpwstr>
      </vt:variant>
      <vt:variant>
        <vt:i4>1179700</vt:i4>
      </vt:variant>
      <vt:variant>
        <vt:i4>20</vt:i4>
      </vt:variant>
      <vt:variant>
        <vt:i4>0</vt:i4>
      </vt:variant>
      <vt:variant>
        <vt:i4>5</vt:i4>
      </vt:variant>
      <vt:variant>
        <vt:lpwstr/>
      </vt:variant>
      <vt:variant>
        <vt:lpwstr>_Toc310352254</vt:lpwstr>
      </vt:variant>
      <vt:variant>
        <vt:i4>1179700</vt:i4>
      </vt:variant>
      <vt:variant>
        <vt:i4>14</vt:i4>
      </vt:variant>
      <vt:variant>
        <vt:i4>0</vt:i4>
      </vt:variant>
      <vt:variant>
        <vt:i4>5</vt:i4>
      </vt:variant>
      <vt:variant>
        <vt:lpwstr/>
      </vt:variant>
      <vt:variant>
        <vt:lpwstr>_Toc310352253</vt:lpwstr>
      </vt:variant>
      <vt:variant>
        <vt:i4>1179700</vt:i4>
      </vt:variant>
      <vt:variant>
        <vt:i4>8</vt:i4>
      </vt:variant>
      <vt:variant>
        <vt:i4>0</vt:i4>
      </vt:variant>
      <vt:variant>
        <vt:i4>5</vt:i4>
      </vt:variant>
      <vt:variant>
        <vt:lpwstr/>
      </vt:variant>
      <vt:variant>
        <vt:lpwstr>_Toc310352252</vt:lpwstr>
      </vt:variant>
      <vt:variant>
        <vt:i4>1179700</vt:i4>
      </vt:variant>
      <vt:variant>
        <vt:i4>2</vt:i4>
      </vt:variant>
      <vt:variant>
        <vt:i4>0</vt:i4>
      </vt:variant>
      <vt:variant>
        <vt:i4>5</vt:i4>
      </vt:variant>
      <vt:variant>
        <vt:lpwstr/>
      </vt:variant>
      <vt:variant>
        <vt:lpwstr>_Toc310352251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D2F_Firmware_Release_Notes</dc:title>
  <dc:subject>HTSC</dc:subject>
  <dc:creator>Ye, Benjamin</dc:creator>
  <cp:keywords>HTS Process</cp:keywords>
  <cp:lastModifiedBy>Wei, Alex</cp:lastModifiedBy>
  <cp:revision>31</cp:revision>
  <cp:lastPrinted>1901-01-01T07:00:00Z</cp:lastPrinted>
  <dcterms:created xsi:type="dcterms:W3CDTF">2018-07-19T09:22:00Z</dcterms:created>
  <dcterms:modified xsi:type="dcterms:W3CDTF">2019-02-19T02:26:00Z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
    <vt:lpwstr>BU</vt:lpwstr>
  </property>
  <property fmtid="{D5CDD505-2E9C-101B-9397-08002B2CF9AE}" pid="3" name="BUL">
    <vt:lpwstr>BUL</vt:lpwstr>
  </property>
  <property fmtid="{D5CDD505-2E9C-101B-9397-08002B2CF9AE}" pid="4" name="CM">
    <vt:lpwstr>CM</vt:lpwstr>
  </property>
  <property fmtid="{D5CDD505-2E9C-101B-9397-08002B2CF9AE}" pid="5" name="CI">
    <vt:lpwstr>CI</vt:lpwstr>
  </property>
  <property fmtid="{D5CDD505-2E9C-101B-9397-08002B2CF9AE}" pid="6" name="DL">
    <vt:lpwstr>DL</vt:lpwstr>
  </property>
  <property fmtid="{D5CDD505-2E9C-101B-9397-08002B2CF9AE}" pid="7" name="ITSS">
    <vt:lpwstr>ITSS</vt:lpwstr>
  </property>
  <property fmtid="{D5CDD505-2E9C-101B-9397-08002B2CF9AE}" pid="8" name="LC">
    <vt:lpwstr>LC</vt:lpwstr>
  </property>
  <property fmtid="{D5CDD505-2E9C-101B-9397-08002B2CF9AE}" pid="9" name="MR">
    <vt:lpwstr>MR</vt:lpwstr>
  </property>
  <property fmtid="{D5CDD505-2E9C-101B-9397-08002B2CF9AE}" pid="10" name="PKM">
    <vt:lpwstr>PKM</vt:lpwstr>
  </property>
  <property fmtid="{D5CDD505-2E9C-101B-9397-08002B2CF9AE}" pid="11" name="PPE">
    <vt:lpwstr>PPE</vt:lpwstr>
  </property>
  <property fmtid="{D5CDD505-2E9C-101B-9397-08002B2CF9AE}" pid="12" name="PST">
    <vt:lpwstr>PST</vt:lpwstr>
  </property>
  <property fmtid="{D5CDD505-2E9C-101B-9397-08002B2CF9AE}" pid="13" name="QA">
    <vt:lpwstr>QA</vt:lpwstr>
  </property>
  <property fmtid="{D5CDD505-2E9C-101B-9397-08002B2CF9AE}" pid="14" name="QE">
    <vt:lpwstr>QE</vt:lpwstr>
  </property>
  <property fmtid="{D5CDD505-2E9C-101B-9397-08002B2CF9AE}" pid="15" name="QC">
    <vt:lpwstr>QC</vt:lpwstr>
  </property>
  <property fmtid="{D5CDD505-2E9C-101B-9397-08002B2CF9AE}" pid="16" name="TCM">
    <vt:lpwstr>TCM</vt:lpwstr>
  </property>
  <property fmtid="{D5CDD505-2E9C-101B-9397-08002B2CF9AE}" pid="17" name="TL">
    <vt:lpwstr>TL</vt:lpwstr>
  </property>
  <property fmtid="{D5CDD505-2E9C-101B-9397-08002B2CF9AE}" pid="18" name="GCRAILS">
    <vt:lpwstr>GCRAILS</vt:lpwstr>
  </property>
  <property fmtid="{D5CDD505-2E9C-101B-9397-08002B2CF9AE}" pid="19" name="MC">
    <vt:lpwstr>MC</vt:lpwstr>
  </property>
  <property fmtid="{D5CDD505-2E9C-101B-9397-08002B2CF9AE}" pid="20" name="PCR">
    <vt:lpwstr>PCR</vt:lpwstr>
  </property>
  <property fmtid="{D5CDD505-2E9C-101B-9397-08002B2CF9AE}" pid="21" name="PRIDE">
    <vt:lpwstr>PRIDE</vt:lpwstr>
  </property>
  <property fmtid="{D5CDD505-2E9C-101B-9397-08002B2CF9AE}" pid="22" name="UCD">
    <vt:lpwstr>UCD</vt:lpwstr>
  </property>
  <property fmtid="{D5CDD505-2E9C-101B-9397-08002B2CF9AE}" pid="23" name="ACS">
    <vt:lpwstr>ACS</vt:lpwstr>
  </property>
  <property fmtid="{D5CDD505-2E9C-101B-9397-08002B2CF9AE}" pid="24" name="BUQE">
    <vt:lpwstr>BU Quality Lead</vt:lpwstr>
  </property>
  <property fmtid="{D5CDD505-2E9C-101B-9397-08002B2CF9AE}" pid="25" name="GreenHouse">
    <vt:lpwstr>Green House</vt:lpwstr>
  </property>
  <property fmtid="{D5CDD505-2E9C-101B-9397-08002B2CF9AE}" pid="26" name="ProcessArea">
    <vt:lpwstr>Process Area</vt:lpwstr>
  </property>
  <property fmtid="{D5CDD505-2E9C-101B-9397-08002B2CF9AE}" pid="27" name="ProcessTeam">
    <vt:lpwstr>Process Team</vt:lpwstr>
  </property>
  <property fmtid="{D5CDD505-2E9C-101B-9397-08002B2CF9AE}" pid="28" name="ProcessChangeRequest">
    <vt:lpwstr>Process Change Request</vt:lpwstr>
  </property>
  <property fmtid="{D5CDD505-2E9C-101B-9397-08002B2CF9AE}" pid="29" name="ProjectInquiry">
    <vt:lpwstr>Project Inquiry</vt:lpwstr>
  </property>
  <property fmtid="{D5CDD505-2E9C-101B-9397-08002B2CF9AE}" pid="30" name="SBUPartner">
    <vt:lpwstr>SBU Partner</vt:lpwstr>
  </property>
  <property fmtid="{D5CDD505-2E9C-101B-9397-08002B2CF9AE}" pid="31" name="SpecialInterestGroup">
    <vt:lpwstr>Special Interest Group</vt:lpwstr>
  </property>
  <property fmtid="{D5CDD505-2E9C-101B-9397-08002B2CF9AE}" pid="32" name="HTSLHandbook">
    <vt:lpwstr>HTS Handbook</vt:lpwstr>
  </property>
  <property fmtid="{D5CDD505-2E9C-101B-9397-08002B2CF9AE}" pid="33" name="HTSL">
    <vt:lpwstr>HTS</vt:lpwstr>
  </property>
  <property fmtid="{D5CDD505-2E9C-101B-9397-08002B2CF9AE}" pid="34" name="PSCE">
    <vt:lpwstr>PSCE</vt:lpwstr>
  </property>
  <property fmtid="{D5CDD505-2E9C-101B-9397-08002B2CF9AE}" pid="35" name="ManagementRepresentative">
    <vt:lpwstr>Management Representative</vt:lpwstr>
  </property>
  <property fmtid="{D5CDD505-2E9C-101B-9397-08002B2CF9AE}" pid="36" name="ProcessVersion">
    <vt:lpwstr>Ver 7.000</vt:lpwstr>
  </property>
  <property fmtid="{D5CDD505-2E9C-101B-9397-08002B2CF9AE}" pid="37" name="ReleaseDate">
    <vt:lpwstr>Date &lt;dd/mm/yy&gt;</vt:lpwstr>
  </property>
  <property fmtid="{D5CDD505-2E9C-101B-9397-08002B2CF9AE}" pid="38" name="IPClause">
    <vt:lpwstr>Honeywell Confidential &amp; Proprietary </vt:lpwstr>
  </property>
  <property fmtid="{D5CDD505-2E9C-101B-9397-08002B2CF9AE}" pid="39" name="SBUPartnerCustomer">
    <vt:lpwstr>SBU Partner/Customer</vt:lpwstr>
  </property>
  <property fmtid="{D5CDD505-2E9C-101B-9397-08002B2CF9AE}" pid="40" name="HTSLProcess">
    <vt:lpwstr>HTS Process 7.0</vt:lpwstr>
  </property>
  <property fmtid="{D5CDD505-2E9C-101B-9397-08002B2CF9AE}" pid="41" name="PM">
    <vt:lpwstr>PM</vt:lpwstr>
  </property>
  <property fmtid="{D5CDD505-2E9C-101B-9397-08002B2CF9AE}" pid="42" name="Aerospace">
    <vt:lpwstr>Aerospace</vt:lpwstr>
  </property>
  <property fmtid="{D5CDD505-2E9C-101B-9397-08002B2CF9AE}" pid="43" name="HeaderHTSL">
    <vt:lpwstr>Honeywell Technology Solutions</vt:lpwstr>
  </property>
  <property fmtid="{D5CDD505-2E9C-101B-9397-08002B2CF9AE}" pid="44" name="HeaderHTS">
    <vt:lpwstr>Honeywell Technology Solutions</vt:lpwstr>
  </property>
  <property fmtid="{D5CDD505-2E9C-101B-9397-08002B2CF9AE}" pid="45" name="HTSHandbook">
    <vt:lpwstr>HTS Handbook</vt:lpwstr>
  </property>
  <property fmtid="{D5CDD505-2E9C-101B-9397-08002B2CF9AE}" pid="46" name="HTS">
    <vt:lpwstr>HTS</vt:lpwstr>
  </property>
  <property fmtid="{D5CDD505-2E9C-101B-9397-08002B2CF9AE}" pid="47" name="HTSProcess">
    <vt:lpwstr>HTS Process 7.0</vt:lpwstr>
  </property>
  <property fmtid="{D5CDD505-2E9C-101B-9397-08002B2CF9AE}" pid="48" name="GSEDS_HWMT_d46a6755">
    <vt:lpwstr>f2456908_mFV0yz84Iyk0N8pNk3v8ruKwLLA=_8QYrr2VhfDcyO9NPkXX/rN058u8B14LHajzoEeeg1d9ExaHT++Of56uW6Bx1ylXtmDJqlhDO5zzhehb6bpnbcKLc+w==_8d564bb6</vt:lpwstr>
  </property>
</Properties>
</file>